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60E" w:rsidRPr="008B536B" w:rsidRDefault="0081562F" w:rsidP="008B536B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Приложение</w:t>
      </w:r>
    </w:p>
    <w:p w:rsidR="0081562F" w:rsidRPr="008B536B" w:rsidRDefault="00010A1B" w:rsidP="008B536B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УТВЕРЖДЕН</w:t>
      </w:r>
    </w:p>
    <w:p w:rsidR="0081562F" w:rsidRPr="008B536B" w:rsidRDefault="0081562F" w:rsidP="008B536B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Постановлением Администрации</w:t>
      </w:r>
    </w:p>
    <w:p w:rsidR="0081562F" w:rsidRPr="008B536B" w:rsidRDefault="0081562F" w:rsidP="008B536B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ЗАТО г. Железногорск</w:t>
      </w:r>
    </w:p>
    <w:p w:rsidR="0081562F" w:rsidRPr="008B536B" w:rsidRDefault="008C3B86" w:rsidP="008B536B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о</w:t>
      </w:r>
      <w:r w:rsidR="0081562F" w:rsidRPr="008B536B">
        <w:rPr>
          <w:rFonts w:ascii="Times New Roman" w:hAnsi="Times New Roman" w:cs="Times New Roman"/>
          <w:sz w:val="28"/>
          <w:szCs w:val="24"/>
        </w:rPr>
        <w:t xml:space="preserve">т </w:t>
      </w:r>
      <w:r w:rsidR="00B05CE0">
        <w:rPr>
          <w:rFonts w:ascii="Times New Roman" w:hAnsi="Times New Roman" w:cs="Times New Roman"/>
          <w:sz w:val="28"/>
          <w:szCs w:val="24"/>
        </w:rPr>
        <w:t>19.03.</w:t>
      </w:r>
      <w:r w:rsidR="00010A1B" w:rsidRPr="008B536B">
        <w:rPr>
          <w:rFonts w:ascii="Times New Roman" w:hAnsi="Times New Roman" w:cs="Times New Roman"/>
          <w:sz w:val="28"/>
          <w:szCs w:val="24"/>
        </w:rPr>
        <w:t>20</w:t>
      </w:r>
      <w:r w:rsidR="00651204" w:rsidRPr="008B536B">
        <w:rPr>
          <w:rFonts w:ascii="Times New Roman" w:hAnsi="Times New Roman" w:cs="Times New Roman"/>
          <w:sz w:val="28"/>
          <w:szCs w:val="24"/>
        </w:rPr>
        <w:t>2</w:t>
      </w:r>
      <w:r w:rsidR="008F7183" w:rsidRPr="008B536B">
        <w:rPr>
          <w:rFonts w:ascii="Times New Roman" w:hAnsi="Times New Roman" w:cs="Times New Roman"/>
          <w:sz w:val="28"/>
          <w:szCs w:val="24"/>
        </w:rPr>
        <w:t xml:space="preserve">1 </w:t>
      </w:r>
      <w:bookmarkStart w:id="0" w:name="_GoBack"/>
      <w:bookmarkEnd w:id="0"/>
      <w:r w:rsidR="0081562F" w:rsidRPr="008B536B">
        <w:rPr>
          <w:rFonts w:ascii="Times New Roman" w:hAnsi="Times New Roman" w:cs="Times New Roman"/>
          <w:sz w:val="28"/>
          <w:szCs w:val="24"/>
        </w:rPr>
        <w:t>№</w:t>
      </w:r>
      <w:r w:rsidR="00B05CE0">
        <w:rPr>
          <w:rFonts w:ascii="Times New Roman" w:hAnsi="Times New Roman" w:cs="Times New Roman"/>
          <w:sz w:val="28"/>
          <w:szCs w:val="24"/>
        </w:rPr>
        <w:t xml:space="preserve"> 572</w:t>
      </w:r>
    </w:p>
    <w:p w:rsidR="008C3B86" w:rsidRDefault="008C3B86" w:rsidP="008C3B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3B86" w:rsidRDefault="008C3B86" w:rsidP="008C3B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3B86" w:rsidRDefault="008C3B86" w:rsidP="008C3B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3B86" w:rsidRDefault="008C3B86" w:rsidP="008C3B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562F" w:rsidRPr="008B536B" w:rsidRDefault="00010A1B" w:rsidP="008C3B86">
      <w:pPr>
        <w:jc w:val="center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ИЗМЕНЕНИЯ №</w:t>
      </w:r>
      <w:r w:rsidR="0030709F" w:rsidRPr="008B536B">
        <w:rPr>
          <w:rFonts w:ascii="Times New Roman" w:hAnsi="Times New Roman" w:cs="Times New Roman"/>
          <w:sz w:val="28"/>
          <w:szCs w:val="24"/>
        </w:rPr>
        <w:t>6</w:t>
      </w:r>
    </w:p>
    <w:p w:rsidR="0081562F" w:rsidRPr="008B536B" w:rsidRDefault="0081562F" w:rsidP="008C3B86">
      <w:pPr>
        <w:jc w:val="center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в УСТАВ</w:t>
      </w:r>
    </w:p>
    <w:p w:rsidR="0081562F" w:rsidRPr="008B536B" w:rsidRDefault="008C3B86" w:rsidP="008C3B86">
      <w:pPr>
        <w:jc w:val="center"/>
        <w:rPr>
          <w:rFonts w:ascii="Times New Roman" w:hAnsi="Times New Roman" w:cs="Times New Roman"/>
          <w:sz w:val="28"/>
          <w:szCs w:val="24"/>
        </w:rPr>
      </w:pPr>
      <w:r w:rsidRPr="008B536B">
        <w:rPr>
          <w:rFonts w:ascii="Times New Roman" w:hAnsi="Times New Roman" w:cs="Times New Roman"/>
          <w:sz w:val="28"/>
          <w:szCs w:val="24"/>
        </w:rPr>
        <w:t>М</w:t>
      </w:r>
      <w:r w:rsidR="0081562F" w:rsidRPr="008B536B">
        <w:rPr>
          <w:rFonts w:ascii="Times New Roman" w:hAnsi="Times New Roman" w:cs="Times New Roman"/>
          <w:sz w:val="28"/>
          <w:szCs w:val="24"/>
        </w:rPr>
        <w:t>униципального бюджетного дошкольного образовательного учреждения</w:t>
      </w:r>
      <w:r w:rsidRPr="008B536B">
        <w:rPr>
          <w:rFonts w:ascii="Times New Roman" w:hAnsi="Times New Roman" w:cs="Times New Roman"/>
          <w:sz w:val="28"/>
          <w:szCs w:val="24"/>
        </w:rPr>
        <w:t xml:space="preserve"> «</w:t>
      </w:r>
      <w:r w:rsidR="0081562F" w:rsidRPr="008B536B">
        <w:rPr>
          <w:rFonts w:ascii="Times New Roman" w:hAnsi="Times New Roman" w:cs="Times New Roman"/>
          <w:sz w:val="28"/>
          <w:szCs w:val="24"/>
        </w:rPr>
        <w:t>Детский сад №</w:t>
      </w:r>
      <w:r w:rsidR="00F465EE">
        <w:rPr>
          <w:rFonts w:ascii="Times New Roman" w:hAnsi="Times New Roman" w:cs="Times New Roman"/>
          <w:sz w:val="28"/>
          <w:szCs w:val="24"/>
        </w:rPr>
        <w:t xml:space="preserve"> </w:t>
      </w:r>
      <w:r w:rsidR="0081562F" w:rsidRPr="008B536B">
        <w:rPr>
          <w:rFonts w:ascii="Times New Roman" w:hAnsi="Times New Roman" w:cs="Times New Roman"/>
          <w:sz w:val="28"/>
          <w:szCs w:val="24"/>
        </w:rPr>
        <w:t>59 «Солнечный»»</w:t>
      </w:r>
      <w:r w:rsidRPr="008B536B">
        <w:rPr>
          <w:rFonts w:ascii="Times New Roman" w:hAnsi="Times New Roman" w:cs="Times New Roman"/>
          <w:sz w:val="28"/>
          <w:szCs w:val="24"/>
        </w:rPr>
        <w:t xml:space="preserve"> </w:t>
      </w: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536B" w:rsidRDefault="008B536B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536B" w:rsidRDefault="008B536B" w:rsidP="0081562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2F" w:rsidRDefault="0081562F" w:rsidP="008B53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81562F" w:rsidRDefault="0081562F" w:rsidP="008B53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ЗАТО Железногорск,</w:t>
      </w:r>
    </w:p>
    <w:p w:rsidR="008C3B86" w:rsidRDefault="008C3B86" w:rsidP="008B53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Железногорск</w:t>
      </w:r>
    </w:p>
    <w:p w:rsidR="008B536B" w:rsidRDefault="00010A1B" w:rsidP="008B53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651204">
        <w:rPr>
          <w:rFonts w:ascii="Times New Roman" w:hAnsi="Times New Roman" w:cs="Times New Roman"/>
          <w:sz w:val="24"/>
          <w:szCs w:val="24"/>
        </w:rPr>
        <w:t>2</w:t>
      </w:r>
      <w:r w:rsidR="0030709F">
        <w:rPr>
          <w:rFonts w:ascii="Times New Roman" w:hAnsi="Times New Roman" w:cs="Times New Roman"/>
          <w:sz w:val="24"/>
          <w:szCs w:val="24"/>
        </w:rPr>
        <w:t>1</w:t>
      </w:r>
      <w:r w:rsidR="0081562F">
        <w:rPr>
          <w:rFonts w:ascii="Times New Roman" w:hAnsi="Times New Roman" w:cs="Times New Roman"/>
          <w:sz w:val="24"/>
          <w:szCs w:val="24"/>
        </w:rPr>
        <w:t xml:space="preserve"> год</w:t>
      </w:r>
      <w:r w:rsidR="008B536B">
        <w:rPr>
          <w:rFonts w:ascii="Times New Roman" w:hAnsi="Times New Roman" w:cs="Times New Roman"/>
          <w:sz w:val="24"/>
          <w:szCs w:val="24"/>
        </w:rPr>
        <w:br w:type="page"/>
      </w:r>
    </w:p>
    <w:p w:rsidR="00743706" w:rsidRDefault="0030709F" w:rsidP="007437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lastRenderedPageBreak/>
        <w:t xml:space="preserve">Пункт 1.7. изложить в новой редакции: </w:t>
      </w:r>
    </w:p>
    <w:p w:rsidR="0030709F" w:rsidRPr="0030709F" w:rsidRDefault="0030709F" w:rsidP="007437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«</w:t>
      </w:r>
      <w:r w:rsidR="00743706">
        <w:rPr>
          <w:rFonts w:ascii="Times New Roman" w:hAnsi="Times New Roman" w:cs="Times New Roman"/>
          <w:sz w:val="24"/>
          <w:szCs w:val="24"/>
        </w:rPr>
        <w:t xml:space="preserve">1.7. </w:t>
      </w:r>
      <w:r w:rsidRPr="0030709F">
        <w:rPr>
          <w:rFonts w:ascii="Times New Roman" w:hAnsi="Times New Roman" w:cs="Times New Roman"/>
          <w:sz w:val="24"/>
          <w:szCs w:val="24"/>
        </w:rPr>
        <w:t>В своей деятельности Детский сад подведомствен и подконтролен Муниципальному казенному учреждению «Управление образования» (МКУ «Управление образования») в пределах компетенции</w:t>
      </w:r>
      <w:proofErr w:type="gramStart"/>
      <w:r w:rsidRPr="0030709F">
        <w:rPr>
          <w:rFonts w:ascii="Times New Roman" w:hAnsi="Times New Roman" w:cs="Times New Roman"/>
          <w:sz w:val="24"/>
          <w:szCs w:val="24"/>
        </w:rPr>
        <w:t>.»</w:t>
      </w:r>
      <w:r w:rsidR="008B536B">
        <w:rPr>
          <w:rFonts w:ascii="Times New Roman" w:hAnsi="Times New Roman" w:cs="Times New Roman"/>
          <w:sz w:val="24"/>
          <w:szCs w:val="24"/>
        </w:rPr>
        <w:t>.</w:t>
      </w:r>
      <w:r w:rsidR="003C69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43706" w:rsidRDefault="0030709F" w:rsidP="007437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 xml:space="preserve">Пункт 2.4. изложить  в новой редакции: </w:t>
      </w:r>
    </w:p>
    <w:p w:rsidR="0030709F" w:rsidRPr="0030709F" w:rsidRDefault="0030709F" w:rsidP="007437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«</w:t>
      </w:r>
      <w:r w:rsidR="00743706">
        <w:rPr>
          <w:rFonts w:ascii="Times New Roman" w:hAnsi="Times New Roman" w:cs="Times New Roman"/>
          <w:sz w:val="24"/>
          <w:szCs w:val="24"/>
        </w:rPr>
        <w:t xml:space="preserve">2.4. </w:t>
      </w:r>
      <w:r w:rsidRPr="0030709F">
        <w:rPr>
          <w:rFonts w:ascii="Times New Roman" w:hAnsi="Times New Roman" w:cs="Times New Roman"/>
          <w:sz w:val="24"/>
          <w:szCs w:val="24"/>
        </w:rPr>
        <w:t>Количество групп в Детском саду определяется исходя из потребности в предоставлении общедоступного и бесплатного дошкольного образования и предельной наполняемости групп, установленной Санитарно-эпидемиологическими требованиями</w:t>
      </w:r>
      <w:proofErr w:type="gramStart"/>
      <w:r w:rsidRPr="0030709F">
        <w:rPr>
          <w:rFonts w:ascii="Times New Roman" w:hAnsi="Times New Roman" w:cs="Times New Roman"/>
          <w:sz w:val="24"/>
          <w:szCs w:val="24"/>
        </w:rPr>
        <w:t>.»</w:t>
      </w:r>
      <w:r w:rsidR="008B536B">
        <w:rPr>
          <w:rFonts w:ascii="Times New Roman" w:hAnsi="Times New Roman" w:cs="Times New Roman"/>
          <w:sz w:val="24"/>
          <w:szCs w:val="24"/>
        </w:rPr>
        <w:t>.</w:t>
      </w:r>
      <w:r w:rsidRPr="003070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43706" w:rsidRDefault="0030709F" w:rsidP="007437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 xml:space="preserve">Пункт 2.6 изложить в новой редакции: </w:t>
      </w:r>
    </w:p>
    <w:p w:rsidR="0030709F" w:rsidRPr="0030709F" w:rsidRDefault="0030709F" w:rsidP="007437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«</w:t>
      </w:r>
      <w:r w:rsidR="00743706">
        <w:rPr>
          <w:rFonts w:ascii="Times New Roman" w:hAnsi="Times New Roman" w:cs="Times New Roman"/>
          <w:sz w:val="24"/>
          <w:szCs w:val="24"/>
        </w:rPr>
        <w:t xml:space="preserve">2.6. </w:t>
      </w:r>
      <w:r w:rsidRPr="0030709F">
        <w:rPr>
          <w:rFonts w:ascii="Times New Roman" w:hAnsi="Times New Roman" w:cs="Times New Roman"/>
          <w:sz w:val="24"/>
          <w:szCs w:val="24"/>
        </w:rPr>
        <w:t xml:space="preserve">Наполняемость групп определяется с учетом возраста детей, их состояния здоровья, специфики основной образовательной программы дошкольного образования, а также с учетом Санитарно-эпидемиологических требований к </w:t>
      </w:r>
      <w:r w:rsidR="005B25E5">
        <w:rPr>
          <w:rFonts w:ascii="Times New Roman" w:hAnsi="Times New Roman" w:cs="Times New Roman"/>
          <w:sz w:val="24"/>
          <w:szCs w:val="24"/>
        </w:rPr>
        <w:t>организациям воспитания и обучения, отдыха и оздоровления детей и молодежи</w:t>
      </w:r>
      <w:proofErr w:type="gramStart"/>
      <w:r w:rsidR="008B536B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30709F" w:rsidRPr="0030709F" w:rsidRDefault="00F465EE" w:rsidP="007437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</w:t>
      </w:r>
      <w:r w:rsidR="0030709F" w:rsidRPr="0030709F">
        <w:rPr>
          <w:rFonts w:ascii="Times New Roman" w:hAnsi="Times New Roman" w:cs="Times New Roman"/>
          <w:sz w:val="24"/>
          <w:szCs w:val="24"/>
        </w:rPr>
        <w:t xml:space="preserve"> 6.3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709F" w:rsidRPr="0030709F">
        <w:rPr>
          <w:rFonts w:ascii="Times New Roman" w:hAnsi="Times New Roman" w:cs="Times New Roman"/>
          <w:sz w:val="24"/>
          <w:szCs w:val="24"/>
        </w:rPr>
        <w:t xml:space="preserve">Устава изложить в новой редакции: </w:t>
      </w:r>
    </w:p>
    <w:p w:rsidR="00F465EE" w:rsidRDefault="0030709F" w:rsidP="007437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«</w:t>
      </w:r>
      <w:r w:rsidR="00F465EE">
        <w:rPr>
          <w:rFonts w:ascii="Times New Roman" w:hAnsi="Times New Roman" w:cs="Times New Roman"/>
          <w:sz w:val="24"/>
          <w:szCs w:val="24"/>
        </w:rPr>
        <w:t>6.3. В пределах своей компетенции МКУ «Управление образования»:</w:t>
      </w:r>
    </w:p>
    <w:p w:rsidR="0030709F" w:rsidRPr="0030709F" w:rsidRDefault="0030709F" w:rsidP="007437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6.3.1</w:t>
      </w:r>
      <w:r w:rsidR="008B536B">
        <w:rPr>
          <w:rFonts w:ascii="Times New Roman" w:hAnsi="Times New Roman" w:cs="Times New Roman"/>
          <w:sz w:val="24"/>
          <w:szCs w:val="24"/>
        </w:rPr>
        <w:t>.</w:t>
      </w:r>
      <w:r w:rsidRPr="0030709F">
        <w:rPr>
          <w:rFonts w:ascii="Times New Roman" w:hAnsi="Times New Roman" w:cs="Times New Roman"/>
          <w:sz w:val="24"/>
          <w:szCs w:val="24"/>
        </w:rPr>
        <w:t xml:space="preserve"> Проводит плановые, тематические и внеплановые проверки соблюдения действующего законодательства в области образования Российской Федерации,  иных нормативных правовых актов Российской Федераци</w:t>
      </w:r>
      <w:r w:rsidR="00F465EE">
        <w:rPr>
          <w:rFonts w:ascii="Times New Roman" w:hAnsi="Times New Roman" w:cs="Times New Roman"/>
          <w:sz w:val="24"/>
          <w:szCs w:val="24"/>
        </w:rPr>
        <w:t>и, в пределах своей компетенции.</w:t>
      </w:r>
    </w:p>
    <w:p w:rsidR="0030709F" w:rsidRPr="0030709F" w:rsidRDefault="0030709F" w:rsidP="007437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6.3.2</w:t>
      </w:r>
      <w:r w:rsidR="008B536B">
        <w:rPr>
          <w:rFonts w:ascii="Times New Roman" w:hAnsi="Times New Roman" w:cs="Times New Roman"/>
          <w:sz w:val="24"/>
          <w:szCs w:val="24"/>
        </w:rPr>
        <w:t>.</w:t>
      </w:r>
      <w:r w:rsidRPr="0030709F">
        <w:rPr>
          <w:rFonts w:ascii="Times New Roman" w:hAnsi="Times New Roman" w:cs="Times New Roman"/>
          <w:sz w:val="24"/>
          <w:szCs w:val="24"/>
        </w:rPr>
        <w:t xml:space="preserve"> Проводит в Детском саду инспекторскую работу по выполнению требований действующего законодательства Российской Федерации в части получения воспитанниками общедоступного и бесплатн</w:t>
      </w:r>
      <w:r w:rsidR="00F465EE">
        <w:rPr>
          <w:rFonts w:ascii="Times New Roman" w:hAnsi="Times New Roman" w:cs="Times New Roman"/>
          <w:sz w:val="24"/>
          <w:szCs w:val="24"/>
        </w:rPr>
        <w:t>ого дошкольного образования.</w:t>
      </w:r>
    </w:p>
    <w:p w:rsidR="0030709F" w:rsidRPr="0030709F" w:rsidRDefault="0030709F" w:rsidP="007437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6.3.3</w:t>
      </w:r>
      <w:r w:rsidR="008B536B">
        <w:rPr>
          <w:rFonts w:ascii="Times New Roman" w:hAnsi="Times New Roman" w:cs="Times New Roman"/>
          <w:sz w:val="24"/>
          <w:szCs w:val="24"/>
        </w:rPr>
        <w:t>.</w:t>
      </w:r>
      <w:r w:rsidRPr="0030709F">
        <w:rPr>
          <w:rFonts w:ascii="Times New Roman" w:hAnsi="Times New Roman" w:cs="Times New Roman"/>
          <w:sz w:val="24"/>
          <w:szCs w:val="24"/>
        </w:rPr>
        <w:t xml:space="preserve"> Оказывает помощь Детскому саду в решении вопросов осуществления им административно-хозяйственной и финансовой деятельности, содержания и развит</w:t>
      </w:r>
      <w:r w:rsidR="008B536B">
        <w:rPr>
          <w:rFonts w:ascii="Times New Roman" w:hAnsi="Times New Roman" w:cs="Times New Roman"/>
          <w:sz w:val="24"/>
          <w:szCs w:val="24"/>
        </w:rPr>
        <w:t>ия материально-технической базы.</w:t>
      </w:r>
    </w:p>
    <w:p w:rsidR="0030709F" w:rsidRPr="0030709F" w:rsidRDefault="0030709F" w:rsidP="007437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6.3.4</w:t>
      </w:r>
      <w:r w:rsidR="008B536B">
        <w:rPr>
          <w:rFonts w:ascii="Times New Roman" w:hAnsi="Times New Roman" w:cs="Times New Roman"/>
          <w:sz w:val="24"/>
          <w:szCs w:val="24"/>
        </w:rPr>
        <w:t>.</w:t>
      </w:r>
      <w:r w:rsidRPr="0030709F">
        <w:rPr>
          <w:rFonts w:ascii="Times New Roman" w:hAnsi="Times New Roman" w:cs="Times New Roman"/>
          <w:sz w:val="24"/>
          <w:szCs w:val="24"/>
        </w:rPr>
        <w:t xml:space="preserve"> Осуществляет прием заявлений, постановку на учет и выдачу направлений в </w:t>
      </w:r>
      <w:r w:rsidR="008C382B">
        <w:rPr>
          <w:rFonts w:ascii="Times New Roman" w:hAnsi="Times New Roman" w:cs="Times New Roman"/>
          <w:sz w:val="24"/>
          <w:szCs w:val="24"/>
        </w:rPr>
        <w:t>Детский сад</w:t>
      </w:r>
      <w:r w:rsidR="008B536B">
        <w:rPr>
          <w:rFonts w:ascii="Times New Roman" w:hAnsi="Times New Roman" w:cs="Times New Roman"/>
          <w:sz w:val="24"/>
          <w:szCs w:val="24"/>
        </w:rPr>
        <w:t>.</w:t>
      </w:r>
    </w:p>
    <w:p w:rsidR="0030709F" w:rsidRPr="0030709F" w:rsidRDefault="0030709F" w:rsidP="007437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6.3.5</w:t>
      </w:r>
      <w:r w:rsidR="008B536B">
        <w:rPr>
          <w:rFonts w:ascii="Times New Roman" w:hAnsi="Times New Roman" w:cs="Times New Roman"/>
          <w:sz w:val="24"/>
          <w:szCs w:val="24"/>
        </w:rPr>
        <w:t>.</w:t>
      </w:r>
      <w:r w:rsidRPr="0030709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709F">
        <w:rPr>
          <w:rFonts w:ascii="Times New Roman" w:hAnsi="Times New Roman" w:cs="Times New Roman"/>
          <w:sz w:val="24"/>
          <w:szCs w:val="24"/>
        </w:rPr>
        <w:t>Координирует и контролирует</w:t>
      </w:r>
      <w:proofErr w:type="gramEnd"/>
      <w:r w:rsidRPr="0030709F">
        <w:rPr>
          <w:rFonts w:ascii="Times New Roman" w:hAnsi="Times New Roman" w:cs="Times New Roman"/>
          <w:sz w:val="24"/>
          <w:szCs w:val="24"/>
        </w:rPr>
        <w:t xml:space="preserve"> работу по обеспечению Детского сада учебной </w:t>
      </w:r>
      <w:r w:rsidR="008B536B">
        <w:rPr>
          <w:rFonts w:ascii="Times New Roman" w:hAnsi="Times New Roman" w:cs="Times New Roman"/>
          <w:sz w:val="24"/>
          <w:szCs w:val="24"/>
        </w:rPr>
        <w:t>литературой, учебными пособиями.</w:t>
      </w:r>
    </w:p>
    <w:p w:rsidR="0030709F" w:rsidRPr="0030709F" w:rsidRDefault="0030709F" w:rsidP="007437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6.3.6</w:t>
      </w:r>
      <w:r w:rsidR="008B536B">
        <w:rPr>
          <w:rFonts w:ascii="Times New Roman" w:hAnsi="Times New Roman" w:cs="Times New Roman"/>
          <w:sz w:val="24"/>
          <w:szCs w:val="24"/>
        </w:rPr>
        <w:t>.</w:t>
      </w:r>
      <w:r w:rsidRPr="0030709F">
        <w:rPr>
          <w:rFonts w:ascii="Times New Roman" w:hAnsi="Times New Roman" w:cs="Times New Roman"/>
          <w:sz w:val="24"/>
          <w:szCs w:val="24"/>
        </w:rPr>
        <w:t xml:space="preserve"> Обеспечивает правовое сопровождение деятельности Дет</w:t>
      </w:r>
      <w:r w:rsidR="00F465EE">
        <w:rPr>
          <w:rFonts w:ascii="Times New Roman" w:hAnsi="Times New Roman" w:cs="Times New Roman"/>
          <w:sz w:val="24"/>
          <w:szCs w:val="24"/>
        </w:rPr>
        <w:t>ского сада.</w:t>
      </w:r>
    </w:p>
    <w:p w:rsidR="0030709F" w:rsidRDefault="0030709F" w:rsidP="007437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6.3.7</w:t>
      </w:r>
      <w:r w:rsidR="008B536B">
        <w:rPr>
          <w:rFonts w:ascii="Times New Roman" w:hAnsi="Times New Roman" w:cs="Times New Roman"/>
          <w:sz w:val="24"/>
          <w:szCs w:val="24"/>
        </w:rPr>
        <w:t>.</w:t>
      </w:r>
      <w:r w:rsidRPr="0030709F">
        <w:rPr>
          <w:rFonts w:ascii="Times New Roman" w:hAnsi="Times New Roman" w:cs="Times New Roman"/>
          <w:sz w:val="24"/>
          <w:szCs w:val="24"/>
        </w:rPr>
        <w:t xml:space="preserve"> Осуществляет планирование закупок, определение поставщиков (подрядчиков, исполнителей), заключение муниципальных контрактов, их исполнение, обеспечива</w:t>
      </w:r>
      <w:r w:rsidR="00F465EE">
        <w:rPr>
          <w:rFonts w:ascii="Times New Roman" w:hAnsi="Times New Roman" w:cs="Times New Roman"/>
          <w:sz w:val="24"/>
          <w:szCs w:val="24"/>
        </w:rPr>
        <w:t>ет их оплату для Детского сада.</w:t>
      </w:r>
    </w:p>
    <w:p w:rsidR="00F465EE" w:rsidRDefault="00F465EE" w:rsidP="007437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6.3.8. </w:t>
      </w:r>
      <w:r w:rsidR="008C382B">
        <w:rPr>
          <w:rFonts w:ascii="Times New Roman" w:hAnsi="Times New Roman" w:cs="Times New Roman"/>
          <w:sz w:val="24"/>
          <w:szCs w:val="24"/>
        </w:rPr>
        <w:t>Обеспечивает</w:t>
      </w:r>
      <w:r>
        <w:rPr>
          <w:rFonts w:ascii="Times New Roman" w:hAnsi="Times New Roman" w:cs="Times New Roman"/>
          <w:sz w:val="24"/>
          <w:szCs w:val="24"/>
        </w:rPr>
        <w:t xml:space="preserve"> перевод детей в другие муниципальные образовательные учреждения с согласия родителей (законных представителей) в случае прекращения деятельности Детского сада.</w:t>
      </w:r>
    </w:p>
    <w:p w:rsidR="00F465EE" w:rsidRPr="0030709F" w:rsidRDefault="00F465EE" w:rsidP="007437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6.3.9. Осуществляет иные виды деятельности, предусмотренные уставом МКУ «Управление образования»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43706" w:rsidRDefault="0030709F" w:rsidP="007437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lastRenderedPageBreak/>
        <w:t xml:space="preserve">Пункт 6.4.10 изложить в новой редакции: </w:t>
      </w:r>
    </w:p>
    <w:p w:rsidR="0030709F" w:rsidRPr="0030709F" w:rsidRDefault="0030709F" w:rsidP="007437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«</w:t>
      </w:r>
      <w:r w:rsidR="00743706">
        <w:rPr>
          <w:rFonts w:ascii="Times New Roman" w:hAnsi="Times New Roman" w:cs="Times New Roman"/>
          <w:sz w:val="24"/>
          <w:szCs w:val="24"/>
        </w:rPr>
        <w:t xml:space="preserve">6.4.10. </w:t>
      </w:r>
      <w:r w:rsidRPr="0030709F">
        <w:rPr>
          <w:rFonts w:ascii="Times New Roman" w:hAnsi="Times New Roman" w:cs="Times New Roman"/>
          <w:sz w:val="24"/>
          <w:szCs w:val="24"/>
        </w:rPr>
        <w:t>В целях учета мнения родителей (законных представителей) воспитанников по вопросам управления Детским садом и при принятии Детским садом локальных нормативных актов, затрагивающих их права и законные интересы, по инициативе родителей (законных представителей) воспитанников Детского сада создаётся совет родителей.</w:t>
      </w:r>
    </w:p>
    <w:p w:rsidR="0030709F" w:rsidRPr="0030709F" w:rsidRDefault="0030709F" w:rsidP="007437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Деятельность совета родителей регламентируется Положением о совете родителей.</w:t>
      </w:r>
    </w:p>
    <w:p w:rsidR="0030709F" w:rsidRPr="0030709F" w:rsidRDefault="0030709F" w:rsidP="0074370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09F">
        <w:rPr>
          <w:rFonts w:ascii="Times New Roman" w:hAnsi="Times New Roman" w:cs="Times New Roman"/>
          <w:sz w:val="24"/>
          <w:szCs w:val="24"/>
        </w:rPr>
        <w:t>При принятии локальных нормативных актов, затрагивающих права и законные интересы воспитанников Детского сада, учитывается мнение родителей (законных представителей)</w:t>
      </w:r>
      <w:proofErr w:type="gramStart"/>
      <w:r w:rsidR="008B536B">
        <w:rPr>
          <w:rFonts w:ascii="Times New Roman" w:hAnsi="Times New Roman" w:cs="Times New Roman"/>
          <w:sz w:val="24"/>
          <w:szCs w:val="24"/>
        </w:rPr>
        <w:t>.</w:t>
      </w:r>
      <w:r w:rsidRPr="0030709F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8B536B">
        <w:rPr>
          <w:rFonts w:ascii="Times New Roman" w:hAnsi="Times New Roman" w:cs="Times New Roman"/>
          <w:sz w:val="24"/>
          <w:szCs w:val="24"/>
        </w:rPr>
        <w:t>.</w:t>
      </w:r>
    </w:p>
    <w:sectPr w:rsidR="0030709F" w:rsidRPr="0030709F" w:rsidSect="008C24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851" w:bottom="1135" w:left="147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B89" w:rsidRDefault="00825B89" w:rsidP="00F465EE">
      <w:pPr>
        <w:spacing w:after="0" w:line="240" w:lineRule="auto"/>
      </w:pPr>
      <w:r>
        <w:separator/>
      </w:r>
    </w:p>
  </w:endnote>
  <w:endnote w:type="continuationSeparator" w:id="0">
    <w:p w:rsidR="00825B89" w:rsidRDefault="00825B89" w:rsidP="00F4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4AB" w:rsidRDefault="008C24A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4AB" w:rsidRDefault="008C24A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4AB" w:rsidRDefault="008C24A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B89" w:rsidRDefault="00825B89" w:rsidP="00F465EE">
      <w:pPr>
        <w:spacing w:after="0" w:line="240" w:lineRule="auto"/>
      </w:pPr>
      <w:r>
        <w:separator/>
      </w:r>
    </w:p>
  </w:footnote>
  <w:footnote w:type="continuationSeparator" w:id="0">
    <w:p w:rsidR="00825B89" w:rsidRDefault="00825B89" w:rsidP="00F4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4AB" w:rsidRDefault="008C24A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1072702"/>
      <w:docPartObj>
        <w:docPartGallery w:val="Page Numbers (Top of Page)"/>
        <w:docPartUnique/>
      </w:docPartObj>
    </w:sdtPr>
    <w:sdtContent>
      <w:p w:rsidR="00F465EE" w:rsidRDefault="007772E5">
        <w:pPr>
          <w:pStyle w:val="a6"/>
          <w:jc w:val="center"/>
        </w:pPr>
        <w:fldSimple w:instr=" PAGE   \* MERGEFORMAT ">
          <w:r w:rsidR="00B05CE0">
            <w:rPr>
              <w:noProof/>
            </w:rPr>
            <w:t>3</w:t>
          </w:r>
        </w:fldSimple>
      </w:p>
    </w:sdtContent>
  </w:sdt>
  <w:p w:rsidR="00F465EE" w:rsidRDefault="00F465E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4AB" w:rsidRDefault="008C24A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C03C4"/>
    <w:multiLevelType w:val="hybridMultilevel"/>
    <w:tmpl w:val="0E484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590"/>
    <w:rsid w:val="00010A1B"/>
    <w:rsid w:val="00022845"/>
    <w:rsid w:val="00050590"/>
    <w:rsid w:val="001513C9"/>
    <w:rsid w:val="001A4881"/>
    <w:rsid w:val="0029560E"/>
    <w:rsid w:val="0030709F"/>
    <w:rsid w:val="003C69BC"/>
    <w:rsid w:val="003D2185"/>
    <w:rsid w:val="00472963"/>
    <w:rsid w:val="004D68F7"/>
    <w:rsid w:val="004E3A78"/>
    <w:rsid w:val="004F7986"/>
    <w:rsid w:val="005B25E5"/>
    <w:rsid w:val="00651204"/>
    <w:rsid w:val="006C1E0D"/>
    <w:rsid w:val="00743706"/>
    <w:rsid w:val="007772E5"/>
    <w:rsid w:val="0081562F"/>
    <w:rsid w:val="00825B89"/>
    <w:rsid w:val="00846C96"/>
    <w:rsid w:val="0088567F"/>
    <w:rsid w:val="008B536B"/>
    <w:rsid w:val="008C24AB"/>
    <w:rsid w:val="008C382B"/>
    <w:rsid w:val="008C3B86"/>
    <w:rsid w:val="008F7183"/>
    <w:rsid w:val="009C6774"/>
    <w:rsid w:val="00A91972"/>
    <w:rsid w:val="00AC3774"/>
    <w:rsid w:val="00B05CE0"/>
    <w:rsid w:val="00C80700"/>
    <w:rsid w:val="00D80ADB"/>
    <w:rsid w:val="00E25B3E"/>
    <w:rsid w:val="00F46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B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7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1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46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65EE"/>
  </w:style>
  <w:style w:type="paragraph" w:styleId="a8">
    <w:name w:val="footer"/>
    <w:basedOn w:val="a"/>
    <w:link w:val="a9"/>
    <w:uiPriority w:val="99"/>
    <w:semiHidden/>
    <w:unhideWhenUsed/>
    <w:rsid w:val="00F46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465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B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7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71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0\&#1080;&#1079;&#1084;&#1077;&#1085;&#1077;&#1085;&#1080;&#1077;%20&#1074;%20&#1091;&#1089;&#1090;&#1072;&#107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изменение в устав</Template>
  <TotalTime>195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Сумина</cp:lastModifiedBy>
  <cp:revision>10</cp:revision>
  <cp:lastPrinted>2021-03-05T06:49:00Z</cp:lastPrinted>
  <dcterms:created xsi:type="dcterms:W3CDTF">2021-03-04T07:54:00Z</dcterms:created>
  <dcterms:modified xsi:type="dcterms:W3CDTF">2021-03-23T08:22:00Z</dcterms:modified>
</cp:coreProperties>
</file>