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49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>Приложение</w:t>
      </w:r>
    </w:p>
    <w:p w:rsidR="00775F87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775F87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>У</w:t>
      </w:r>
      <w:r w:rsidR="00775F87">
        <w:rPr>
          <w:rFonts w:ascii="Times New Roman" w:hAnsi="Times New Roman" w:cs="Times New Roman"/>
          <w:sz w:val="24"/>
          <w:szCs w:val="24"/>
        </w:rPr>
        <w:t>ТВЕРЖДЕНЫ</w:t>
      </w:r>
    </w:p>
    <w:p w:rsidR="00E31AE4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E31AE4" w:rsidRPr="000A47D2">
        <w:rPr>
          <w:rFonts w:ascii="Times New Roman" w:hAnsi="Times New Roman" w:cs="Times New Roman"/>
          <w:sz w:val="24"/>
          <w:szCs w:val="24"/>
        </w:rPr>
        <w:t>остановлением Администрации</w:t>
      </w:r>
    </w:p>
    <w:p w:rsidR="00E31AE4" w:rsidRPr="000A47D2" w:rsidRDefault="00E31AE4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0A47D2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92392E">
        <w:rPr>
          <w:rFonts w:ascii="Times New Roman" w:hAnsi="Times New Roman" w:cs="Times New Roman"/>
          <w:sz w:val="24"/>
          <w:szCs w:val="24"/>
        </w:rPr>
        <w:t xml:space="preserve"> </w:t>
      </w:r>
      <w:r w:rsidRPr="000A47D2">
        <w:rPr>
          <w:rFonts w:ascii="Times New Roman" w:hAnsi="Times New Roman" w:cs="Times New Roman"/>
          <w:sz w:val="24"/>
          <w:szCs w:val="24"/>
        </w:rPr>
        <w:t xml:space="preserve">Железногорск </w:t>
      </w:r>
    </w:p>
    <w:p w:rsidR="00E31AE4" w:rsidRPr="000A47D2" w:rsidRDefault="00775F87" w:rsidP="00775F87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2442C0">
        <w:rPr>
          <w:rFonts w:ascii="Times New Roman" w:hAnsi="Times New Roman" w:cs="Times New Roman"/>
          <w:sz w:val="24"/>
          <w:szCs w:val="24"/>
        </w:rPr>
        <w:t>от __</w:t>
      </w:r>
      <w:r w:rsidR="00E07167" w:rsidRPr="00E07167">
        <w:rPr>
          <w:rFonts w:ascii="Times New Roman" w:hAnsi="Times New Roman" w:cs="Times New Roman"/>
          <w:sz w:val="24"/>
          <w:szCs w:val="24"/>
          <w:u w:val="single"/>
        </w:rPr>
        <w:t>30.06.</w:t>
      </w:r>
      <w:r w:rsidRPr="002442C0">
        <w:rPr>
          <w:rFonts w:ascii="Times New Roman" w:hAnsi="Times New Roman" w:cs="Times New Roman"/>
          <w:sz w:val="24"/>
          <w:szCs w:val="24"/>
        </w:rPr>
        <w:t>_</w:t>
      </w:r>
      <w:r w:rsidR="00E31AE4" w:rsidRPr="002442C0">
        <w:rPr>
          <w:rFonts w:ascii="Times New Roman" w:hAnsi="Times New Roman" w:cs="Times New Roman"/>
          <w:sz w:val="24"/>
          <w:szCs w:val="24"/>
        </w:rPr>
        <w:t>_20</w:t>
      </w:r>
      <w:r w:rsidRPr="002442C0">
        <w:rPr>
          <w:rFonts w:ascii="Times New Roman" w:hAnsi="Times New Roman" w:cs="Times New Roman"/>
          <w:sz w:val="24"/>
          <w:szCs w:val="24"/>
        </w:rPr>
        <w:t>21</w:t>
      </w:r>
      <w:r w:rsidR="00E31AE4" w:rsidRPr="002442C0">
        <w:rPr>
          <w:rFonts w:ascii="Times New Roman" w:hAnsi="Times New Roman" w:cs="Times New Roman"/>
          <w:sz w:val="24"/>
          <w:szCs w:val="24"/>
        </w:rPr>
        <w:t xml:space="preserve"> №</w:t>
      </w:r>
      <w:r w:rsidRPr="002442C0">
        <w:rPr>
          <w:rFonts w:ascii="Times New Roman" w:hAnsi="Times New Roman" w:cs="Times New Roman"/>
          <w:sz w:val="24"/>
          <w:szCs w:val="24"/>
        </w:rPr>
        <w:t>_</w:t>
      </w:r>
      <w:r w:rsidR="00E07167" w:rsidRPr="00E07167">
        <w:rPr>
          <w:rFonts w:ascii="Times New Roman" w:hAnsi="Times New Roman" w:cs="Times New Roman"/>
          <w:sz w:val="24"/>
          <w:szCs w:val="24"/>
          <w:u w:val="single"/>
        </w:rPr>
        <w:t>1236</w:t>
      </w:r>
      <w:r w:rsidRPr="002442C0">
        <w:rPr>
          <w:rFonts w:ascii="Times New Roman" w:hAnsi="Times New Roman" w:cs="Times New Roman"/>
          <w:sz w:val="24"/>
          <w:szCs w:val="24"/>
        </w:rPr>
        <w:t>_</w:t>
      </w: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 xml:space="preserve">ИЗМЕНЕНИЯ № </w:t>
      </w:r>
      <w:r w:rsidR="00775F87">
        <w:rPr>
          <w:rFonts w:ascii="Times New Roman" w:hAnsi="Times New Roman" w:cs="Times New Roman"/>
          <w:sz w:val="28"/>
          <w:szCs w:val="28"/>
        </w:rPr>
        <w:t>6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в УСТАВ</w:t>
      </w:r>
    </w:p>
    <w:p w:rsidR="00E31AE4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E31AE4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Муниципального бюджетного дошкольного образовательного учреждения «Де</w:t>
      </w:r>
      <w:r w:rsidR="008D735A">
        <w:rPr>
          <w:rFonts w:ascii="Times New Roman" w:hAnsi="Times New Roman" w:cs="Times New Roman"/>
          <w:sz w:val="28"/>
          <w:szCs w:val="28"/>
        </w:rPr>
        <w:t xml:space="preserve">тский сад № </w:t>
      </w:r>
      <w:r w:rsidR="00EE5A12">
        <w:rPr>
          <w:rFonts w:ascii="Times New Roman" w:hAnsi="Times New Roman" w:cs="Times New Roman"/>
          <w:sz w:val="28"/>
          <w:szCs w:val="28"/>
        </w:rPr>
        <w:t xml:space="preserve">37 </w:t>
      </w:r>
      <w:r w:rsidR="00EE5A12" w:rsidRPr="00EE5A12">
        <w:rPr>
          <w:rFonts w:ascii="Times New Roman" w:hAnsi="Times New Roman" w:cs="Times New Roman"/>
          <w:sz w:val="28"/>
          <w:szCs w:val="28"/>
        </w:rPr>
        <w:t>“</w:t>
      </w:r>
      <w:r w:rsidR="00EE5A12">
        <w:rPr>
          <w:rFonts w:ascii="Times New Roman" w:hAnsi="Times New Roman" w:cs="Times New Roman"/>
          <w:sz w:val="28"/>
          <w:szCs w:val="28"/>
        </w:rPr>
        <w:t>Терем</w:t>
      </w:r>
      <w:r w:rsidR="00A2467E">
        <w:rPr>
          <w:rFonts w:ascii="Times New Roman" w:hAnsi="Times New Roman" w:cs="Times New Roman"/>
          <w:sz w:val="28"/>
          <w:szCs w:val="28"/>
        </w:rPr>
        <w:t>ок</w:t>
      </w:r>
      <w:r w:rsidR="00EE5A12" w:rsidRPr="00EE5A12">
        <w:rPr>
          <w:rFonts w:ascii="Times New Roman" w:hAnsi="Times New Roman" w:cs="Times New Roman"/>
          <w:sz w:val="28"/>
          <w:szCs w:val="28"/>
        </w:rPr>
        <w:t>”</w:t>
      </w:r>
      <w:r w:rsidR="006132C0">
        <w:rPr>
          <w:rFonts w:ascii="Times New Roman" w:hAnsi="Times New Roman" w:cs="Times New Roman"/>
          <w:sz w:val="28"/>
          <w:szCs w:val="28"/>
        </w:rPr>
        <w:t>»</w:t>
      </w:r>
      <w:r w:rsidR="00EE5A12">
        <w:rPr>
          <w:rFonts w:ascii="Times New Roman" w:hAnsi="Times New Roman" w:cs="Times New Roman"/>
          <w:sz w:val="28"/>
          <w:szCs w:val="28"/>
        </w:rPr>
        <w:t xml:space="preserve"> (МБДОУ № 37 «Терем</w:t>
      </w:r>
      <w:r w:rsidR="00A2467E">
        <w:rPr>
          <w:rFonts w:ascii="Times New Roman" w:hAnsi="Times New Roman" w:cs="Times New Roman"/>
          <w:sz w:val="28"/>
          <w:szCs w:val="28"/>
        </w:rPr>
        <w:t>ок»)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47D2" w:rsidRPr="000A47D2" w:rsidRDefault="000A47D2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735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75F87" w:rsidRPr="000A47D2" w:rsidRDefault="00775F87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Красноярский край,</w:t>
      </w:r>
    </w:p>
    <w:p w:rsidR="004A437A" w:rsidRPr="000A47D2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ЗАТО г. Железногорск,</w:t>
      </w:r>
    </w:p>
    <w:p w:rsidR="004A437A" w:rsidRPr="000A47D2" w:rsidRDefault="008D735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4A437A" w:rsidRPr="000A47D2">
        <w:rPr>
          <w:rFonts w:ascii="Times New Roman" w:hAnsi="Times New Roman" w:cs="Times New Roman"/>
          <w:sz w:val="28"/>
          <w:szCs w:val="28"/>
        </w:rPr>
        <w:t>.</w:t>
      </w:r>
      <w:r w:rsidR="0092392E">
        <w:rPr>
          <w:rFonts w:ascii="Times New Roman" w:hAnsi="Times New Roman" w:cs="Times New Roman"/>
          <w:sz w:val="28"/>
          <w:szCs w:val="28"/>
        </w:rPr>
        <w:t xml:space="preserve"> </w:t>
      </w:r>
      <w:r w:rsidR="004A437A" w:rsidRPr="000A47D2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6936C0" w:rsidRPr="00785595" w:rsidRDefault="004A437A" w:rsidP="006936C0">
      <w:pPr>
        <w:jc w:val="center"/>
        <w:rPr>
          <w:rFonts w:ascii="Times New Roman" w:hAnsi="Times New Roman" w:cs="Times New Roman"/>
          <w:sz w:val="28"/>
          <w:szCs w:val="28"/>
        </w:rPr>
      </w:pPr>
      <w:r w:rsidRPr="000A47D2">
        <w:rPr>
          <w:rFonts w:ascii="Times New Roman" w:hAnsi="Times New Roman" w:cs="Times New Roman"/>
          <w:sz w:val="28"/>
          <w:szCs w:val="28"/>
        </w:rPr>
        <w:t>20</w:t>
      </w:r>
      <w:r w:rsidR="00775F87">
        <w:rPr>
          <w:rFonts w:ascii="Times New Roman" w:hAnsi="Times New Roman" w:cs="Times New Roman"/>
          <w:sz w:val="28"/>
          <w:szCs w:val="28"/>
        </w:rPr>
        <w:t>21 год</w:t>
      </w:r>
    </w:p>
    <w:p w:rsidR="00526DEE" w:rsidRPr="00526DEE" w:rsidRDefault="006936C0" w:rsidP="00AF7142">
      <w:pPr>
        <w:pStyle w:val="ConsPlusTitle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lastRenderedPageBreak/>
        <w:t>Пункт 1.7. изложить в новой редакц</w:t>
      </w:r>
      <w:r w:rsidRPr="00BB61DD">
        <w:rPr>
          <w:rFonts w:ascii="Times New Roman" w:hAnsi="Times New Roman" w:cs="Times New Roman"/>
          <w:b w:val="0"/>
          <w:sz w:val="28"/>
          <w:szCs w:val="28"/>
        </w:rPr>
        <w:t xml:space="preserve">ии: </w:t>
      </w:r>
    </w:p>
    <w:p w:rsidR="006936C0" w:rsidRDefault="006936C0" w:rsidP="00AF714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BB61D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9121A">
        <w:rPr>
          <w:rFonts w:ascii="Times New Roman" w:hAnsi="Times New Roman" w:cs="Times New Roman"/>
          <w:b w:val="0"/>
          <w:sz w:val="28"/>
          <w:szCs w:val="28"/>
        </w:rPr>
        <w:t>В своей деятельности Детский сад подведомствен и подконтролен Муниципальному казенному учреждению «Управление образования» (МКУ «Управление образования»</w:t>
      </w:r>
      <w:r>
        <w:rPr>
          <w:rFonts w:ascii="Times New Roman" w:hAnsi="Times New Roman" w:cs="Times New Roman"/>
          <w:b w:val="0"/>
          <w:sz w:val="28"/>
          <w:szCs w:val="28"/>
        </w:rPr>
        <w:t>)</w:t>
      </w:r>
      <w:r w:rsidRPr="0079121A">
        <w:rPr>
          <w:rFonts w:ascii="Times New Roman" w:hAnsi="Times New Roman" w:cs="Times New Roman"/>
          <w:b w:val="0"/>
          <w:sz w:val="28"/>
          <w:szCs w:val="28"/>
        </w:rPr>
        <w:t xml:space="preserve"> в пределах компетенции</w:t>
      </w:r>
      <w:proofErr w:type="gramStart"/>
      <w:r w:rsidRPr="007912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F714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F7142" w:rsidRPr="00AF7142" w:rsidRDefault="00AF7142" w:rsidP="00AF7142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526DEE" w:rsidRDefault="006936C0" w:rsidP="00AF7142">
      <w:pPr>
        <w:pStyle w:val="ConsPlusTitle"/>
        <w:numPr>
          <w:ilvl w:val="0"/>
          <w:numId w:val="5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t>Пункт 2.4. изложить в новой редакции:</w:t>
      </w:r>
      <w:r w:rsidRPr="00BB61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936C0" w:rsidRDefault="006936C0" w:rsidP="00AF714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B61DD">
        <w:rPr>
          <w:rFonts w:ascii="Times New Roman" w:hAnsi="Times New Roman" w:cs="Times New Roman"/>
          <w:b w:val="0"/>
          <w:sz w:val="28"/>
          <w:szCs w:val="28"/>
        </w:rPr>
        <w:t>«</w:t>
      </w:r>
      <w:r w:rsidRPr="00683265">
        <w:rPr>
          <w:rFonts w:ascii="Times New Roman" w:hAnsi="Times New Roman" w:cs="Times New Roman"/>
          <w:b w:val="0"/>
          <w:sz w:val="28"/>
          <w:szCs w:val="28"/>
        </w:rPr>
        <w:t xml:space="preserve">Количество групп в Детском саду определяется исходя из потребности в предоставлении общедоступного и бесплатного дошкольного образования и предельной наполняемости групп, установленной </w:t>
      </w:r>
      <w:r w:rsidRPr="00395AB2">
        <w:rPr>
          <w:rFonts w:ascii="Times New Roman" w:hAnsi="Times New Roman" w:cs="Times New Roman"/>
          <w:b w:val="0"/>
          <w:sz w:val="28"/>
          <w:szCs w:val="28"/>
        </w:rPr>
        <w:t>Санитарно-эпидемиологически</w:t>
      </w:r>
      <w:r w:rsidRPr="00683265">
        <w:rPr>
          <w:rFonts w:ascii="Times New Roman" w:hAnsi="Times New Roman" w:cs="Times New Roman"/>
          <w:b w:val="0"/>
          <w:sz w:val="28"/>
          <w:szCs w:val="28"/>
        </w:rPr>
        <w:t>ми требованиями</w:t>
      </w:r>
      <w:proofErr w:type="gramStart"/>
      <w:r w:rsidRPr="00683265">
        <w:rPr>
          <w:rFonts w:ascii="Times New Roman" w:hAnsi="Times New Roman" w:cs="Times New Roman"/>
          <w:b w:val="0"/>
          <w:sz w:val="28"/>
          <w:szCs w:val="28"/>
        </w:rPr>
        <w:t>.</w:t>
      </w:r>
      <w:r w:rsidRPr="00BB61DD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  <w:r w:rsidRPr="00BB61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End"/>
    </w:p>
    <w:p w:rsidR="00AF7142" w:rsidRPr="00BB61DD" w:rsidRDefault="00AF7142" w:rsidP="00AF7142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26DEE" w:rsidRPr="00526DEE" w:rsidRDefault="006936C0" w:rsidP="00AF714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26DEE">
        <w:rPr>
          <w:rFonts w:ascii="Times New Roman" w:hAnsi="Times New Roman" w:cs="Times New Roman"/>
          <w:b/>
          <w:sz w:val="28"/>
          <w:szCs w:val="28"/>
        </w:rPr>
        <w:t>Пункт 2.5</w:t>
      </w:r>
      <w:r w:rsidR="00526DEE">
        <w:rPr>
          <w:rFonts w:ascii="Times New Roman" w:hAnsi="Times New Roman" w:cs="Times New Roman"/>
          <w:b/>
          <w:sz w:val="28"/>
          <w:szCs w:val="28"/>
        </w:rPr>
        <w:t>.</w:t>
      </w:r>
      <w:r w:rsidRPr="00526DE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 </w:t>
      </w:r>
    </w:p>
    <w:p w:rsidR="006936C0" w:rsidRDefault="006936C0" w:rsidP="00AF714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t>«В Детском саду функционируют группы общеразвивающей и компенсирующей направленности</w:t>
      </w:r>
      <w:proofErr w:type="gramStart"/>
      <w:r w:rsidRPr="00526DE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F7142" w:rsidRPr="00526DEE" w:rsidRDefault="00AF7142" w:rsidP="00AF714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26DEE" w:rsidRDefault="006936C0" w:rsidP="00AF714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b/>
          <w:sz w:val="28"/>
          <w:szCs w:val="28"/>
        </w:rPr>
        <w:t>Пункт 2.6</w:t>
      </w:r>
      <w:r w:rsidR="00526DEE">
        <w:rPr>
          <w:rFonts w:ascii="Times New Roman" w:hAnsi="Times New Roman" w:cs="Times New Roman"/>
          <w:b/>
          <w:sz w:val="28"/>
          <w:szCs w:val="28"/>
        </w:rPr>
        <w:t>.</w:t>
      </w:r>
      <w:r w:rsidRPr="00526DE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 </w:t>
      </w:r>
    </w:p>
    <w:p w:rsidR="006936C0" w:rsidRDefault="006936C0" w:rsidP="00AF714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t>«Наполняемость групп определяется с учетом возраста детей, их состояния здоровья, специфики основной образовательной программы дошкольного образования, а также с учетом Санитарно-эпидемиологических требований к устройству, содержанию и организации режима работы дошкольных организаций</w:t>
      </w:r>
      <w:proofErr w:type="gramStart"/>
      <w:r w:rsidRPr="00526DEE">
        <w:rPr>
          <w:rFonts w:ascii="Times New Roman" w:hAnsi="Times New Roman" w:cs="Times New Roman"/>
          <w:sz w:val="28"/>
          <w:szCs w:val="28"/>
        </w:rPr>
        <w:t xml:space="preserve">.». </w:t>
      </w:r>
      <w:proofErr w:type="gramEnd"/>
    </w:p>
    <w:p w:rsidR="00AF7142" w:rsidRPr="00526DEE" w:rsidRDefault="00AF7142" w:rsidP="00AF714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6DEE" w:rsidRDefault="006936C0" w:rsidP="00AF7142">
      <w:pPr>
        <w:pStyle w:val="a3"/>
        <w:numPr>
          <w:ilvl w:val="0"/>
          <w:numId w:val="5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b/>
          <w:sz w:val="28"/>
          <w:szCs w:val="28"/>
        </w:rPr>
        <w:t>Пункт 3.3</w:t>
      </w:r>
      <w:r w:rsidR="00526DEE">
        <w:rPr>
          <w:rFonts w:ascii="Times New Roman" w:hAnsi="Times New Roman" w:cs="Times New Roman"/>
          <w:b/>
          <w:sz w:val="28"/>
          <w:szCs w:val="28"/>
        </w:rPr>
        <w:t>.</w:t>
      </w:r>
      <w:r w:rsidRPr="00526DE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</w:t>
      </w:r>
      <w:r w:rsidRPr="00526DEE">
        <w:rPr>
          <w:rFonts w:ascii="Times New Roman" w:hAnsi="Times New Roman" w:cs="Times New Roman"/>
          <w:sz w:val="28"/>
          <w:szCs w:val="28"/>
        </w:rPr>
        <w:t>:</w:t>
      </w:r>
    </w:p>
    <w:p w:rsidR="006936C0" w:rsidRDefault="006936C0" w:rsidP="00AF714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t xml:space="preserve"> «Основным видом деятельности Детского сада является реализация основной образовательной программы в группах общеразвивающей и компенсирующей направленности».</w:t>
      </w:r>
    </w:p>
    <w:p w:rsidR="00AF7142" w:rsidRPr="00526DEE" w:rsidRDefault="00AF7142" w:rsidP="00AF7142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26DEE" w:rsidRDefault="006936C0" w:rsidP="00AF714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b/>
          <w:sz w:val="28"/>
          <w:szCs w:val="28"/>
        </w:rPr>
        <w:t>Абзац второй пункта 3.5</w:t>
      </w:r>
      <w:r w:rsidR="00526DEE">
        <w:rPr>
          <w:rFonts w:ascii="Times New Roman" w:hAnsi="Times New Roman" w:cs="Times New Roman"/>
          <w:b/>
          <w:sz w:val="28"/>
          <w:szCs w:val="28"/>
        </w:rPr>
        <w:t>.</w:t>
      </w:r>
      <w:r w:rsidRPr="00526DE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  <w:r w:rsidRPr="00526D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6C0" w:rsidRDefault="006936C0" w:rsidP="00AF7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t>«В группах компенсирующей направленности осуществляется реализация адаптированной основной образовательной программы для детей с ограниченными возможностями здоровья с учетом особенностей их психофизического развития, индивидуальных возможностей, обеспечивающей коррекцию нарушений развития и социальную адаптацию воспитанников с ограниченными возможностями здоровья</w:t>
      </w:r>
      <w:proofErr w:type="gramStart"/>
      <w:r w:rsidRPr="00526DE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F7142" w:rsidRPr="00526DEE" w:rsidRDefault="00AF7142" w:rsidP="00AF7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6DEE" w:rsidRDefault="006936C0" w:rsidP="00AF714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b/>
          <w:sz w:val="28"/>
          <w:szCs w:val="28"/>
        </w:rPr>
        <w:t>Абзац третий пункта 3.5</w:t>
      </w:r>
      <w:r w:rsidR="00526DEE">
        <w:rPr>
          <w:rFonts w:ascii="Times New Roman" w:hAnsi="Times New Roman" w:cs="Times New Roman"/>
          <w:b/>
          <w:sz w:val="28"/>
          <w:szCs w:val="28"/>
        </w:rPr>
        <w:t>.</w:t>
      </w:r>
      <w:r w:rsidRPr="00526DE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</w:p>
    <w:p w:rsidR="006936C0" w:rsidRDefault="006936C0" w:rsidP="00AF7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DEE">
        <w:rPr>
          <w:rFonts w:ascii="Times New Roman" w:hAnsi="Times New Roman" w:cs="Times New Roman"/>
          <w:sz w:val="28"/>
          <w:szCs w:val="28"/>
        </w:rPr>
        <w:t>«В группах общеразвивающей направленности осуществляется образовательная деятельность по основной образовательной программе дошкольного образования</w:t>
      </w:r>
      <w:proofErr w:type="gramStart"/>
      <w:r w:rsidRPr="00526DE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F7142" w:rsidRPr="00526DEE" w:rsidRDefault="00AF7142" w:rsidP="00AF71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6C0" w:rsidRPr="00526DEE" w:rsidRDefault="006936C0" w:rsidP="00AF7142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6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Подпункты 6.3.1</w:t>
      </w:r>
      <w:r w:rsidR="00704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26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-6.3.7</w:t>
      </w:r>
      <w:r w:rsidR="007046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526D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Устава изложить в новой редакции: </w:t>
      </w:r>
    </w:p>
    <w:p w:rsidR="006936C0" w:rsidRDefault="006936C0" w:rsidP="00AF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«6</w:t>
      </w:r>
      <w:r w:rsidRPr="00065E2D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7046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65E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Проводит плановые, тематические и внеплановые проверки соблюдения действующего законодательства в области образования </w:t>
      </w:r>
      <w:r w:rsidRPr="00200AD3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Российской Федерации, иных нормативных правовых актов Российской Федерации, в пределах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своей</w:t>
      </w:r>
      <w:r w:rsidRPr="00200AD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компетенции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936C0" w:rsidRPr="00E46772" w:rsidRDefault="006936C0" w:rsidP="00AF71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6.3.2</w:t>
      </w:r>
      <w:r w:rsidR="007046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Проводит в </w:t>
      </w:r>
      <w:r w:rsidRPr="007C70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Детском саду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инспекторскую работу по выполнению требований действующего законодательства Российской Федерации в части получения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воспитанниками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общедоступного и беспл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атного дошкольного образования</w:t>
      </w:r>
      <w:r w:rsidRPr="00E467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936C0" w:rsidRPr="003C403C" w:rsidRDefault="006936C0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6.3.3</w:t>
      </w:r>
      <w:r w:rsidR="007046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403C">
        <w:rPr>
          <w:rFonts w:ascii="Times New Roman" w:hAnsi="Times New Roman" w:cs="Times New Roman"/>
          <w:sz w:val="28"/>
          <w:szCs w:val="28"/>
        </w:rPr>
        <w:t xml:space="preserve">Оказывает помощь </w:t>
      </w:r>
      <w:r>
        <w:rPr>
          <w:rFonts w:ascii="Times New Roman" w:hAnsi="Times New Roman" w:cs="Times New Roman"/>
          <w:sz w:val="28"/>
          <w:szCs w:val="28"/>
        </w:rPr>
        <w:t>Детскому саду</w:t>
      </w:r>
      <w:r w:rsidRPr="003C403C">
        <w:rPr>
          <w:rFonts w:ascii="Times New Roman" w:hAnsi="Times New Roman" w:cs="Times New Roman"/>
          <w:sz w:val="28"/>
          <w:szCs w:val="28"/>
        </w:rPr>
        <w:t xml:space="preserve"> в решении вопросов осуществления им административно-хозяйственной и финансовой деятельности, содержания и развития материально-технической базы;</w:t>
      </w:r>
    </w:p>
    <w:p w:rsidR="006936C0" w:rsidRDefault="006936C0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6.3.4</w:t>
      </w:r>
      <w:r w:rsidR="007046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812">
        <w:rPr>
          <w:rFonts w:ascii="Times New Roman" w:hAnsi="Times New Roman" w:cs="Times New Roman"/>
          <w:sz w:val="28"/>
          <w:szCs w:val="28"/>
        </w:rPr>
        <w:t>Осуществляет прием заявлений, постановку на учет и выдачу направлений в муниципальные дошкольные 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936C0" w:rsidRPr="006F2706" w:rsidRDefault="006936C0" w:rsidP="00AF714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6.3.5</w:t>
      </w:r>
      <w:r w:rsidR="0070468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6F27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Координирует и контролирует работу по обеспечению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Детского сада</w:t>
      </w:r>
      <w:r w:rsidRPr="006F27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учебной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литературой, учебными пособиями</w:t>
      </w:r>
      <w:r w:rsidRPr="006F2706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;</w:t>
      </w:r>
    </w:p>
    <w:p w:rsidR="006936C0" w:rsidRPr="003E38CC" w:rsidRDefault="006936C0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6.3.6</w:t>
      </w:r>
      <w:r w:rsidR="007046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8CC">
        <w:rPr>
          <w:rFonts w:ascii="Times New Roman" w:hAnsi="Times New Roman" w:cs="Times New Roman"/>
          <w:sz w:val="28"/>
          <w:szCs w:val="28"/>
        </w:rPr>
        <w:t xml:space="preserve">Обеспечивает правовое сопровождение деятельности </w:t>
      </w:r>
      <w:r>
        <w:rPr>
          <w:rFonts w:ascii="Times New Roman" w:hAnsi="Times New Roman" w:cs="Times New Roman"/>
          <w:sz w:val="28"/>
          <w:szCs w:val="28"/>
        </w:rPr>
        <w:t>Детского сада</w:t>
      </w:r>
      <w:r w:rsidRPr="003E38CC">
        <w:rPr>
          <w:rFonts w:ascii="Times New Roman" w:hAnsi="Times New Roman" w:cs="Times New Roman"/>
          <w:sz w:val="28"/>
          <w:szCs w:val="28"/>
        </w:rPr>
        <w:t>;</w:t>
      </w:r>
    </w:p>
    <w:p w:rsidR="006936C0" w:rsidRDefault="006936C0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6.3.7</w:t>
      </w:r>
      <w:r w:rsidR="00704686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7A04">
        <w:rPr>
          <w:rFonts w:ascii="Times New Roman" w:hAnsi="Times New Roman" w:cs="Times New Roman"/>
          <w:sz w:val="28"/>
          <w:szCs w:val="28"/>
        </w:rPr>
        <w:t>Осуществляет планирование закупок, определение поставщиков (подрядчиков, исполнителей), заключение муниципал</w:t>
      </w:r>
      <w:r>
        <w:rPr>
          <w:rFonts w:ascii="Times New Roman" w:hAnsi="Times New Roman" w:cs="Times New Roman"/>
          <w:sz w:val="28"/>
          <w:szCs w:val="28"/>
        </w:rPr>
        <w:t>ьных контрактов, их исполнение</w:t>
      </w:r>
      <w:r w:rsidRPr="00757A04">
        <w:rPr>
          <w:rFonts w:ascii="Times New Roman" w:hAnsi="Times New Roman" w:cs="Times New Roman"/>
          <w:sz w:val="28"/>
          <w:szCs w:val="28"/>
        </w:rPr>
        <w:t xml:space="preserve">, обеспечивает их оплату для </w:t>
      </w:r>
      <w:r>
        <w:rPr>
          <w:rFonts w:ascii="Times New Roman" w:hAnsi="Times New Roman" w:cs="Times New Roman"/>
          <w:sz w:val="28"/>
          <w:szCs w:val="28"/>
        </w:rPr>
        <w:t>Детского сада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AF7142" w:rsidRDefault="00AF7142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6DEE" w:rsidRDefault="00526DEE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6936C0" w:rsidRPr="00526DEE">
        <w:rPr>
          <w:rFonts w:ascii="Times New Roman" w:hAnsi="Times New Roman" w:cs="Times New Roman"/>
          <w:b/>
          <w:sz w:val="28"/>
          <w:szCs w:val="28"/>
        </w:rPr>
        <w:t>Пункт 6.4.10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6936C0" w:rsidRPr="00526DEE">
        <w:rPr>
          <w:rFonts w:ascii="Times New Roman" w:hAnsi="Times New Roman" w:cs="Times New Roman"/>
          <w:b/>
          <w:sz w:val="28"/>
          <w:szCs w:val="28"/>
        </w:rPr>
        <w:t xml:space="preserve"> изложить в новой редакции:</w:t>
      </w:r>
      <w:r w:rsidR="006936C0" w:rsidRPr="002A09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36C0" w:rsidRDefault="006936C0" w:rsidP="00AF714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целях учета мнения родителей (законных представителей) воспитанников по вопросам управления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и при принятии </w:t>
      </w:r>
      <w:r>
        <w:rPr>
          <w:rFonts w:ascii="Times New Roman" w:eastAsia="Calibri" w:hAnsi="Times New Roman" w:cs="Times New Roman"/>
          <w:sz w:val="28"/>
          <w:szCs w:val="28"/>
        </w:rPr>
        <w:t>Детским садом</w:t>
      </w:r>
      <w:r w:rsidRPr="00A41665">
        <w:rPr>
          <w:rFonts w:ascii="Times New Roman" w:eastAsia="Calibri" w:hAnsi="Times New Roman" w:cs="Times New Roman"/>
          <w:sz w:val="28"/>
          <w:szCs w:val="28"/>
        </w:rPr>
        <w:t xml:space="preserve"> локальных нормативных актов, затрагивающих их права и законные интересы, по инициативе родителей (законных представителей) воспитанников Детского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сада </w:t>
      </w:r>
      <w:r w:rsidRPr="00A41665">
        <w:rPr>
          <w:rFonts w:ascii="Times New Roman" w:eastAsia="Calibri" w:hAnsi="Times New Roman" w:cs="Times New Roman"/>
          <w:sz w:val="28"/>
          <w:szCs w:val="28"/>
        </w:rPr>
        <w:t>созда</w:t>
      </w:r>
      <w:r>
        <w:rPr>
          <w:rFonts w:ascii="Times New Roman" w:eastAsia="Calibri" w:hAnsi="Times New Roman" w:cs="Times New Roman"/>
          <w:sz w:val="28"/>
          <w:szCs w:val="28"/>
        </w:rPr>
        <w:t>ё</w:t>
      </w:r>
      <w:r w:rsidRPr="00A41665">
        <w:rPr>
          <w:rFonts w:ascii="Times New Roman" w:eastAsia="Calibri" w:hAnsi="Times New Roman" w:cs="Times New Roman"/>
          <w:sz w:val="28"/>
          <w:szCs w:val="28"/>
        </w:rPr>
        <w:t>тся совет родителей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6936C0" w:rsidRPr="008B212F" w:rsidRDefault="006936C0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12F">
        <w:rPr>
          <w:rFonts w:ascii="Times New Roman" w:hAnsi="Times New Roman" w:cs="Times New Roman"/>
          <w:sz w:val="28"/>
          <w:szCs w:val="28"/>
        </w:rPr>
        <w:t>Деятельность совета родителей регламентируется Положением о совете родителей.</w:t>
      </w:r>
    </w:p>
    <w:p w:rsidR="006936C0" w:rsidRPr="00E55746" w:rsidRDefault="006936C0" w:rsidP="00AF714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Pr="00E55746">
        <w:rPr>
          <w:rFonts w:ascii="Times New Roman" w:hAnsi="Times New Roman" w:cs="Times New Roman"/>
          <w:sz w:val="28"/>
          <w:szCs w:val="28"/>
        </w:rPr>
        <w:t>принятии локальных нормативных актов, затрагивающих права и законные интересы воспитанников</w:t>
      </w:r>
      <w:r>
        <w:rPr>
          <w:rFonts w:ascii="Times New Roman" w:hAnsi="Times New Roman" w:cs="Times New Roman"/>
          <w:sz w:val="28"/>
          <w:szCs w:val="28"/>
        </w:rPr>
        <w:t xml:space="preserve"> Детского сада, учитывается мнение родителей </w:t>
      </w:r>
      <w:r w:rsidRPr="00E55746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936C0" w:rsidRPr="00E55746" w:rsidRDefault="006936C0" w:rsidP="006936C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746">
        <w:rPr>
          <w:rFonts w:ascii="Times New Roman" w:hAnsi="Times New Roman" w:cs="Times New Roman"/>
          <w:sz w:val="28"/>
          <w:szCs w:val="28"/>
        </w:rPr>
        <w:br/>
      </w:r>
    </w:p>
    <w:p w:rsidR="006936C0" w:rsidRPr="004B65F5" w:rsidRDefault="006936C0" w:rsidP="006936C0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A437A" w:rsidRDefault="004A437A" w:rsidP="00E31A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A437A" w:rsidSect="00A0035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728" w:rsidRDefault="00317728" w:rsidP="000A47D2">
      <w:pPr>
        <w:spacing w:after="0" w:line="240" w:lineRule="auto"/>
      </w:pPr>
      <w:r>
        <w:separator/>
      </w:r>
    </w:p>
  </w:endnote>
  <w:endnote w:type="continuationSeparator" w:id="0">
    <w:p w:rsidR="00317728" w:rsidRDefault="00317728" w:rsidP="000A47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728" w:rsidRDefault="00317728" w:rsidP="000A47D2">
      <w:pPr>
        <w:spacing w:after="0" w:line="240" w:lineRule="auto"/>
      </w:pPr>
      <w:r>
        <w:separator/>
      </w:r>
    </w:p>
  </w:footnote>
  <w:footnote w:type="continuationSeparator" w:id="0">
    <w:p w:rsidR="00317728" w:rsidRDefault="00317728" w:rsidP="000A47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75603670"/>
      <w:docPartObj>
        <w:docPartGallery w:val="Page Numbers (Top of Page)"/>
        <w:docPartUnique/>
      </w:docPartObj>
    </w:sdtPr>
    <w:sdtContent>
      <w:p w:rsidR="00A00356" w:rsidRDefault="0000247D">
        <w:pPr>
          <w:pStyle w:val="a4"/>
          <w:jc w:val="center"/>
        </w:pPr>
        <w:r>
          <w:fldChar w:fldCharType="begin"/>
        </w:r>
        <w:r w:rsidR="00A00356">
          <w:instrText>PAGE   \* MERGEFORMAT</w:instrText>
        </w:r>
        <w:r>
          <w:fldChar w:fldCharType="separate"/>
        </w:r>
        <w:r w:rsidR="00E07167">
          <w:rPr>
            <w:noProof/>
          </w:rPr>
          <w:t>3</w:t>
        </w:r>
        <w:r>
          <w:fldChar w:fldCharType="end"/>
        </w:r>
      </w:p>
    </w:sdtContent>
  </w:sdt>
  <w:p w:rsidR="002442C0" w:rsidRDefault="002442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1077"/>
    <w:multiLevelType w:val="hybridMultilevel"/>
    <w:tmpl w:val="37C4A386"/>
    <w:lvl w:ilvl="0" w:tplc="CE24E9B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EE3EBC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E48D5"/>
    <w:multiLevelType w:val="hybridMultilevel"/>
    <w:tmpl w:val="9666681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1E5D0A"/>
    <w:multiLevelType w:val="hybridMultilevel"/>
    <w:tmpl w:val="3FD8C776"/>
    <w:lvl w:ilvl="0" w:tplc="0BDEAD34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77C87907"/>
    <w:multiLevelType w:val="hybridMultilevel"/>
    <w:tmpl w:val="50008C52"/>
    <w:lvl w:ilvl="0" w:tplc="E69EDD2A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1AE4"/>
    <w:rsid w:val="0000247D"/>
    <w:rsid w:val="00015C57"/>
    <w:rsid w:val="000639FE"/>
    <w:rsid w:val="000A47D2"/>
    <w:rsid w:val="00103807"/>
    <w:rsid w:val="001255FE"/>
    <w:rsid w:val="00135609"/>
    <w:rsid w:val="00150B95"/>
    <w:rsid w:val="00166CFA"/>
    <w:rsid w:val="00185F8B"/>
    <w:rsid w:val="002235D3"/>
    <w:rsid w:val="002442C0"/>
    <w:rsid w:val="002641C2"/>
    <w:rsid w:val="00271F46"/>
    <w:rsid w:val="0027772F"/>
    <w:rsid w:val="00280468"/>
    <w:rsid w:val="00314E6D"/>
    <w:rsid w:val="00317728"/>
    <w:rsid w:val="003D2C6C"/>
    <w:rsid w:val="004A437A"/>
    <w:rsid w:val="004F0738"/>
    <w:rsid w:val="005010D0"/>
    <w:rsid w:val="00526DEE"/>
    <w:rsid w:val="00583F2D"/>
    <w:rsid w:val="006132C0"/>
    <w:rsid w:val="00616054"/>
    <w:rsid w:val="00633656"/>
    <w:rsid w:val="0063616C"/>
    <w:rsid w:val="006408B3"/>
    <w:rsid w:val="00692421"/>
    <w:rsid w:val="006936C0"/>
    <w:rsid w:val="006C45E8"/>
    <w:rsid w:val="006D0017"/>
    <w:rsid w:val="00704686"/>
    <w:rsid w:val="00705165"/>
    <w:rsid w:val="00713236"/>
    <w:rsid w:val="00775F87"/>
    <w:rsid w:val="007A5E6B"/>
    <w:rsid w:val="007D302E"/>
    <w:rsid w:val="007F3FB3"/>
    <w:rsid w:val="0083697C"/>
    <w:rsid w:val="00885FB5"/>
    <w:rsid w:val="00891CB2"/>
    <w:rsid w:val="008D735A"/>
    <w:rsid w:val="008F6816"/>
    <w:rsid w:val="0092392E"/>
    <w:rsid w:val="00962542"/>
    <w:rsid w:val="00962678"/>
    <w:rsid w:val="0098398B"/>
    <w:rsid w:val="009C55AD"/>
    <w:rsid w:val="009D0CDC"/>
    <w:rsid w:val="00A00356"/>
    <w:rsid w:val="00A2467E"/>
    <w:rsid w:val="00AE4643"/>
    <w:rsid w:val="00AE6B3F"/>
    <w:rsid w:val="00AF7142"/>
    <w:rsid w:val="00B157AB"/>
    <w:rsid w:val="00B55E03"/>
    <w:rsid w:val="00B64B68"/>
    <w:rsid w:val="00CD45AC"/>
    <w:rsid w:val="00D23C45"/>
    <w:rsid w:val="00D27C49"/>
    <w:rsid w:val="00D62FC2"/>
    <w:rsid w:val="00D820A6"/>
    <w:rsid w:val="00E07167"/>
    <w:rsid w:val="00E31AE4"/>
    <w:rsid w:val="00EB0261"/>
    <w:rsid w:val="00EE5A12"/>
    <w:rsid w:val="00F04546"/>
    <w:rsid w:val="00F56257"/>
    <w:rsid w:val="00F94727"/>
    <w:rsid w:val="00FA3B4D"/>
    <w:rsid w:val="00FA552D"/>
    <w:rsid w:val="00FB47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43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47D2"/>
  </w:style>
  <w:style w:type="paragraph" w:styleId="a6">
    <w:name w:val="footer"/>
    <w:basedOn w:val="a"/>
    <w:link w:val="a7"/>
    <w:uiPriority w:val="99"/>
    <w:unhideWhenUsed/>
    <w:rsid w:val="000A47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47D2"/>
  </w:style>
  <w:style w:type="paragraph" w:customStyle="1" w:styleId="ConsPlusTitle">
    <w:name w:val="ConsPlusTitle"/>
    <w:rsid w:val="00693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93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936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FA840-74C8-401E-A515-280A609A4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585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Сумина</cp:lastModifiedBy>
  <cp:revision>12</cp:revision>
  <cp:lastPrinted>2021-06-25T09:05:00Z</cp:lastPrinted>
  <dcterms:created xsi:type="dcterms:W3CDTF">2021-04-01T05:09:00Z</dcterms:created>
  <dcterms:modified xsi:type="dcterms:W3CDTF">2021-06-30T10:17:00Z</dcterms:modified>
</cp:coreProperties>
</file>