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465F08">
        <w:rPr>
          <w:rFonts w:ascii="Times New Roman" w:hAnsi="Times New Roman"/>
          <w:szCs w:val="24"/>
        </w:rPr>
        <w:t>19.07.20</w:t>
      </w:r>
      <w:r w:rsidR="00BA13A6">
        <w:rPr>
          <w:rFonts w:ascii="Times New Roman" w:hAnsi="Times New Roman"/>
          <w:szCs w:val="24"/>
        </w:rPr>
        <w:t>2</w:t>
      </w:r>
      <w:r w:rsidR="00460D5A">
        <w:rPr>
          <w:rFonts w:ascii="Times New Roman" w:hAnsi="Times New Roman"/>
          <w:szCs w:val="24"/>
        </w:rPr>
        <w:t>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465F08">
        <w:rPr>
          <w:rFonts w:ascii="Times New Roman" w:hAnsi="Times New Roman"/>
          <w:szCs w:val="24"/>
        </w:rPr>
        <w:t>262</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F67BE0">
        <w:rPr>
          <w:rFonts w:ascii="Times New Roman" w:hAnsi="Times New Roman"/>
          <w:b/>
          <w:sz w:val="28"/>
          <w:szCs w:val="28"/>
        </w:rPr>
        <w:t>261</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460D5A" w:rsidP="006A469E">
      <w:pPr>
        <w:tabs>
          <w:tab w:val="left" w:pos="3615"/>
        </w:tabs>
        <w:jc w:val="center"/>
        <w:rPr>
          <w:rFonts w:ascii="Times New Roman" w:hAnsi="Times New Roman"/>
          <w:b/>
        </w:rPr>
      </w:pPr>
      <w:r>
        <w:rPr>
          <w:rFonts w:ascii="Times New Roman" w:hAnsi="Times New Roman"/>
          <w:sz w:val="24"/>
          <w:szCs w:val="24"/>
        </w:rPr>
        <w:t>2023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725D23" w:rsidRPr="00C24927" w:rsidRDefault="00725D23" w:rsidP="00725D23">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w:t>
      </w:r>
      <w:r w:rsidR="00D472B4">
        <w:rPr>
          <w:rFonts w:ascii="Times New Roman" w:hAnsi="Times New Roman"/>
          <w:sz w:val="24"/>
          <w:szCs w:val="24"/>
        </w:rPr>
        <w:t xml:space="preserve">постановлением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 xml:space="preserve">02.12.2022 № 2534 «Об обеспечении доступа к информации о деятельности </w:t>
      </w:r>
      <w:proofErr w:type="gramStart"/>
      <w:r w:rsidR="00D472B4" w:rsidRPr="00297CF8">
        <w:rPr>
          <w:rFonts w:ascii="Times New Roman" w:hAnsi="Times New Roman"/>
          <w:sz w:val="24"/>
          <w:szCs w:val="24"/>
        </w:rPr>
        <w:t>Администрации</w:t>
      </w:r>
      <w:proofErr w:type="gramEnd"/>
      <w:r w:rsidR="00D472B4" w:rsidRPr="00297CF8">
        <w:rPr>
          <w:rFonts w:ascii="Times New Roman" w:hAnsi="Times New Roman"/>
          <w:sz w:val="24"/>
          <w:szCs w:val="24"/>
        </w:rPr>
        <w:t xml:space="preserve"> ЗАТО г. Железногорск и подведомственных организаций»</w:t>
      </w:r>
      <w:r w:rsidR="00D472B4">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D472B4" w:rsidRPr="009359AE" w:rsidRDefault="00725D23" w:rsidP="00D472B4">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w:t>
      </w:r>
      <w:r w:rsidR="00D472B4" w:rsidRPr="009359AE">
        <w:rPr>
          <w:rFonts w:ascii="Times New Roman" w:hAnsi="Times New Roman"/>
          <w:sz w:val="24"/>
          <w:szCs w:val="24"/>
        </w:rPr>
        <w:t xml:space="preserve">Во исполнение </w:t>
      </w:r>
      <w:r w:rsidR="00D472B4">
        <w:rPr>
          <w:rFonts w:ascii="Times New Roman" w:hAnsi="Times New Roman"/>
          <w:sz w:val="24"/>
          <w:szCs w:val="24"/>
        </w:rPr>
        <w:t>п</w:t>
      </w:r>
      <w:r w:rsidR="00D472B4" w:rsidRPr="009359AE">
        <w:rPr>
          <w:rFonts w:ascii="Times New Roman" w:hAnsi="Times New Roman"/>
          <w:sz w:val="24"/>
          <w:szCs w:val="24"/>
        </w:rPr>
        <w:t xml:space="preserve">остановления </w:t>
      </w:r>
      <w:proofErr w:type="gramStart"/>
      <w:r w:rsidR="00D472B4" w:rsidRPr="009359AE">
        <w:rPr>
          <w:rFonts w:ascii="Times New Roman" w:hAnsi="Times New Roman"/>
          <w:sz w:val="24"/>
          <w:szCs w:val="24"/>
        </w:rPr>
        <w:t>Администрации</w:t>
      </w:r>
      <w:proofErr w:type="gramEnd"/>
      <w:r w:rsidR="00D472B4" w:rsidRPr="009359AE">
        <w:rPr>
          <w:rFonts w:ascii="Times New Roman" w:hAnsi="Times New Roman"/>
          <w:sz w:val="24"/>
          <w:szCs w:val="24"/>
        </w:rPr>
        <w:t xml:space="preserve"> ЗАТО г.</w:t>
      </w:r>
      <w:r w:rsidR="00D472B4">
        <w:rPr>
          <w:rFonts w:ascii="Times New Roman" w:hAnsi="Times New Roman"/>
          <w:sz w:val="24"/>
          <w:szCs w:val="24"/>
        </w:rPr>
        <w:t xml:space="preserve"> </w:t>
      </w:r>
      <w:r w:rsidR="00D472B4" w:rsidRPr="009359AE">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sidRPr="009359AE">
        <w:rPr>
          <w:rFonts w:ascii="Times New Roman" w:hAnsi="Times New Roman"/>
          <w:sz w:val="24"/>
          <w:szCs w:val="24"/>
        </w:rPr>
        <w:t xml:space="preserve"> информация о проведении аукциона размещается </w:t>
      </w:r>
      <w:r w:rsidR="00D472B4" w:rsidRPr="00C33B94">
        <w:rPr>
          <w:rFonts w:ascii="Times New Roman" w:hAnsi="Times New Roman"/>
          <w:sz w:val="24"/>
          <w:szCs w:val="24"/>
        </w:rPr>
        <w:t xml:space="preserve">на </w:t>
      </w:r>
      <w:r w:rsidR="00D472B4"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D472B4" w:rsidRPr="009359AE">
        <w:rPr>
          <w:rFonts w:ascii="Times New Roman" w:hAnsi="Times New Roman"/>
          <w:sz w:val="24"/>
          <w:szCs w:val="24"/>
        </w:rPr>
        <w:t xml:space="preserve"> </w:t>
      </w:r>
      <w:hyperlink r:id="rId10" w:history="1">
        <w:r w:rsidR="00D472B4" w:rsidRPr="009359AE">
          <w:rPr>
            <w:rStyle w:val="a7"/>
            <w:rFonts w:ascii="Times New Roman" w:hAnsi="Times New Roman"/>
            <w:sz w:val="24"/>
            <w:szCs w:val="24"/>
            <w:lang w:val="en-US"/>
          </w:rPr>
          <w:t>www</w:t>
        </w:r>
        <w:r w:rsidR="00D472B4" w:rsidRPr="009359AE">
          <w:rPr>
            <w:rStyle w:val="a7"/>
            <w:rFonts w:ascii="Times New Roman" w:hAnsi="Times New Roman"/>
            <w:sz w:val="24"/>
            <w:szCs w:val="24"/>
          </w:rPr>
          <w:t>.</w:t>
        </w:r>
        <w:proofErr w:type="spellStart"/>
        <w:r w:rsidR="00D472B4" w:rsidRPr="009359AE">
          <w:rPr>
            <w:rStyle w:val="a7"/>
            <w:rFonts w:ascii="Times New Roman" w:hAnsi="Times New Roman"/>
            <w:sz w:val="24"/>
            <w:szCs w:val="24"/>
            <w:lang w:val="en-US"/>
          </w:rPr>
          <w:t>admk</w:t>
        </w:r>
        <w:proofErr w:type="spellEnd"/>
        <w:r w:rsidR="00D472B4" w:rsidRPr="009359AE">
          <w:rPr>
            <w:rStyle w:val="a7"/>
            <w:rFonts w:ascii="Times New Roman" w:hAnsi="Times New Roman"/>
            <w:sz w:val="24"/>
            <w:szCs w:val="24"/>
          </w:rPr>
          <w:t>26.</w:t>
        </w:r>
        <w:proofErr w:type="spellStart"/>
        <w:r w:rsidR="00D472B4" w:rsidRPr="009359AE">
          <w:rPr>
            <w:rStyle w:val="a7"/>
            <w:rFonts w:ascii="Times New Roman" w:hAnsi="Times New Roman"/>
            <w:sz w:val="24"/>
            <w:szCs w:val="24"/>
            <w:lang w:val="en-US"/>
          </w:rPr>
          <w:t>ru</w:t>
        </w:r>
        <w:proofErr w:type="spellEnd"/>
      </w:hyperlink>
      <w:r w:rsidR="00D472B4"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725D23" w:rsidRPr="009359AE" w:rsidRDefault="00725D23" w:rsidP="00725D23">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 xml:space="preserve">асноярского </w:t>
      </w:r>
      <w:r w:rsidRPr="009359AE">
        <w:rPr>
          <w:rFonts w:ascii="Times New Roman" w:hAnsi="Times New Roman"/>
          <w:sz w:val="24"/>
          <w:szCs w:val="24"/>
        </w:rPr>
        <w:lastRenderedPageBreak/>
        <w:t>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725D23" w:rsidRPr="009359AE" w:rsidRDefault="00725D23" w:rsidP="00725D23">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725D23" w:rsidRPr="0019761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725D23"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725D23" w:rsidRDefault="00725D23" w:rsidP="00725D23">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w:t>
      </w:r>
      <w:r w:rsidRPr="0050158C">
        <w:rPr>
          <w:rFonts w:ascii="Times New Roman" w:hAnsi="Times New Roman"/>
          <w:bCs/>
          <w:iCs/>
          <w:sz w:val="24"/>
          <w:szCs w:val="24"/>
        </w:rPr>
        <w:lastRenderedPageBreak/>
        <w:t xml:space="preserve">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725D23" w:rsidRPr="002B1791"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725D23" w:rsidRDefault="00725D23" w:rsidP="00725D23">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725D23" w:rsidRPr="009359AE" w:rsidRDefault="00725D23" w:rsidP="00725D23">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725D23" w:rsidRPr="009359AE" w:rsidRDefault="00725D23" w:rsidP="00725D23">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725D23" w:rsidRPr="009359AE"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lastRenderedPageBreak/>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725D23" w:rsidRPr="004C6281"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725D23" w:rsidRPr="009359AE" w:rsidRDefault="00725D23" w:rsidP="00725D23">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725D23"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725D23" w:rsidRPr="009359AE"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w:t>
      </w:r>
      <w:r w:rsidRPr="009359AE">
        <w:rPr>
          <w:rFonts w:ascii="Times New Roman" w:hAnsi="Times New Roman"/>
          <w:sz w:val="24"/>
          <w:szCs w:val="24"/>
        </w:rPr>
        <w:lastRenderedPageBreak/>
        <w:t xml:space="preserve">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725D23" w:rsidP="00725D23">
      <w:pPr>
        <w:pStyle w:val="31"/>
        <w:tabs>
          <w:tab w:val="left" w:pos="0"/>
        </w:tabs>
        <w:spacing w:before="0" w:after="0"/>
        <w:ind w:firstLine="567"/>
        <w:jc w:val="both"/>
        <w:rPr>
          <w:szCs w:val="24"/>
        </w:rPr>
      </w:pPr>
      <w:r w:rsidRPr="009359AE">
        <w:rPr>
          <w:b/>
          <w:szCs w:val="24"/>
        </w:rPr>
        <w:t>12. Отказ от проведения аукциона.</w:t>
      </w:r>
    </w:p>
    <w:p w:rsidR="00725D23" w:rsidRPr="009359AE" w:rsidRDefault="00725D23" w:rsidP="00725D23">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725D23" w:rsidRPr="009359AE" w:rsidRDefault="00725D23" w:rsidP="00725D23">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725D23" w:rsidRPr="009359AE" w:rsidRDefault="00725D23" w:rsidP="00725D23">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725D23" w:rsidRPr="009359AE" w:rsidRDefault="00725D23" w:rsidP="00725D23">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725D23" w:rsidRPr="009359AE" w:rsidRDefault="00725D23" w:rsidP="00725D23">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725D23" w:rsidRDefault="00725D23" w:rsidP="00725D23">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725D23" w:rsidRPr="009359AE" w:rsidRDefault="00725D23" w:rsidP="00725D23">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w:t>
      </w:r>
      <w:r w:rsidRPr="009359AE">
        <w:rPr>
          <w:rFonts w:ascii="Times New Roman" w:hAnsi="Times New Roman"/>
          <w:sz w:val="24"/>
          <w:szCs w:val="24"/>
        </w:rPr>
        <w:lastRenderedPageBreak/>
        <w:t>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725D23" w:rsidRPr="00463606" w:rsidRDefault="00725D23" w:rsidP="00725D23">
      <w:pPr>
        <w:spacing w:after="0" w:line="240" w:lineRule="auto"/>
        <w:ind w:firstLine="567"/>
        <w:jc w:val="both"/>
        <w:rPr>
          <w:rFonts w:ascii="Times New Roman" w:hAnsi="Times New Roman"/>
          <w:sz w:val="24"/>
          <w:szCs w:val="24"/>
        </w:rPr>
      </w:pPr>
      <w:proofErr w:type="gramStart"/>
      <w:r w:rsidRPr="00463606">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w:t>
      </w:r>
      <w:r>
        <w:rPr>
          <w:rFonts w:ascii="Times New Roman" w:hAnsi="Times New Roman"/>
          <w:sz w:val="24"/>
          <w:szCs w:val="24"/>
        </w:rPr>
        <w:t xml:space="preserve"> либо </w:t>
      </w:r>
      <w:r w:rsidRPr="00463606">
        <w:rPr>
          <w:rFonts w:ascii="Times New Roman" w:hAnsi="Times New Roman"/>
          <w:sz w:val="24"/>
          <w:szCs w:val="24"/>
        </w:rPr>
        <w:t>подачи заявки на участие в аукционе заявителем</w:t>
      </w:r>
      <w:r>
        <w:rPr>
          <w:rFonts w:ascii="Times New Roman" w:hAnsi="Times New Roman"/>
          <w:sz w:val="24"/>
          <w:szCs w:val="24"/>
        </w:rPr>
        <w:t xml:space="preserve"> - </w:t>
      </w:r>
      <w:r w:rsidRPr="00463606">
        <w:rPr>
          <w:rFonts w:ascii="Times New Roman" w:hAnsi="Times New Roman"/>
          <w:sz w:val="24"/>
          <w:szCs w:val="24"/>
        </w:rPr>
        <w:t xml:space="preserve">физическим лицом, не являющимся индивидуальным предпринимателем и </w:t>
      </w:r>
      <w:r>
        <w:rPr>
          <w:rFonts w:ascii="Times New Roman" w:hAnsi="Times New Roman"/>
          <w:sz w:val="24"/>
          <w:szCs w:val="24"/>
        </w:rPr>
        <w:t>не при</w:t>
      </w:r>
      <w:r w:rsidRPr="00463606">
        <w:rPr>
          <w:rFonts w:ascii="Times New Roman" w:hAnsi="Times New Roman"/>
          <w:sz w:val="24"/>
          <w:szCs w:val="24"/>
        </w:rPr>
        <w:t>меняющим специальный налоговый режим «Налог на профессиональный доход»;</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25D23"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725D23" w:rsidRPr="004C540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25D23" w:rsidRDefault="00725D23" w:rsidP="00725D23">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sidR="00A71676">
        <w:rPr>
          <w:rFonts w:ascii="Times New Roman" w:hAnsi="Times New Roman"/>
          <w:i/>
          <w:sz w:val="24"/>
          <w:szCs w:val="24"/>
        </w:rPr>
        <w:t>е</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w:t>
      </w:r>
      <w:r w:rsidRPr="009359AE">
        <w:rPr>
          <w:rFonts w:ascii="Times New Roman" w:hAnsi="Times New Roman"/>
          <w:sz w:val="24"/>
          <w:szCs w:val="24"/>
        </w:rPr>
        <w:lastRenderedPageBreak/>
        <w:t>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w:t>
      </w:r>
      <w:r w:rsidRPr="009359AE">
        <w:rPr>
          <w:rFonts w:ascii="Times New Roman" w:hAnsi="Times New Roman"/>
          <w:sz w:val="24"/>
          <w:szCs w:val="24"/>
        </w:rPr>
        <w:lastRenderedPageBreak/>
        <w:t xml:space="preserve">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 xml:space="preserve">17.7.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входящего в состав Муниципальной </w:t>
      </w:r>
      <w:proofErr w:type="gramStart"/>
      <w:r w:rsidRPr="001B163E">
        <w:rPr>
          <w:rFonts w:ascii="Times New Roman" w:hAnsi="Times New Roman"/>
          <w:sz w:val="24"/>
          <w:szCs w:val="24"/>
        </w:rPr>
        <w:t>казны</w:t>
      </w:r>
      <w:proofErr w:type="gramEnd"/>
      <w:r w:rsidRPr="001B163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передаются участнику аукциона, сделавшему предпоследнее предложение по цене договора.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 xml:space="preserve">17.8.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17.9.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17.14 аукционной документации.</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1B163E" w:rsidRPr="003F4011"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xml:space="preserve">. </w:t>
      </w:r>
      <w:r w:rsidRPr="003F4011">
        <w:rPr>
          <w:rFonts w:ascii="Times New Roman" w:hAnsi="Times New Roman"/>
          <w:sz w:val="24"/>
          <w:szCs w:val="24"/>
        </w:rPr>
        <w:t>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B163E" w:rsidRPr="003F4011" w:rsidRDefault="001B163E" w:rsidP="001B163E">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w:t>
      </w:r>
      <w:r>
        <w:rPr>
          <w:rFonts w:ascii="Times New Roman" w:hAnsi="Times New Roman"/>
          <w:sz w:val="24"/>
          <w:szCs w:val="24"/>
        </w:rPr>
        <w:t>3</w:t>
      </w:r>
      <w:r w:rsidRPr="003F4011">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B163E" w:rsidRPr="009359AE" w:rsidRDefault="001B163E" w:rsidP="001B163E">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1B163E" w:rsidRDefault="001B163E" w:rsidP="001B163E">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B163E" w:rsidRPr="001B163E" w:rsidRDefault="001B163E" w:rsidP="001B163E">
      <w:pPr>
        <w:spacing w:after="0" w:line="240" w:lineRule="auto"/>
        <w:ind w:firstLine="567"/>
        <w:jc w:val="both"/>
        <w:rPr>
          <w:rFonts w:ascii="Times New Roman" w:hAnsi="Times New Roman"/>
          <w:sz w:val="24"/>
          <w:szCs w:val="24"/>
        </w:rPr>
      </w:pPr>
      <w:r w:rsidRPr="001B163E">
        <w:rPr>
          <w:rFonts w:ascii="Times New Roman" w:hAnsi="Times New Roman"/>
          <w:sz w:val="24"/>
          <w:szCs w:val="24"/>
        </w:rPr>
        <w:t>17.14. Плата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перечислением или наличными на расчетный счет, указанный в договоре аренды.</w:t>
      </w:r>
    </w:p>
    <w:p w:rsidR="00AA3C15" w:rsidRPr="001B163E" w:rsidRDefault="00AA3C15"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17.1</w:t>
      </w:r>
      <w:r w:rsidR="00137D68" w:rsidRPr="001B163E">
        <w:rPr>
          <w:rFonts w:ascii="Times New Roman" w:hAnsi="Times New Roman"/>
          <w:sz w:val="24"/>
          <w:szCs w:val="24"/>
        </w:rPr>
        <w:t>5</w:t>
      </w:r>
      <w:r w:rsidRPr="001B163E">
        <w:rPr>
          <w:rFonts w:ascii="Times New Roman" w:hAnsi="Times New Roman"/>
          <w:sz w:val="24"/>
          <w:szCs w:val="24"/>
        </w:rPr>
        <w:t>.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оконные и дверные конструкции должны быть в удовлетворительном техническом состоянии и быть исправны.</w:t>
      </w:r>
    </w:p>
    <w:p w:rsidR="00D80D26"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17.16. Согласование</w:t>
      </w:r>
      <w:r w:rsidRPr="004D2BF4">
        <w:rPr>
          <w:rFonts w:ascii="Times New Roman" w:hAnsi="Times New Roman"/>
          <w:sz w:val="24"/>
          <w:szCs w:val="24"/>
        </w:rPr>
        <w:t xml:space="preserve">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D80D26" w:rsidRDefault="00D80D26" w:rsidP="009A7FE7">
      <w:pPr>
        <w:autoSpaceDE w:val="0"/>
        <w:autoSpaceDN w:val="0"/>
        <w:adjustRightInd w:val="0"/>
        <w:spacing w:after="0" w:line="240" w:lineRule="auto"/>
        <w:ind w:firstLine="708"/>
        <w:jc w:val="both"/>
        <w:rPr>
          <w:rFonts w:ascii="Times New Roman" w:hAnsi="Times New Roman"/>
          <w:sz w:val="24"/>
          <w:szCs w:val="24"/>
        </w:rPr>
      </w:pPr>
    </w:p>
    <w:p w:rsidR="00186DE6" w:rsidRPr="006458D8" w:rsidRDefault="00186DE6" w:rsidP="009A7FE7">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9A7FE7">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7374FC">
        <w:rPr>
          <w:rFonts w:ascii="Times New Roman" w:hAnsi="Times New Roman"/>
          <w:sz w:val="24"/>
          <w:szCs w:val="24"/>
        </w:rPr>
        <w:t>2</w:t>
      </w:r>
      <w:r w:rsidRPr="00DE55B1">
        <w:rPr>
          <w:rFonts w:ascii="Times New Roman" w:hAnsi="Times New Roman"/>
          <w:sz w:val="24"/>
          <w:szCs w:val="24"/>
        </w:rPr>
        <w:t>;</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3C528D">
        <w:rPr>
          <w:rFonts w:ascii="Times New Roman" w:hAnsi="Times New Roman"/>
          <w:sz w:val="24"/>
          <w:szCs w:val="24"/>
        </w:rPr>
        <w:t>1</w:t>
      </w:r>
      <w:r w:rsidR="006E7927">
        <w:rPr>
          <w:rFonts w:ascii="Times New Roman" w:hAnsi="Times New Roman"/>
          <w:sz w:val="24"/>
          <w:szCs w:val="24"/>
        </w:rPr>
        <w:t>5</w:t>
      </w:r>
      <w:r w:rsidRPr="00DE55B1">
        <w:rPr>
          <w:rFonts w:ascii="Times New Roman" w:hAnsi="Times New Roman"/>
          <w:sz w:val="24"/>
          <w:szCs w:val="24"/>
        </w:rPr>
        <w:t>;</w:t>
      </w:r>
    </w:p>
    <w:p w:rsidR="001B163E" w:rsidRPr="00A656BD" w:rsidRDefault="00AA3C15" w:rsidP="009A7FE7">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sidR="00D10AC3" w:rsidRPr="00A656BD">
        <w:rPr>
          <w:rFonts w:ascii="Times New Roman" w:hAnsi="Times New Roman"/>
          <w:sz w:val="24"/>
          <w:szCs w:val="24"/>
        </w:rPr>
        <w:t>3</w:t>
      </w:r>
      <w:r w:rsidRPr="00A656BD">
        <w:rPr>
          <w:rFonts w:ascii="Times New Roman" w:hAnsi="Times New Roman"/>
          <w:sz w:val="24"/>
          <w:szCs w:val="24"/>
        </w:rPr>
        <w:t>. Проект договора аренды</w:t>
      </w:r>
      <w:r w:rsidR="002554AC">
        <w:rPr>
          <w:rFonts w:ascii="Times New Roman" w:hAnsi="Times New Roman"/>
          <w:sz w:val="24"/>
          <w:szCs w:val="24"/>
        </w:rPr>
        <w:t xml:space="preserve"> -</w:t>
      </w:r>
      <w:r w:rsidRPr="00A656BD">
        <w:rPr>
          <w:rFonts w:ascii="Times New Roman" w:hAnsi="Times New Roman"/>
          <w:sz w:val="24"/>
          <w:szCs w:val="24"/>
        </w:rPr>
        <w:t xml:space="preserve"> стр.</w:t>
      </w:r>
      <w:r w:rsidR="00B254E0" w:rsidRPr="00A656BD">
        <w:rPr>
          <w:rFonts w:ascii="Times New Roman" w:hAnsi="Times New Roman"/>
          <w:sz w:val="24"/>
          <w:szCs w:val="24"/>
        </w:rPr>
        <w:t>2</w:t>
      </w:r>
      <w:r w:rsidR="006E7927">
        <w:rPr>
          <w:rFonts w:ascii="Times New Roman" w:hAnsi="Times New Roman"/>
          <w:sz w:val="24"/>
          <w:szCs w:val="24"/>
        </w:rPr>
        <w:t>0</w:t>
      </w:r>
      <w:r w:rsidR="00A656BD" w:rsidRPr="00A656BD">
        <w:rPr>
          <w:rFonts w:ascii="Times New Roman" w:hAnsi="Times New Roman"/>
          <w:sz w:val="24"/>
          <w:szCs w:val="24"/>
        </w:rPr>
        <w:t>.</w:t>
      </w:r>
    </w:p>
    <w:sectPr w:rsidR="001B163E" w:rsidRPr="00A656BD" w:rsidSect="00113072">
      <w:headerReference w:type="default" r:id="rId24"/>
      <w:footerReference w:type="even" r:id="rId25"/>
      <w:headerReference w:type="first" r:id="rId26"/>
      <w:pgSz w:w="11906" w:h="16838"/>
      <w:pgMar w:top="1276"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9E0" w:rsidRDefault="00D349E0">
      <w:pPr>
        <w:spacing w:after="0" w:line="240" w:lineRule="auto"/>
      </w:pPr>
      <w:r>
        <w:separator/>
      </w:r>
    </w:p>
  </w:endnote>
  <w:endnote w:type="continuationSeparator" w:id="0">
    <w:p w:rsidR="00D349E0" w:rsidRDefault="00D349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D93DD1">
    <w:pPr>
      <w:pStyle w:val="af3"/>
      <w:framePr w:wrap="around" w:vAnchor="text" w:hAnchor="margin" w:xAlign="center" w:y="1"/>
      <w:rPr>
        <w:rStyle w:val="af5"/>
      </w:rPr>
    </w:pPr>
    <w:r>
      <w:rPr>
        <w:rStyle w:val="af5"/>
      </w:rPr>
      <w:fldChar w:fldCharType="begin"/>
    </w:r>
    <w:r w:rsidR="0031464F">
      <w:rPr>
        <w:rStyle w:val="af5"/>
      </w:rPr>
      <w:instrText xml:space="preserve">PAGE  </w:instrText>
    </w:r>
    <w:r>
      <w:rPr>
        <w:rStyle w:val="af5"/>
      </w:rPr>
      <w:fldChar w:fldCharType="separate"/>
    </w:r>
    <w:r w:rsidR="0031464F">
      <w:rPr>
        <w:rStyle w:val="af5"/>
        <w:noProof/>
      </w:rPr>
      <w:t>1</w:t>
    </w:r>
    <w:r>
      <w:rPr>
        <w:rStyle w:val="af5"/>
      </w:rPr>
      <w:fldChar w:fldCharType="end"/>
    </w:r>
  </w:p>
  <w:p w:rsidR="0031464F" w:rsidRDefault="0031464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9E0" w:rsidRDefault="00D349E0">
      <w:pPr>
        <w:spacing w:after="0" w:line="240" w:lineRule="auto"/>
      </w:pPr>
      <w:r>
        <w:separator/>
      </w:r>
    </w:p>
  </w:footnote>
  <w:footnote w:type="continuationSeparator" w:id="0">
    <w:p w:rsidR="00D349E0" w:rsidRDefault="00D349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Pr="009F16D3" w:rsidRDefault="00D93DD1">
    <w:pPr>
      <w:pStyle w:val="af9"/>
      <w:jc w:val="center"/>
      <w:rPr>
        <w:rFonts w:ascii="Times New Roman" w:hAnsi="Times New Roman"/>
      </w:rPr>
    </w:pPr>
    <w:r w:rsidRPr="009F16D3">
      <w:rPr>
        <w:rFonts w:ascii="Times New Roman" w:hAnsi="Times New Roman"/>
      </w:rPr>
      <w:fldChar w:fldCharType="begin"/>
    </w:r>
    <w:r w:rsidR="0031464F" w:rsidRPr="009F16D3">
      <w:rPr>
        <w:rFonts w:ascii="Times New Roman" w:hAnsi="Times New Roman"/>
      </w:rPr>
      <w:instrText xml:space="preserve"> PAGE   \* MERGEFORMAT </w:instrText>
    </w:r>
    <w:r w:rsidRPr="009F16D3">
      <w:rPr>
        <w:rFonts w:ascii="Times New Roman" w:hAnsi="Times New Roman"/>
      </w:rPr>
      <w:fldChar w:fldCharType="separate"/>
    </w:r>
    <w:r w:rsidR="00465F08">
      <w:rPr>
        <w:rFonts w:ascii="Times New Roman" w:hAnsi="Times New Roman"/>
        <w:noProof/>
      </w:rPr>
      <w:t>11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31464F">
    <w:pPr>
      <w:pStyle w:val="af9"/>
      <w:jc w:val="center"/>
    </w:pPr>
  </w:p>
  <w:p w:rsidR="0031464F" w:rsidRDefault="0031464F">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55B3"/>
    <w:rsid w:val="00046EAB"/>
    <w:rsid w:val="00047E33"/>
    <w:rsid w:val="000515FD"/>
    <w:rsid w:val="000516ED"/>
    <w:rsid w:val="00051840"/>
    <w:rsid w:val="00051EE3"/>
    <w:rsid w:val="000520D1"/>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2B27"/>
    <w:rsid w:val="000B35BA"/>
    <w:rsid w:val="000B3763"/>
    <w:rsid w:val="000B4D0F"/>
    <w:rsid w:val="000B5537"/>
    <w:rsid w:val="000B6C79"/>
    <w:rsid w:val="000C01C0"/>
    <w:rsid w:val="000C1C94"/>
    <w:rsid w:val="000C20FE"/>
    <w:rsid w:val="000C214C"/>
    <w:rsid w:val="000C2EA7"/>
    <w:rsid w:val="000C300D"/>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65B7"/>
    <w:rsid w:val="001966C4"/>
    <w:rsid w:val="00196F08"/>
    <w:rsid w:val="00197615"/>
    <w:rsid w:val="00197CF0"/>
    <w:rsid w:val="001A034E"/>
    <w:rsid w:val="001A13AD"/>
    <w:rsid w:val="001A17EA"/>
    <w:rsid w:val="001A1A07"/>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54AC"/>
    <w:rsid w:val="0025618C"/>
    <w:rsid w:val="002564C7"/>
    <w:rsid w:val="00256786"/>
    <w:rsid w:val="00257166"/>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60F"/>
    <w:rsid w:val="00276985"/>
    <w:rsid w:val="00276E42"/>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42B6"/>
    <w:rsid w:val="00364D97"/>
    <w:rsid w:val="00364EB4"/>
    <w:rsid w:val="00365A21"/>
    <w:rsid w:val="003664D8"/>
    <w:rsid w:val="003665B7"/>
    <w:rsid w:val="00366A20"/>
    <w:rsid w:val="00366B14"/>
    <w:rsid w:val="00367125"/>
    <w:rsid w:val="00367AF6"/>
    <w:rsid w:val="00367C3C"/>
    <w:rsid w:val="00370120"/>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0AB5"/>
    <w:rsid w:val="004311C3"/>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2F2D"/>
    <w:rsid w:val="00453BCC"/>
    <w:rsid w:val="00453DC0"/>
    <w:rsid w:val="004549C5"/>
    <w:rsid w:val="004554EA"/>
    <w:rsid w:val="004568EB"/>
    <w:rsid w:val="00456CDB"/>
    <w:rsid w:val="00456EE4"/>
    <w:rsid w:val="00457F26"/>
    <w:rsid w:val="00460D5A"/>
    <w:rsid w:val="004612C7"/>
    <w:rsid w:val="00461F59"/>
    <w:rsid w:val="00461F5D"/>
    <w:rsid w:val="00461F93"/>
    <w:rsid w:val="0046231D"/>
    <w:rsid w:val="00462790"/>
    <w:rsid w:val="0046311A"/>
    <w:rsid w:val="00463503"/>
    <w:rsid w:val="00463C38"/>
    <w:rsid w:val="00464E60"/>
    <w:rsid w:val="00465F08"/>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A3C"/>
    <w:rsid w:val="004B7A46"/>
    <w:rsid w:val="004B7B37"/>
    <w:rsid w:val="004B7D26"/>
    <w:rsid w:val="004C0485"/>
    <w:rsid w:val="004C05B1"/>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1391"/>
    <w:rsid w:val="005013E5"/>
    <w:rsid w:val="00501912"/>
    <w:rsid w:val="00503026"/>
    <w:rsid w:val="005038E4"/>
    <w:rsid w:val="005039E9"/>
    <w:rsid w:val="00503C44"/>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1A10"/>
    <w:rsid w:val="00533A79"/>
    <w:rsid w:val="00534391"/>
    <w:rsid w:val="005347D3"/>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932"/>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EE3"/>
    <w:rsid w:val="00565596"/>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36CE"/>
    <w:rsid w:val="005A4430"/>
    <w:rsid w:val="005A4BC9"/>
    <w:rsid w:val="005A5559"/>
    <w:rsid w:val="005A7313"/>
    <w:rsid w:val="005A76F9"/>
    <w:rsid w:val="005A7B28"/>
    <w:rsid w:val="005A7BEC"/>
    <w:rsid w:val="005A7D95"/>
    <w:rsid w:val="005B0D99"/>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B68"/>
    <w:rsid w:val="005E7D45"/>
    <w:rsid w:val="005E7E56"/>
    <w:rsid w:val="005E7F9E"/>
    <w:rsid w:val="005F04E6"/>
    <w:rsid w:val="005F0B81"/>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5C5F"/>
    <w:rsid w:val="00606864"/>
    <w:rsid w:val="00607D1D"/>
    <w:rsid w:val="006108AB"/>
    <w:rsid w:val="00610BCB"/>
    <w:rsid w:val="00611136"/>
    <w:rsid w:val="00611EBB"/>
    <w:rsid w:val="00611FD5"/>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3818"/>
    <w:rsid w:val="00694CC6"/>
    <w:rsid w:val="0069553D"/>
    <w:rsid w:val="00695A6E"/>
    <w:rsid w:val="006969BD"/>
    <w:rsid w:val="00697402"/>
    <w:rsid w:val="00697956"/>
    <w:rsid w:val="006A070F"/>
    <w:rsid w:val="006A0827"/>
    <w:rsid w:val="006A112D"/>
    <w:rsid w:val="006A1CFE"/>
    <w:rsid w:val="006A311A"/>
    <w:rsid w:val="006A31C5"/>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8E1"/>
    <w:rsid w:val="006C2D0F"/>
    <w:rsid w:val="006C32D1"/>
    <w:rsid w:val="006C33A3"/>
    <w:rsid w:val="006C353B"/>
    <w:rsid w:val="006C430D"/>
    <w:rsid w:val="006C45AC"/>
    <w:rsid w:val="006C45E1"/>
    <w:rsid w:val="006C6B50"/>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E7927"/>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58C"/>
    <w:rsid w:val="00712491"/>
    <w:rsid w:val="00712B37"/>
    <w:rsid w:val="0071387F"/>
    <w:rsid w:val="00713A0A"/>
    <w:rsid w:val="00713A3A"/>
    <w:rsid w:val="007146CB"/>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BE6"/>
    <w:rsid w:val="00767C7A"/>
    <w:rsid w:val="00770721"/>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46AA"/>
    <w:rsid w:val="007A5183"/>
    <w:rsid w:val="007A5313"/>
    <w:rsid w:val="007A59A0"/>
    <w:rsid w:val="007A60D4"/>
    <w:rsid w:val="007A62DC"/>
    <w:rsid w:val="007B0E26"/>
    <w:rsid w:val="007B1081"/>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BCC"/>
    <w:rsid w:val="007C3DBB"/>
    <w:rsid w:val="007C4848"/>
    <w:rsid w:val="007C52FF"/>
    <w:rsid w:val="007C56C0"/>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CB2"/>
    <w:rsid w:val="007D73ED"/>
    <w:rsid w:val="007E015D"/>
    <w:rsid w:val="007E03A1"/>
    <w:rsid w:val="007E0889"/>
    <w:rsid w:val="007E099E"/>
    <w:rsid w:val="007E09B7"/>
    <w:rsid w:val="007E2E53"/>
    <w:rsid w:val="007E3CA5"/>
    <w:rsid w:val="007E3F24"/>
    <w:rsid w:val="007E427C"/>
    <w:rsid w:val="007E436F"/>
    <w:rsid w:val="007E53DF"/>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9EC"/>
    <w:rsid w:val="00860DD4"/>
    <w:rsid w:val="008626C8"/>
    <w:rsid w:val="00862C0E"/>
    <w:rsid w:val="008641E3"/>
    <w:rsid w:val="00866416"/>
    <w:rsid w:val="008664A2"/>
    <w:rsid w:val="008665CB"/>
    <w:rsid w:val="00867A07"/>
    <w:rsid w:val="00871002"/>
    <w:rsid w:val="0087205C"/>
    <w:rsid w:val="008720EA"/>
    <w:rsid w:val="008727A9"/>
    <w:rsid w:val="008737C1"/>
    <w:rsid w:val="00873A6A"/>
    <w:rsid w:val="00873B56"/>
    <w:rsid w:val="00874139"/>
    <w:rsid w:val="008755A0"/>
    <w:rsid w:val="00875989"/>
    <w:rsid w:val="00875F64"/>
    <w:rsid w:val="00876EBF"/>
    <w:rsid w:val="00876FCD"/>
    <w:rsid w:val="00880692"/>
    <w:rsid w:val="00880CFF"/>
    <w:rsid w:val="00880D3F"/>
    <w:rsid w:val="00881385"/>
    <w:rsid w:val="00881C8F"/>
    <w:rsid w:val="008830E0"/>
    <w:rsid w:val="00883877"/>
    <w:rsid w:val="00883DB5"/>
    <w:rsid w:val="00884CB6"/>
    <w:rsid w:val="008862B4"/>
    <w:rsid w:val="00886308"/>
    <w:rsid w:val="00886E22"/>
    <w:rsid w:val="00887983"/>
    <w:rsid w:val="00887D5D"/>
    <w:rsid w:val="008911B9"/>
    <w:rsid w:val="008918FB"/>
    <w:rsid w:val="00891F0B"/>
    <w:rsid w:val="00892ED3"/>
    <w:rsid w:val="00893C80"/>
    <w:rsid w:val="008940F5"/>
    <w:rsid w:val="00894160"/>
    <w:rsid w:val="008945CB"/>
    <w:rsid w:val="00894D0B"/>
    <w:rsid w:val="00894E83"/>
    <w:rsid w:val="00895808"/>
    <w:rsid w:val="00895CE1"/>
    <w:rsid w:val="00895D73"/>
    <w:rsid w:val="00897589"/>
    <w:rsid w:val="0089786F"/>
    <w:rsid w:val="008978F8"/>
    <w:rsid w:val="008A00E5"/>
    <w:rsid w:val="008A0701"/>
    <w:rsid w:val="008A1743"/>
    <w:rsid w:val="008A1A8B"/>
    <w:rsid w:val="008A48DB"/>
    <w:rsid w:val="008A4A3B"/>
    <w:rsid w:val="008A4B17"/>
    <w:rsid w:val="008A4F0E"/>
    <w:rsid w:val="008A5CD6"/>
    <w:rsid w:val="008A5D7C"/>
    <w:rsid w:val="008A6118"/>
    <w:rsid w:val="008A625A"/>
    <w:rsid w:val="008A781E"/>
    <w:rsid w:val="008A7987"/>
    <w:rsid w:val="008B2125"/>
    <w:rsid w:val="008B21D1"/>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03E"/>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CA9"/>
    <w:rsid w:val="008F3FE7"/>
    <w:rsid w:val="008F482F"/>
    <w:rsid w:val="008F4BD2"/>
    <w:rsid w:val="008F5016"/>
    <w:rsid w:val="00903F16"/>
    <w:rsid w:val="00904669"/>
    <w:rsid w:val="00905E41"/>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27E0"/>
    <w:rsid w:val="009A3E24"/>
    <w:rsid w:val="009A6090"/>
    <w:rsid w:val="009A745E"/>
    <w:rsid w:val="009A7870"/>
    <w:rsid w:val="009A7FE7"/>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66"/>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220C"/>
    <w:rsid w:val="00A128E8"/>
    <w:rsid w:val="00A13089"/>
    <w:rsid w:val="00A13614"/>
    <w:rsid w:val="00A14CFC"/>
    <w:rsid w:val="00A1559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6BD"/>
    <w:rsid w:val="00A65B5D"/>
    <w:rsid w:val="00A668DF"/>
    <w:rsid w:val="00A70F55"/>
    <w:rsid w:val="00A71364"/>
    <w:rsid w:val="00A71676"/>
    <w:rsid w:val="00A71916"/>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9A5"/>
    <w:rsid w:val="00A96AA4"/>
    <w:rsid w:val="00A96AD8"/>
    <w:rsid w:val="00A96B32"/>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15AD"/>
    <w:rsid w:val="00AC2459"/>
    <w:rsid w:val="00AC2D2A"/>
    <w:rsid w:val="00AC2FB9"/>
    <w:rsid w:val="00AC33EF"/>
    <w:rsid w:val="00AC4845"/>
    <w:rsid w:val="00AC58B2"/>
    <w:rsid w:val="00AC602E"/>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B9"/>
    <w:rsid w:val="00B22DD8"/>
    <w:rsid w:val="00B22EDA"/>
    <w:rsid w:val="00B23116"/>
    <w:rsid w:val="00B23500"/>
    <w:rsid w:val="00B24AFA"/>
    <w:rsid w:val="00B25110"/>
    <w:rsid w:val="00B251BB"/>
    <w:rsid w:val="00B254E0"/>
    <w:rsid w:val="00B2615A"/>
    <w:rsid w:val="00B26ED4"/>
    <w:rsid w:val="00B276DA"/>
    <w:rsid w:val="00B277F2"/>
    <w:rsid w:val="00B27D26"/>
    <w:rsid w:val="00B27EA2"/>
    <w:rsid w:val="00B301B8"/>
    <w:rsid w:val="00B3190C"/>
    <w:rsid w:val="00B31B33"/>
    <w:rsid w:val="00B31D2B"/>
    <w:rsid w:val="00B32012"/>
    <w:rsid w:val="00B327AA"/>
    <w:rsid w:val="00B3330B"/>
    <w:rsid w:val="00B3604F"/>
    <w:rsid w:val="00B362C4"/>
    <w:rsid w:val="00B36A01"/>
    <w:rsid w:val="00B40D13"/>
    <w:rsid w:val="00B419BC"/>
    <w:rsid w:val="00B42A32"/>
    <w:rsid w:val="00B42B1B"/>
    <w:rsid w:val="00B42F7B"/>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13A6"/>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4331"/>
    <w:rsid w:val="00BC4B84"/>
    <w:rsid w:val="00BC522B"/>
    <w:rsid w:val="00BC5A71"/>
    <w:rsid w:val="00BC5C2B"/>
    <w:rsid w:val="00BC5DA1"/>
    <w:rsid w:val="00BC63BE"/>
    <w:rsid w:val="00BC6C24"/>
    <w:rsid w:val="00BD1AB3"/>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862"/>
    <w:rsid w:val="00BF31CB"/>
    <w:rsid w:val="00BF680E"/>
    <w:rsid w:val="00BF6CE8"/>
    <w:rsid w:val="00BF7AF4"/>
    <w:rsid w:val="00BF7DFF"/>
    <w:rsid w:val="00C00F04"/>
    <w:rsid w:val="00C01801"/>
    <w:rsid w:val="00C01CB1"/>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2B3"/>
    <w:rsid w:val="00C748DD"/>
    <w:rsid w:val="00C74D15"/>
    <w:rsid w:val="00C75416"/>
    <w:rsid w:val="00C7646F"/>
    <w:rsid w:val="00C80585"/>
    <w:rsid w:val="00C83154"/>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D5B"/>
    <w:rsid w:val="00CC528B"/>
    <w:rsid w:val="00CC690A"/>
    <w:rsid w:val="00CC7D24"/>
    <w:rsid w:val="00CD07AC"/>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326"/>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E66"/>
    <w:rsid w:val="00D343C3"/>
    <w:rsid w:val="00D349E0"/>
    <w:rsid w:val="00D34AEF"/>
    <w:rsid w:val="00D35445"/>
    <w:rsid w:val="00D35FF4"/>
    <w:rsid w:val="00D361D1"/>
    <w:rsid w:val="00D36A31"/>
    <w:rsid w:val="00D36FE1"/>
    <w:rsid w:val="00D37D1A"/>
    <w:rsid w:val="00D4187D"/>
    <w:rsid w:val="00D42F25"/>
    <w:rsid w:val="00D43064"/>
    <w:rsid w:val="00D43B03"/>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D8D"/>
    <w:rsid w:val="00D5773F"/>
    <w:rsid w:val="00D57A37"/>
    <w:rsid w:val="00D57DAC"/>
    <w:rsid w:val="00D6032D"/>
    <w:rsid w:val="00D630E5"/>
    <w:rsid w:val="00D64B20"/>
    <w:rsid w:val="00D64BE5"/>
    <w:rsid w:val="00D662F1"/>
    <w:rsid w:val="00D673FC"/>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DD1"/>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11"/>
    <w:rsid w:val="00DC1985"/>
    <w:rsid w:val="00DC1B38"/>
    <w:rsid w:val="00DC265D"/>
    <w:rsid w:val="00DC2A75"/>
    <w:rsid w:val="00DC41DC"/>
    <w:rsid w:val="00DC5A73"/>
    <w:rsid w:val="00DC6472"/>
    <w:rsid w:val="00DC6D76"/>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1227"/>
    <w:rsid w:val="00E22D67"/>
    <w:rsid w:val="00E23DE5"/>
    <w:rsid w:val="00E2448F"/>
    <w:rsid w:val="00E24FE6"/>
    <w:rsid w:val="00E256B1"/>
    <w:rsid w:val="00E25C07"/>
    <w:rsid w:val="00E2610B"/>
    <w:rsid w:val="00E269C1"/>
    <w:rsid w:val="00E276FD"/>
    <w:rsid w:val="00E27A5A"/>
    <w:rsid w:val="00E309CA"/>
    <w:rsid w:val="00E31606"/>
    <w:rsid w:val="00E3263E"/>
    <w:rsid w:val="00E32898"/>
    <w:rsid w:val="00E3307F"/>
    <w:rsid w:val="00E34AA9"/>
    <w:rsid w:val="00E34D25"/>
    <w:rsid w:val="00E34D88"/>
    <w:rsid w:val="00E359BF"/>
    <w:rsid w:val="00E3776C"/>
    <w:rsid w:val="00E37E94"/>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5132"/>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4D0C"/>
    <w:rsid w:val="00F05223"/>
    <w:rsid w:val="00F05255"/>
    <w:rsid w:val="00F05974"/>
    <w:rsid w:val="00F061A2"/>
    <w:rsid w:val="00F06A4C"/>
    <w:rsid w:val="00F06E4E"/>
    <w:rsid w:val="00F07969"/>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BCB"/>
    <w:rsid w:val="00F5066E"/>
    <w:rsid w:val="00F50737"/>
    <w:rsid w:val="00F50917"/>
    <w:rsid w:val="00F518DF"/>
    <w:rsid w:val="00F51F59"/>
    <w:rsid w:val="00F52649"/>
    <w:rsid w:val="00F52C07"/>
    <w:rsid w:val="00F53613"/>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BE0"/>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9E7"/>
    <w:rsid w:val="00FA2D4D"/>
    <w:rsid w:val="00FA303E"/>
    <w:rsid w:val="00FA36CB"/>
    <w:rsid w:val="00FA3A53"/>
    <w:rsid w:val="00FA3AE5"/>
    <w:rsid w:val="00FA3EA6"/>
    <w:rsid w:val="00FA4AC9"/>
    <w:rsid w:val="00FA4C1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3D1E2-6F7F-4307-B7AF-75313897E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11</Pages>
  <Words>5548</Words>
  <Characters>31624</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37098</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17</cp:revision>
  <cp:lastPrinted>2023-01-27T04:08:00Z</cp:lastPrinted>
  <dcterms:created xsi:type="dcterms:W3CDTF">2023-01-25T08:29:00Z</dcterms:created>
  <dcterms:modified xsi:type="dcterms:W3CDTF">2023-07-19T08:46:00Z</dcterms:modified>
</cp:coreProperties>
</file>