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FA7D56">
        <w:rPr>
          <w:rFonts w:ascii="Times New Roman" w:hAnsi="Times New Roman"/>
          <w:szCs w:val="24"/>
        </w:rPr>
        <w:t>26.07.2023</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FA7D56">
        <w:rPr>
          <w:rFonts w:ascii="Times New Roman" w:hAnsi="Times New Roman"/>
          <w:szCs w:val="24"/>
        </w:rPr>
        <w:t>272</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605AAE">
        <w:rPr>
          <w:rFonts w:ascii="Times New Roman" w:hAnsi="Times New Roman"/>
          <w:b/>
          <w:sz w:val="28"/>
          <w:szCs w:val="28"/>
        </w:rPr>
        <w:t>2</w:t>
      </w:r>
      <w:r w:rsidR="00355486">
        <w:rPr>
          <w:rFonts w:ascii="Times New Roman" w:hAnsi="Times New Roman"/>
          <w:b/>
          <w:sz w:val="28"/>
          <w:szCs w:val="28"/>
        </w:rPr>
        <w:t>63</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w:t>
      </w:r>
      <w:proofErr w:type="gramStart"/>
      <w:r w:rsidRPr="009359AE">
        <w:rPr>
          <w:rFonts w:ascii="Times New Roman" w:hAnsi="Times New Roman"/>
          <w:sz w:val="28"/>
          <w:szCs w:val="28"/>
        </w:rPr>
        <w:t>рск Кр</w:t>
      </w:r>
      <w:proofErr w:type="gramEnd"/>
      <w:r w:rsidRPr="009359AE">
        <w:rPr>
          <w:rFonts w:ascii="Times New Roman" w:hAnsi="Times New Roman"/>
          <w:sz w:val="28"/>
          <w:szCs w:val="28"/>
        </w:rPr>
        <w:t>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6A469E" w:rsidRPr="009359AE" w:rsidRDefault="00460D5A" w:rsidP="006A469E">
      <w:pPr>
        <w:tabs>
          <w:tab w:val="left" w:pos="3615"/>
        </w:tabs>
        <w:jc w:val="center"/>
        <w:rPr>
          <w:rFonts w:ascii="Times New Roman" w:hAnsi="Times New Roman"/>
          <w:b/>
        </w:rPr>
      </w:pPr>
      <w:r>
        <w:rPr>
          <w:rFonts w:ascii="Times New Roman" w:hAnsi="Times New Roman"/>
          <w:sz w:val="24"/>
          <w:szCs w:val="24"/>
        </w:rPr>
        <w:t>2023</w:t>
      </w:r>
      <w:r w:rsidR="00306DA9"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725D23" w:rsidRPr="00C24927" w:rsidRDefault="00725D23" w:rsidP="00725D23">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приказом Федеральной антимонопольной службы Российской Федерации от 10.02.2010 № 67</w:t>
      </w:r>
      <w:r>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Pr>
          <w:rFonts w:ascii="Times New Roman" w:hAnsi="Times New Roman"/>
          <w:sz w:val="24"/>
          <w:szCs w:val="24"/>
        </w:rPr>
        <w:t xml:space="preserve"> и перечне</w:t>
      </w:r>
      <w:proofErr w:type="gramEnd"/>
      <w:r>
        <w:rPr>
          <w:rFonts w:ascii="Times New Roman" w:hAnsi="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w:t>
      </w:r>
      <w:proofErr w:type="gramStart"/>
      <w:r w:rsidRPr="00C24927">
        <w:rPr>
          <w:rFonts w:ascii="Times New Roman" w:hAnsi="Times New Roman"/>
          <w:sz w:val="24"/>
          <w:szCs w:val="24"/>
        </w:rPr>
        <w:t>Администрации</w:t>
      </w:r>
      <w:proofErr w:type="gramEnd"/>
      <w:r w:rsidRPr="00C24927">
        <w:rPr>
          <w:rFonts w:ascii="Times New Roman" w:hAnsi="Times New Roman"/>
          <w:sz w:val="24"/>
          <w:szCs w:val="24"/>
        </w:rPr>
        <w:t xml:space="preserve"> ЗАТО г.</w:t>
      </w:r>
      <w:r>
        <w:rPr>
          <w:rFonts w:ascii="Times New Roman" w:hAnsi="Times New Roman"/>
          <w:sz w:val="24"/>
          <w:szCs w:val="24"/>
        </w:rPr>
        <w:t> </w:t>
      </w:r>
      <w:r w:rsidRPr="00C24927">
        <w:rPr>
          <w:rFonts w:ascii="Times New Roman" w:hAnsi="Times New Roman"/>
          <w:sz w:val="24"/>
          <w:szCs w:val="24"/>
        </w:rPr>
        <w:t xml:space="preserve">Железногорск от </w:t>
      </w:r>
      <w:r>
        <w:rPr>
          <w:rFonts w:ascii="Times New Roman" w:hAnsi="Times New Roman"/>
          <w:sz w:val="24"/>
          <w:szCs w:val="24"/>
        </w:rPr>
        <w:t>27</w:t>
      </w:r>
      <w:r w:rsidRPr="00C24927">
        <w:rPr>
          <w:rFonts w:ascii="Times New Roman" w:hAnsi="Times New Roman"/>
          <w:sz w:val="24"/>
          <w:szCs w:val="24"/>
        </w:rPr>
        <w:t>.</w:t>
      </w:r>
      <w:r>
        <w:rPr>
          <w:rFonts w:ascii="Times New Roman" w:hAnsi="Times New Roman"/>
          <w:sz w:val="24"/>
          <w:szCs w:val="24"/>
        </w:rPr>
        <w:t>11</w:t>
      </w:r>
      <w:r w:rsidRPr="00C24927">
        <w:rPr>
          <w:rFonts w:ascii="Times New Roman" w:hAnsi="Times New Roman"/>
          <w:sz w:val="24"/>
          <w:szCs w:val="24"/>
        </w:rPr>
        <w:t>.201</w:t>
      </w:r>
      <w:r>
        <w:rPr>
          <w:rFonts w:ascii="Times New Roman" w:hAnsi="Times New Roman"/>
          <w:sz w:val="24"/>
          <w:szCs w:val="24"/>
        </w:rPr>
        <w:t>2</w:t>
      </w:r>
      <w:r w:rsidRPr="00C24927">
        <w:rPr>
          <w:rFonts w:ascii="Times New Roman" w:hAnsi="Times New Roman"/>
          <w:sz w:val="24"/>
          <w:szCs w:val="24"/>
        </w:rPr>
        <w:t xml:space="preserve"> №</w:t>
      </w:r>
      <w:r>
        <w:rPr>
          <w:rFonts w:ascii="Times New Roman" w:hAnsi="Times New Roman"/>
          <w:sz w:val="24"/>
          <w:szCs w:val="24"/>
        </w:rPr>
        <w:t xml:space="preserve"> 381И</w:t>
      </w:r>
      <w:r w:rsidRPr="00C24927">
        <w:rPr>
          <w:rFonts w:ascii="Times New Roman" w:hAnsi="Times New Roman"/>
          <w:sz w:val="24"/>
          <w:szCs w:val="24"/>
        </w:rPr>
        <w:t xml:space="preserve"> «О проведении </w:t>
      </w:r>
      <w:r>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w:t>
      </w:r>
      <w:r w:rsidR="00D472B4">
        <w:rPr>
          <w:rFonts w:ascii="Times New Roman" w:hAnsi="Times New Roman"/>
          <w:sz w:val="24"/>
          <w:szCs w:val="24"/>
        </w:rPr>
        <w:t xml:space="preserve">постановлением </w:t>
      </w:r>
      <w:r w:rsidR="00D472B4" w:rsidRPr="00C24927">
        <w:rPr>
          <w:rFonts w:ascii="Times New Roman" w:hAnsi="Times New Roman"/>
          <w:sz w:val="24"/>
          <w:szCs w:val="24"/>
        </w:rPr>
        <w:t>Администрации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D472B4">
        <w:rPr>
          <w:rFonts w:ascii="Times New Roman" w:hAnsi="Times New Roman"/>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размещается на официальном сайте</w:t>
      </w:r>
      <w:r>
        <w:rPr>
          <w:rFonts w:ascii="Times New Roman" w:hAnsi="Times New Roman"/>
          <w:sz w:val="24"/>
          <w:szCs w:val="24"/>
        </w:rPr>
        <w:t xml:space="preserve"> торгов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Pr>
          <w:rFonts w:ascii="Times New Roman" w:hAnsi="Times New Roman"/>
          <w:sz w:val="24"/>
          <w:szCs w:val="24"/>
        </w:rPr>
        <w:t xml:space="preserve">двадцать </w:t>
      </w:r>
      <w:r w:rsidRPr="009359AE">
        <w:rPr>
          <w:rFonts w:ascii="Times New Roman" w:hAnsi="Times New Roman"/>
          <w:sz w:val="24"/>
          <w:szCs w:val="24"/>
        </w:rPr>
        <w:t>дней до д</w:t>
      </w:r>
      <w:r>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D472B4" w:rsidRPr="009359AE" w:rsidRDefault="00725D23" w:rsidP="00D472B4">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 xml:space="preserve">2.3. </w:t>
      </w:r>
      <w:r w:rsidR="00D472B4" w:rsidRPr="009359AE">
        <w:rPr>
          <w:rFonts w:ascii="Times New Roman" w:hAnsi="Times New Roman"/>
          <w:sz w:val="24"/>
          <w:szCs w:val="24"/>
        </w:rPr>
        <w:t xml:space="preserve">Во исполнение </w:t>
      </w:r>
      <w:r w:rsidR="00D472B4">
        <w:rPr>
          <w:rFonts w:ascii="Times New Roman" w:hAnsi="Times New Roman"/>
          <w:sz w:val="24"/>
          <w:szCs w:val="24"/>
        </w:rPr>
        <w:t>п</w:t>
      </w:r>
      <w:r w:rsidR="00D472B4" w:rsidRPr="009359AE">
        <w:rPr>
          <w:rFonts w:ascii="Times New Roman" w:hAnsi="Times New Roman"/>
          <w:sz w:val="24"/>
          <w:szCs w:val="24"/>
        </w:rPr>
        <w:t xml:space="preserve">остановления </w:t>
      </w:r>
      <w:proofErr w:type="gramStart"/>
      <w:r w:rsidR="00D472B4" w:rsidRPr="009359AE">
        <w:rPr>
          <w:rFonts w:ascii="Times New Roman" w:hAnsi="Times New Roman"/>
          <w:sz w:val="24"/>
          <w:szCs w:val="24"/>
        </w:rPr>
        <w:t>Администрации</w:t>
      </w:r>
      <w:proofErr w:type="gramEnd"/>
      <w:r w:rsidR="00D472B4" w:rsidRPr="009359AE">
        <w:rPr>
          <w:rFonts w:ascii="Times New Roman" w:hAnsi="Times New Roman"/>
          <w:sz w:val="24"/>
          <w:szCs w:val="24"/>
        </w:rPr>
        <w:t xml:space="preserve"> ЗАТО г.</w:t>
      </w:r>
      <w:r w:rsidR="00D472B4">
        <w:rPr>
          <w:rFonts w:ascii="Times New Roman" w:hAnsi="Times New Roman"/>
          <w:sz w:val="24"/>
          <w:szCs w:val="24"/>
        </w:rPr>
        <w:t xml:space="preserve"> </w:t>
      </w:r>
      <w:r w:rsidR="00D472B4" w:rsidRPr="009359AE">
        <w:rPr>
          <w:rFonts w:ascii="Times New Roman" w:hAnsi="Times New Roman"/>
          <w:sz w:val="24"/>
          <w:szCs w:val="24"/>
        </w:rPr>
        <w:t xml:space="preserve">Железногорск от </w:t>
      </w:r>
      <w:r w:rsidR="00D472B4"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D472B4" w:rsidRPr="009359AE">
        <w:rPr>
          <w:rFonts w:ascii="Times New Roman" w:hAnsi="Times New Roman"/>
          <w:sz w:val="24"/>
          <w:szCs w:val="24"/>
        </w:rPr>
        <w:t xml:space="preserve"> информация о проведении аукциона размещается </w:t>
      </w:r>
      <w:r w:rsidR="00D472B4" w:rsidRPr="00C33B94">
        <w:rPr>
          <w:rFonts w:ascii="Times New Roman" w:hAnsi="Times New Roman"/>
          <w:sz w:val="24"/>
          <w:szCs w:val="24"/>
        </w:rPr>
        <w:t xml:space="preserve">на </w:t>
      </w:r>
      <w:r w:rsidR="00D472B4"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D472B4" w:rsidRPr="009359AE">
        <w:rPr>
          <w:rFonts w:ascii="Times New Roman" w:hAnsi="Times New Roman"/>
          <w:sz w:val="24"/>
          <w:szCs w:val="24"/>
        </w:rPr>
        <w:t xml:space="preserve"> </w:t>
      </w:r>
      <w:hyperlink r:id="rId10" w:history="1">
        <w:r w:rsidR="00D472B4" w:rsidRPr="009359AE">
          <w:rPr>
            <w:rStyle w:val="a7"/>
            <w:rFonts w:ascii="Times New Roman" w:hAnsi="Times New Roman"/>
            <w:sz w:val="24"/>
            <w:szCs w:val="24"/>
            <w:lang w:val="en-US"/>
          </w:rPr>
          <w:t>www</w:t>
        </w:r>
        <w:r w:rsidR="00D472B4" w:rsidRPr="009359AE">
          <w:rPr>
            <w:rStyle w:val="a7"/>
            <w:rFonts w:ascii="Times New Roman" w:hAnsi="Times New Roman"/>
            <w:sz w:val="24"/>
            <w:szCs w:val="24"/>
          </w:rPr>
          <w:t>.</w:t>
        </w:r>
        <w:proofErr w:type="spellStart"/>
        <w:r w:rsidR="00D472B4" w:rsidRPr="009359AE">
          <w:rPr>
            <w:rStyle w:val="a7"/>
            <w:rFonts w:ascii="Times New Roman" w:hAnsi="Times New Roman"/>
            <w:sz w:val="24"/>
            <w:szCs w:val="24"/>
            <w:lang w:val="en-US"/>
          </w:rPr>
          <w:t>admk</w:t>
        </w:r>
        <w:proofErr w:type="spellEnd"/>
        <w:r w:rsidR="00D472B4" w:rsidRPr="009359AE">
          <w:rPr>
            <w:rStyle w:val="a7"/>
            <w:rFonts w:ascii="Times New Roman" w:hAnsi="Times New Roman"/>
            <w:sz w:val="24"/>
            <w:szCs w:val="24"/>
          </w:rPr>
          <w:t>26.</w:t>
        </w:r>
        <w:proofErr w:type="spellStart"/>
        <w:r w:rsidR="00D472B4" w:rsidRPr="009359AE">
          <w:rPr>
            <w:rStyle w:val="a7"/>
            <w:rFonts w:ascii="Times New Roman" w:hAnsi="Times New Roman"/>
            <w:sz w:val="24"/>
            <w:szCs w:val="24"/>
            <w:lang w:val="en-US"/>
          </w:rPr>
          <w:t>ru</w:t>
        </w:r>
        <w:proofErr w:type="spellEnd"/>
      </w:hyperlink>
      <w:r w:rsidR="00D472B4" w:rsidRPr="009359AE">
        <w:rPr>
          <w:rFonts w:ascii="Times New Roman" w:hAnsi="Times New Roman"/>
          <w:sz w:val="24"/>
          <w:szCs w:val="24"/>
          <w:u w:val="single"/>
        </w:rPr>
        <w:t>.</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725D23" w:rsidRPr="009359AE" w:rsidRDefault="00725D23" w:rsidP="00725D23">
      <w:pPr>
        <w:pStyle w:val="a5"/>
        <w:spacing w:before="0" w:after="0"/>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725D23" w:rsidRPr="009359AE" w:rsidRDefault="00725D23" w:rsidP="00725D23">
      <w:pPr>
        <w:pStyle w:val="a5"/>
        <w:spacing w:before="0" w:after="0"/>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w:t>
      </w:r>
      <w:r w:rsidRPr="00E6670B">
        <w:rPr>
          <w:rFonts w:ascii="Times New Roman" w:hAnsi="Times New Roman"/>
          <w:sz w:val="24"/>
          <w:szCs w:val="24"/>
        </w:rPr>
        <w:t>или любое физическое лицо, в</w:t>
      </w:r>
      <w:r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725D23" w:rsidRPr="009359AE" w:rsidRDefault="00725D23" w:rsidP="00725D23">
      <w:pPr>
        <w:spacing w:after="0" w:line="240" w:lineRule="auto"/>
        <w:ind w:firstLine="567"/>
        <w:rPr>
          <w:rFonts w:ascii="Times New Roman" w:hAnsi="Times New Roman"/>
          <w:sz w:val="24"/>
          <w:szCs w:val="24"/>
        </w:rPr>
      </w:pPr>
      <w:r w:rsidRPr="009359AE">
        <w:rPr>
          <w:rFonts w:ascii="Times New Roman" w:hAnsi="Times New Roman"/>
          <w:b/>
          <w:sz w:val="24"/>
          <w:szCs w:val="24"/>
        </w:rPr>
        <w:t>5. Предмет аукциона.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lastRenderedPageBreak/>
        <w:t xml:space="preserve">Подробная информация о предмете аукциона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лота и </w:t>
      </w:r>
      <w:r w:rsidRPr="009359AE">
        <w:rPr>
          <w:rFonts w:ascii="Times New Roman" w:hAnsi="Times New Roman"/>
          <w:sz w:val="24"/>
          <w:szCs w:val="24"/>
        </w:rPr>
        <w:t xml:space="preserve">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725D23" w:rsidRPr="009359AE" w:rsidRDefault="00725D23" w:rsidP="00725D23">
      <w:pPr>
        <w:spacing w:after="0" w:line="240" w:lineRule="auto"/>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725D23" w:rsidRPr="00197615"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725D23"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Pr>
          <w:rFonts w:ascii="Times New Roman" w:hAnsi="Times New Roman"/>
          <w:b/>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7.2. </w:t>
      </w:r>
      <w:r>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Pr="00D239A1">
        <w:rPr>
          <w:rFonts w:ascii="Times New Roman" w:hAnsi="Times New Roman"/>
          <w:sz w:val="24"/>
          <w:szCs w:val="24"/>
        </w:rPr>
        <w:t>не реже, чем через каждые пять рабочих дней с даты размещения извещения о проведен</w:t>
      </w:r>
      <w:proofErr w:type="gramStart"/>
      <w:r w:rsidRPr="00D239A1">
        <w:rPr>
          <w:rFonts w:ascii="Times New Roman" w:hAnsi="Times New Roman"/>
          <w:sz w:val="24"/>
          <w:szCs w:val="24"/>
        </w:rPr>
        <w:t xml:space="preserve">ии </w:t>
      </w:r>
      <w:r w:rsidRPr="009359AE">
        <w:rPr>
          <w:rFonts w:ascii="Times New Roman" w:hAnsi="Times New Roman"/>
          <w:sz w:val="24"/>
          <w:szCs w:val="24"/>
        </w:rPr>
        <w:t>ау</w:t>
      </w:r>
      <w:proofErr w:type="gramEnd"/>
      <w:r w:rsidRPr="009359AE">
        <w:rPr>
          <w:rFonts w:ascii="Times New Roman" w:hAnsi="Times New Roman"/>
          <w:sz w:val="24"/>
          <w:szCs w:val="24"/>
        </w:rPr>
        <w:t xml:space="preserve">кциона </w:t>
      </w:r>
      <w:r w:rsidRPr="00D239A1">
        <w:rPr>
          <w:rFonts w:ascii="Times New Roman" w:hAnsi="Times New Roman"/>
          <w:sz w:val="24"/>
          <w:szCs w:val="24"/>
        </w:rPr>
        <w:t xml:space="preserve">на официальном сайте торгов, </w:t>
      </w:r>
      <w:r>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725D23"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 xml:space="preserve">Заявка на участие в аукционе подается в 2-х экземплярах в письменном виде по форме, составу и содержанию, установленным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Pr>
          <w:rFonts w:ascii="Times New Roman" w:hAnsi="Times New Roman"/>
          <w:sz w:val="24"/>
          <w:szCs w:val="24"/>
        </w:rPr>
        <w:t xml:space="preserve"> </w:t>
      </w:r>
      <w:proofErr w:type="gramEnd"/>
    </w:p>
    <w:p w:rsidR="00725D23" w:rsidRPr="0050158C"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725D23" w:rsidRPr="0050158C" w:rsidRDefault="00725D23" w:rsidP="00725D23">
      <w:pPr>
        <w:autoSpaceDE w:val="0"/>
        <w:autoSpaceDN w:val="0"/>
        <w:adjustRightInd w:val="0"/>
        <w:spacing w:after="0" w:line="240" w:lineRule="auto"/>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725D23" w:rsidRDefault="00725D23" w:rsidP="00725D23">
      <w:pPr>
        <w:autoSpaceDE w:val="0"/>
        <w:autoSpaceDN w:val="0"/>
        <w:adjustRightInd w:val="0"/>
        <w:spacing w:after="0" w:line="240" w:lineRule="auto"/>
        <w:ind w:firstLine="539"/>
        <w:jc w:val="both"/>
        <w:rPr>
          <w:rFonts w:ascii="Times New Roman" w:hAnsi="Times New Roman"/>
          <w:sz w:val="24"/>
          <w:szCs w:val="24"/>
        </w:rPr>
      </w:pPr>
      <w:proofErr w:type="gramStart"/>
      <w:r w:rsidRPr="0050158C">
        <w:rPr>
          <w:rFonts w:ascii="Times New Roman" w:hAnsi="Times New Roman"/>
          <w:bCs/>
          <w:iCs/>
          <w:sz w:val="24"/>
          <w:szCs w:val="24"/>
        </w:rPr>
        <w:t xml:space="preserve">б) </w:t>
      </w:r>
      <w:r>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Pr>
          <w:rFonts w:ascii="Times New Roman" w:hAnsi="Times New Roman"/>
          <w:sz w:val="24"/>
          <w:szCs w:val="24"/>
        </w:rPr>
        <w:t xml:space="preserve"> </w:t>
      </w:r>
      <w:proofErr w:type="gramStart"/>
      <w:r>
        <w:rPr>
          <w:rFonts w:ascii="Times New Roman" w:hAnsi="Times New Roman"/>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Pr>
          <w:rFonts w:ascii="Times New Roman" w:hAnsi="Times New Roman"/>
          <w:sz w:val="24"/>
          <w:szCs w:val="24"/>
        </w:rPr>
        <w:t xml:space="preserve"> извещения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725D23" w:rsidRPr="0050158C"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w:t>
      </w:r>
      <w:r w:rsidRPr="0050158C">
        <w:rPr>
          <w:rFonts w:ascii="Times New Roman" w:hAnsi="Times New Roman"/>
          <w:bCs/>
          <w:iCs/>
          <w:sz w:val="24"/>
          <w:szCs w:val="24"/>
        </w:rPr>
        <w:lastRenderedPageBreak/>
        <w:t xml:space="preserve">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 (при наличии печати)</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725D23" w:rsidRPr="0050158C"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725D23" w:rsidRPr="00FA11B5" w:rsidRDefault="00725D23" w:rsidP="00725D23">
      <w:pPr>
        <w:autoSpaceDE w:val="0"/>
        <w:autoSpaceDN w:val="0"/>
        <w:adjustRightInd w:val="0"/>
        <w:spacing w:after="0" w:line="240" w:lineRule="auto"/>
        <w:ind w:firstLine="539"/>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725D23"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725D23" w:rsidRPr="00FA11B5"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лица/индивидуального предпринимателя</w:t>
      </w:r>
      <w:r>
        <w:rPr>
          <w:rFonts w:ascii="Times New Roman" w:hAnsi="Times New Roman"/>
          <w:color w:val="000000"/>
          <w:sz w:val="24"/>
          <w:szCs w:val="24"/>
        </w:rPr>
        <w:t>/физического лица</w:t>
      </w:r>
      <w:r w:rsidRPr="008B01CB">
        <w:rPr>
          <w:rFonts w:ascii="Times New Roman" w:hAnsi="Times New Roman"/>
          <w:color w:val="000000"/>
          <w:sz w:val="24"/>
          <w:szCs w:val="24"/>
        </w:rPr>
        <w:t>)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Pr>
          <w:rFonts w:ascii="Times New Roman" w:hAnsi="Times New Roman"/>
          <w:color w:val="000000"/>
          <w:sz w:val="24"/>
          <w:szCs w:val="24"/>
        </w:rPr>
        <w:t>»</w:t>
      </w:r>
      <w:r w:rsidRPr="008B01CB">
        <w:rPr>
          <w:rFonts w:ascii="Times New Roman" w:hAnsi="Times New Roman"/>
          <w:color w:val="000000"/>
          <w:sz w:val="24"/>
          <w:szCs w:val="24"/>
        </w:rPr>
        <w:t>.</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черными чернилами.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725D23" w:rsidRPr="002B1791"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(для юридических лиц), подписаны индивидуальным предпринимателем</w:t>
      </w:r>
      <w:r>
        <w:rPr>
          <w:rFonts w:ascii="Times New Roman" w:hAnsi="Times New Roman"/>
          <w:sz w:val="24"/>
          <w:szCs w:val="24"/>
        </w:rPr>
        <w:t>/физическим лицом</w:t>
      </w:r>
      <w:r w:rsidRPr="002B1791">
        <w:rPr>
          <w:rFonts w:ascii="Times New Roman" w:hAnsi="Times New Roman"/>
          <w:sz w:val="24"/>
          <w:szCs w:val="24"/>
        </w:rPr>
        <w:t xml:space="preserve"> собственноручно.</w:t>
      </w:r>
    </w:p>
    <w:p w:rsidR="00725D23" w:rsidRDefault="00725D23" w:rsidP="00725D23">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725D23" w:rsidRPr="009359AE" w:rsidRDefault="00725D23" w:rsidP="00725D23">
      <w:pPr>
        <w:tabs>
          <w:tab w:val="left" w:pos="304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725D23" w:rsidRPr="009359AE" w:rsidRDefault="00725D23" w:rsidP="00725D23">
      <w:pPr>
        <w:tabs>
          <w:tab w:val="left" w:pos="3045"/>
        </w:tabs>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Pr="009359AE">
        <w:rPr>
          <w:rFonts w:ascii="Times New Roman" w:hAnsi="Times New Roman"/>
          <w:sz w:val="24"/>
          <w:szCs w:val="24"/>
        </w:rPr>
        <w:t xml:space="preserve"> непосредственно перед началом рассмотрения заявок.</w:t>
      </w:r>
    </w:p>
    <w:p w:rsidR="00725D23" w:rsidRPr="009359AE" w:rsidRDefault="00725D23" w:rsidP="00725D23">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725D23" w:rsidRPr="009359AE"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sidRPr="009359AE">
        <w:rPr>
          <w:rFonts w:ascii="Times New Roman" w:hAnsi="Times New Roman"/>
          <w:bCs/>
          <w:iCs/>
          <w:sz w:val="24"/>
          <w:szCs w:val="24"/>
        </w:rPr>
        <w:lastRenderedPageBreak/>
        <w:t>9.</w:t>
      </w:r>
      <w:r>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725D23" w:rsidRPr="004C6281" w:rsidRDefault="00725D23" w:rsidP="00725D23">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bCs/>
          <w:iCs/>
          <w:sz w:val="24"/>
          <w:szCs w:val="24"/>
        </w:rPr>
        <w:t>9.</w:t>
      </w:r>
      <w:r>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w:t>
      </w:r>
      <w:r w:rsidRPr="004C6281">
        <w:rPr>
          <w:rFonts w:ascii="Times New Roman" w:hAnsi="Times New Roman"/>
          <w:i/>
          <w:sz w:val="24"/>
          <w:szCs w:val="24"/>
        </w:rPr>
        <w:t>.</w:t>
      </w:r>
    </w:p>
    <w:p w:rsidR="00725D23" w:rsidRPr="009359AE" w:rsidRDefault="00725D23" w:rsidP="00725D23">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sz w:val="24"/>
          <w:szCs w:val="24"/>
        </w:rPr>
        <w:t>9.</w:t>
      </w:r>
      <w:r>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725D23" w:rsidRPr="0050158C"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9359AE">
        <w:rPr>
          <w:rFonts w:ascii="Times New Roman" w:hAnsi="Times New Roman"/>
          <w:bCs/>
          <w:iCs/>
          <w:sz w:val="24"/>
          <w:szCs w:val="24"/>
        </w:rPr>
        <w:t>.</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sidRPr="004C3B51">
        <w:rPr>
          <w:rFonts w:ascii="Times New Roman" w:hAnsi="Times New Roman"/>
          <w:sz w:val="24"/>
          <w:szCs w:val="24"/>
        </w:rPr>
        <w:t>9.</w:t>
      </w:r>
      <w:r>
        <w:rPr>
          <w:rFonts w:ascii="Times New Roman" w:hAnsi="Times New Roman"/>
          <w:sz w:val="24"/>
          <w:szCs w:val="24"/>
        </w:rPr>
        <w:t>6</w:t>
      </w:r>
      <w:r w:rsidRPr="004C3B51">
        <w:rPr>
          <w:rFonts w:ascii="Times New Roman" w:hAnsi="Times New Roman"/>
          <w:sz w:val="24"/>
          <w:szCs w:val="24"/>
        </w:rPr>
        <w:t>. Каждая заявка на участие в аукционе, поступившая в срок, указанный в извещении о</w:t>
      </w:r>
      <w:r>
        <w:rPr>
          <w:rFonts w:ascii="Times New Roman" w:hAnsi="Times New Roman"/>
          <w:sz w:val="24"/>
          <w:szCs w:val="24"/>
        </w:rPr>
        <w:t xml:space="preserve"> проведен</w:t>
      </w:r>
      <w:proofErr w:type="gramStart"/>
      <w:r>
        <w:rPr>
          <w:rFonts w:ascii="Times New Roman" w:hAnsi="Times New Roman"/>
          <w:sz w:val="24"/>
          <w:szCs w:val="24"/>
        </w:rPr>
        <w:t xml:space="preserve">ии </w:t>
      </w:r>
      <w:r w:rsidRPr="004C3B51">
        <w:rPr>
          <w:rFonts w:ascii="Times New Roman" w:hAnsi="Times New Roman"/>
          <w:sz w:val="24"/>
          <w:szCs w:val="24"/>
        </w:rPr>
        <w:t>ау</w:t>
      </w:r>
      <w:proofErr w:type="gramEnd"/>
      <w:r w:rsidRPr="004C3B51">
        <w:rPr>
          <w:rFonts w:ascii="Times New Roman" w:hAnsi="Times New Roman"/>
          <w:sz w:val="24"/>
          <w:szCs w:val="24"/>
        </w:rPr>
        <w:t>кцион</w:t>
      </w:r>
      <w:r>
        <w:rPr>
          <w:rFonts w:ascii="Times New Roman" w:hAnsi="Times New Roman"/>
          <w:sz w:val="24"/>
          <w:szCs w:val="24"/>
        </w:rPr>
        <w:t>а</w:t>
      </w:r>
      <w:r w:rsidRPr="004C3B51">
        <w:rPr>
          <w:rFonts w:ascii="Times New Roman" w:hAnsi="Times New Roman"/>
          <w:sz w:val="24"/>
          <w:szCs w:val="24"/>
        </w:rPr>
        <w:t xml:space="preserve">,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9.7.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725D23" w:rsidRPr="009359AE" w:rsidRDefault="00725D23" w:rsidP="00725D23">
      <w:pPr>
        <w:tabs>
          <w:tab w:val="num" w:pos="52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Pr>
          <w:rFonts w:ascii="Times New Roman" w:hAnsi="Times New Roman"/>
          <w:b/>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10.2. Любое заинтересованное лицо вправе направить Организатору аукциона запрос в письменной форме, </w:t>
      </w:r>
      <w:r>
        <w:rPr>
          <w:rFonts w:ascii="Times New Roman" w:hAnsi="Times New Roman"/>
          <w:sz w:val="24"/>
          <w:szCs w:val="24"/>
        </w:rPr>
        <w:t xml:space="preserve"> в  </w:t>
      </w:r>
      <w:r w:rsidRPr="009359AE">
        <w:rPr>
          <w:rFonts w:ascii="Times New Roman" w:hAnsi="Times New Roman"/>
          <w:sz w:val="24"/>
          <w:szCs w:val="24"/>
        </w:rPr>
        <w:t xml:space="preserve"> том числе </w:t>
      </w:r>
      <w:r>
        <w:rPr>
          <w:rFonts w:ascii="Times New Roman" w:hAnsi="Times New Roman"/>
          <w:sz w:val="24"/>
          <w:szCs w:val="24"/>
        </w:rPr>
        <w:t xml:space="preserve"> </w:t>
      </w:r>
      <w:r w:rsidRPr="009359AE">
        <w:rPr>
          <w:rFonts w:ascii="Times New Roman" w:hAnsi="Times New Roman"/>
          <w:sz w:val="24"/>
          <w:szCs w:val="24"/>
        </w:rPr>
        <w:t>в</w:t>
      </w:r>
      <w:r>
        <w:rPr>
          <w:rFonts w:ascii="Times New Roman" w:hAnsi="Times New Roman"/>
          <w:sz w:val="24"/>
          <w:szCs w:val="24"/>
        </w:rPr>
        <w:t xml:space="preserve"> </w:t>
      </w:r>
      <w:r w:rsidRPr="009359AE">
        <w:rPr>
          <w:rFonts w:ascii="Times New Roman" w:hAnsi="Times New Roman"/>
          <w:sz w:val="24"/>
          <w:szCs w:val="24"/>
        </w:rPr>
        <w:t xml:space="preserve"> форме</w:t>
      </w:r>
      <w:r>
        <w:rPr>
          <w:rFonts w:ascii="Times New Roman" w:hAnsi="Times New Roman"/>
          <w:sz w:val="24"/>
          <w:szCs w:val="24"/>
        </w:rPr>
        <w:t xml:space="preserve"> </w:t>
      </w:r>
      <w:r w:rsidRPr="009359AE">
        <w:rPr>
          <w:rFonts w:ascii="Times New Roman" w:hAnsi="Times New Roman"/>
          <w:sz w:val="24"/>
          <w:szCs w:val="24"/>
        </w:rPr>
        <w:t xml:space="preserve">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Pr>
            <w:rStyle w:val="a7"/>
            <w:rFonts w:ascii="Times New Roman" w:hAnsi="Times New Roman"/>
            <w:sz w:val="24"/>
            <w:szCs w:val="24"/>
            <w:lang w:val="en-US"/>
          </w:rPr>
          <w:t>info</w:t>
        </w:r>
        <w:r w:rsidRPr="00B118A6">
          <w:rPr>
            <w:rStyle w:val="a7"/>
            <w:rFonts w:ascii="Times New Roman" w:hAnsi="Times New Roman"/>
            <w:sz w:val="24"/>
            <w:szCs w:val="24"/>
          </w:rPr>
          <w:t>@</w:t>
        </w:r>
        <w:proofErr w:type="spellStart"/>
        <w:r>
          <w:rPr>
            <w:rStyle w:val="a7"/>
            <w:rFonts w:ascii="Times New Roman" w:hAnsi="Times New Roman"/>
            <w:sz w:val="24"/>
            <w:szCs w:val="24"/>
            <w:lang w:val="en-US"/>
          </w:rPr>
          <w:t>zem</w:t>
        </w:r>
        <w:proofErr w:type="spellEnd"/>
        <w:r w:rsidRPr="00B118A6">
          <w:rPr>
            <w:rStyle w:val="a7"/>
            <w:rFonts w:ascii="Times New Roman" w:hAnsi="Times New Roman"/>
            <w:sz w:val="24"/>
            <w:szCs w:val="24"/>
          </w:rPr>
          <w:t>.</w:t>
        </w:r>
        <w:r>
          <w:rPr>
            <w:rStyle w:val="a7"/>
            <w:rFonts w:ascii="Times New Roman" w:hAnsi="Times New Roman"/>
            <w:sz w:val="24"/>
            <w:szCs w:val="24"/>
            <w:lang w:val="en-US"/>
          </w:rPr>
          <w:t>k</w:t>
        </w:r>
        <w:r w:rsidRPr="00B118A6">
          <w:rPr>
            <w:rStyle w:val="a7"/>
            <w:rFonts w:ascii="Times New Roman" w:hAnsi="Times New Roman"/>
            <w:sz w:val="24"/>
            <w:szCs w:val="24"/>
          </w:rPr>
          <w:t>26.</w:t>
        </w:r>
        <w:proofErr w:type="spellStart"/>
        <w:r>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proofErr w:type="gramStart"/>
      <w:r>
        <w:rPr>
          <w:rFonts w:ascii="Times New Roman" w:hAnsi="Times New Roman"/>
          <w:sz w:val="24"/>
          <w:szCs w:val="24"/>
        </w:rPr>
        <w:t>г</w:t>
      </w:r>
      <w:proofErr w:type="gramEnd"/>
      <w:r>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w:t>
      </w:r>
      <w:r>
        <w:rPr>
          <w:rFonts w:ascii="Times New Roman" w:hAnsi="Times New Roman"/>
          <w:sz w:val="24"/>
          <w:szCs w:val="24"/>
        </w:rPr>
        <w:t xml:space="preserve"> № 2-05, </w:t>
      </w:r>
      <w:proofErr w:type="spellStart"/>
      <w:r>
        <w:rPr>
          <w:rFonts w:ascii="Times New Roman" w:hAnsi="Times New Roman"/>
          <w:sz w:val="24"/>
          <w:szCs w:val="24"/>
        </w:rPr>
        <w:t>каб</w:t>
      </w:r>
      <w:proofErr w:type="spellEnd"/>
      <w:r>
        <w:rPr>
          <w:rFonts w:ascii="Times New Roman" w:hAnsi="Times New Roman"/>
          <w:sz w:val="24"/>
          <w:szCs w:val="24"/>
        </w:rPr>
        <w:t>. № 2-07</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14.00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 xml:space="preserve">вторник, четверг с 9.00 до 12.00 часов, </w:t>
      </w:r>
      <w:r w:rsidRPr="009359AE">
        <w:rPr>
          <w:rFonts w:ascii="Times New Roman" w:hAnsi="Times New Roman"/>
          <w:sz w:val="24"/>
          <w:szCs w:val="24"/>
        </w:rPr>
        <w:t>либо в форме электронного документа.</w:t>
      </w:r>
    </w:p>
    <w:p w:rsidR="00725D23" w:rsidRPr="009359AE" w:rsidRDefault="00725D23" w:rsidP="00725D23">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725D23" w:rsidRDefault="00725D23" w:rsidP="00725D23">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 xml:space="preserve">11.1. Любое заинтересованное лицо вправе направить Организатору аукциона запрос в письменной форме, </w:t>
      </w:r>
      <w:r>
        <w:rPr>
          <w:rFonts w:ascii="Times New Roman" w:hAnsi="Times New Roman"/>
          <w:sz w:val="24"/>
          <w:szCs w:val="24"/>
        </w:rPr>
        <w:t xml:space="preserve">  </w:t>
      </w:r>
      <w:r w:rsidRPr="009359AE">
        <w:rPr>
          <w:rFonts w:ascii="Times New Roman" w:hAnsi="Times New Roman"/>
          <w:sz w:val="24"/>
          <w:szCs w:val="24"/>
        </w:rPr>
        <w:t xml:space="preserve">в </w:t>
      </w:r>
      <w:r>
        <w:rPr>
          <w:rFonts w:ascii="Times New Roman" w:hAnsi="Times New Roman"/>
          <w:sz w:val="24"/>
          <w:szCs w:val="24"/>
        </w:rPr>
        <w:t xml:space="preserve">  </w:t>
      </w:r>
      <w:r w:rsidRPr="009359AE">
        <w:rPr>
          <w:rFonts w:ascii="Times New Roman" w:hAnsi="Times New Roman"/>
          <w:sz w:val="24"/>
          <w:szCs w:val="24"/>
        </w:rPr>
        <w:t xml:space="preserve">том </w:t>
      </w:r>
      <w:r>
        <w:rPr>
          <w:rFonts w:ascii="Times New Roman" w:hAnsi="Times New Roman"/>
          <w:sz w:val="24"/>
          <w:szCs w:val="24"/>
        </w:rPr>
        <w:t xml:space="preserve">  </w:t>
      </w:r>
      <w:r w:rsidRPr="009359AE">
        <w:rPr>
          <w:rFonts w:ascii="Times New Roman" w:hAnsi="Times New Roman"/>
          <w:sz w:val="24"/>
          <w:szCs w:val="24"/>
        </w:rPr>
        <w:t>числе</w:t>
      </w:r>
      <w:r>
        <w:rPr>
          <w:rFonts w:ascii="Times New Roman" w:hAnsi="Times New Roman"/>
          <w:sz w:val="24"/>
          <w:szCs w:val="24"/>
        </w:rPr>
        <w:t xml:space="preserve">  </w:t>
      </w:r>
      <w:r w:rsidRPr="009359AE">
        <w:rPr>
          <w:rFonts w:ascii="Times New Roman" w:hAnsi="Times New Roman"/>
          <w:sz w:val="24"/>
          <w:szCs w:val="24"/>
        </w:rPr>
        <w:t xml:space="preserve"> в </w:t>
      </w:r>
      <w:r>
        <w:rPr>
          <w:rFonts w:ascii="Times New Roman" w:hAnsi="Times New Roman"/>
          <w:sz w:val="24"/>
          <w:szCs w:val="24"/>
        </w:rPr>
        <w:t xml:space="preserve"> </w:t>
      </w:r>
      <w:r w:rsidRPr="009359AE">
        <w:rPr>
          <w:rFonts w:ascii="Times New Roman" w:hAnsi="Times New Roman"/>
          <w:sz w:val="24"/>
          <w:szCs w:val="24"/>
        </w:rPr>
        <w:t xml:space="preserve">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D32066">
          <w:rPr>
            <w:rStyle w:val="a7"/>
            <w:rFonts w:ascii="Times New Roman" w:hAnsi="Times New Roman"/>
            <w:sz w:val="24"/>
            <w:szCs w:val="24"/>
            <w:lang w:val="en-US"/>
          </w:rPr>
          <w:t>info</w:t>
        </w:r>
        <w:r w:rsidRPr="00D32066">
          <w:rPr>
            <w:rStyle w:val="a7"/>
            <w:rFonts w:ascii="Times New Roman" w:hAnsi="Times New Roman"/>
            <w:sz w:val="24"/>
            <w:szCs w:val="24"/>
          </w:rPr>
          <w:t>@</w:t>
        </w:r>
        <w:proofErr w:type="spellStart"/>
        <w:r w:rsidRPr="00D32066">
          <w:rPr>
            <w:rStyle w:val="a7"/>
            <w:rFonts w:ascii="Times New Roman" w:hAnsi="Times New Roman"/>
            <w:sz w:val="24"/>
            <w:szCs w:val="24"/>
            <w:lang w:val="en-US"/>
          </w:rPr>
          <w:t>zem</w:t>
        </w:r>
        <w:proofErr w:type="spellEnd"/>
        <w:r w:rsidRPr="00D32066">
          <w:rPr>
            <w:rStyle w:val="a7"/>
            <w:rFonts w:ascii="Times New Roman" w:hAnsi="Times New Roman"/>
            <w:sz w:val="24"/>
            <w:szCs w:val="24"/>
          </w:rPr>
          <w:t>.</w:t>
        </w:r>
        <w:r w:rsidRPr="00D32066">
          <w:rPr>
            <w:rStyle w:val="a7"/>
            <w:rFonts w:ascii="Times New Roman" w:hAnsi="Times New Roman"/>
            <w:sz w:val="24"/>
            <w:szCs w:val="24"/>
            <w:lang w:val="en-US"/>
          </w:rPr>
          <w:t>k</w:t>
        </w:r>
        <w:r w:rsidRPr="00D32066">
          <w:rPr>
            <w:rStyle w:val="a7"/>
            <w:rFonts w:ascii="Times New Roman" w:hAnsi="Times New Roman"/>
            <w:sz w:val="24"/>
            <w:szCs w:val="24"/>
          </w:rPr>
          <w:t>26.</w:t>
        </w:r>
        <w:proofErr w:type="spellStart"/>
        <w:r w:rsidRPr="00D32066">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о разъяснении положений документации об аукционе. </w:t>
      </w:r>
      <w:proofErr w:type="gramStart"/>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roofErr w:type="gramEnd"/>
    </w:p>
    <w:p w:rsidR="00725D23" w:rsidRPr="009359AE" w:rsidRDefault="00725D23" w:rsidP="00725D23">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D32066">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w:t>
      </w:r>
      <w:r w:rsidRPr="009359AE">
        <w:rPr>
          <w:rFonts w:ascii="Times New Roman" w:hAnsi="Times New Roman"/>
          <w:sz w:val="24"/>
          <w:szCs w:val="24"/>
        </w:rPr>
        <w:lastRenderedPageBreak/>
        <w:t xml:space="preserve">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725D23" w:rsidRPr="009359AE" w:rsidRDefault="00725D23" w:rsidP="00725D23">
      <w:pPr>
        <w:pStyle w:val="31"/>
        <w:tabs>
          <w:tab w:val="left" w:pos="0"/>
        </w:tabs>
        <w:spacing w:before="0" w:after="0"/>
        <w:ind w:firstLine="567"/>
        <w:jc w:val="both"/>
        <w:rPr>
          <w:szCs w:val="24"/>
        </w:rPr>
      </w:pPr>
      <w:r w:rsidRPr="009359AE">
        <w:rPr>
          <w:b/>
          <w:szCs w:val="24"/>
        </w:rPr>
        <w:t>12. Отказ от проведения аукциона.</w:t>
      </w:r>
    </w:p>
    <w:p w:rsidR="00725D23" w:rsidRPr="009359AE" w:rsidRDefault="00725D23" w:rsidP="00725D23">
      <w:pPr>
        <w:pStyle w:val="31"/>
        <w:tabs>
          <w:tab w:val="left" w:pos="0"/>
        </w:tabs>
        <w:spacing w:before="0" w:after="0"/>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Pr>
          <w:szCs w:val="24"/>
        </w:rPr>
        <w:t>пять дней</w:t>
      </w:r>
      <w:r w:rsidRPr="009359AE">
        <w:rPr>
          <w:szCs w:val="24"/>
        </w:rPr>
        <w:t xml:space="preserve"> до даты окончания срока подачи заявок на участие в аукционе.</w:t>
      </w:r>
    </w:p>
    <w:p w:rsidR="00725D23" w:rsidRPr="009359AE" w:rsidRDefault="00725D23" w:rsidP="00725D23">
      <w:pPr>
        <w:pStyle w:val="31"/>
        <w:tabs>
          <w:tab w:val="left" w:pos="0"/>
        </w:tabs>
        <w:spacing w:before="0" w:after="0"/>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725D23" w:rsidRPr="009359AE" w:rsidRDefault="00725D23" w:rsidP="00725D23">
      <w:pPr>
        <w:pStyle w:val="31"/>
        <w:tabs>
          <w:tab w:val="left" w:pos="0"/>
        </w:tabs>
        <w:spacing w:before="0" w:after="0"/>
        <w:ind w:firstLine="567"/>
        <w:jc w:val="both"/>
        <w:rPr>
          <w:bCs/>
          <w:szCs w:val="24"/>
        </w:rPr>
      </w:pPr>
      <w:r w:rsidRPr="009359AE">
        <w:rPr>
          <w:bCs/>
          <w:szCs w:val="24"/>
        </w:rPr>
        <w:t xml:space="preserve">В течение </w:t>
      </w:r>
      <w:r>
        <w:rPr>
          <w:bCs/>
          <w:szCs w:val="24"/>
        </w:rPr>
        <w:t>двух</w:t>
      </w:r>
      <w:r w:rsidRPr="009359AE">
        <w:rPr>
          <w:bCs/>
          <w:szCs w:val="24"/>
        </w:rPr>
        <w:t xml:space="preserve">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725D23" w:rsidRPr="009359AE" w:rsidRDefault="00725D23" w:rsidP="00725D23">
      <w:pPr>
        <w:spacing w:after="0" w:line="240" w:lineRule="auto"/>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r>
        <w:rPr>
          <w:rFonts w:ascii="Times New Roman" w:hAnsi="Times New Roman"/>
          <w:bCs/>
          <w:sz w:val="24"/>
          <w:szCs w:val="24"/>
        </w:rPr>
        <w:t xml:space="preserve">в </w:t>
      </w:r>
      <w:r w:rsidRPr="009359AE">
        <w:rPr>
          <w:rFonts w:ascii="Times New Roman" w:hAnsi="Times New Roman"/>
          <w:bCs/>
          <w:sz w:val="24"/>
          <w:szCs w:val="24"/>
        </w:rPr>
        <w:t>извещении о проведен</w:t>
      </w:r>
      <w:proofErr w:type="gramStart"/>
      <w:r w:rsidRPr="009359AE">
        <w:rPr>
          <w:rFonts w:ascii="Times New Roman" w:hAnsi="Times New Roman"/>
          <w:bCs/>
          <w:sz w:val="24"/>
          <w:szCs w:val="24"/>
        </w:rPr>
        <w:t>ии ау</w:t>
      </w:r>
      <w:proofErr w:type="gramEnd"/>
      <w:r w:rsidRPr="009359AE">
        <w:rPr>
          <w:rFonts w:ascii="Times New Roman" w:hAnsi="Times New Roman"/>
          <w:bCs/>
          <w:sz w:val="24"/>
          <w:szCs w:val="24"/>
        </w:rPr>
        <w:t>кци</w:t>
      </w:r>
      <w:r w:rsidRPr="009359AE">
        <w:rPr>
          <w:rFonts w:ascii="Times New Roman" w:hAnsi="Times New Roman"/>
          <w:sz w:val="24"/>
          <w:szCs w:val="24"/>
        </w:rPr>
        <w:t xml:space="preserve">она. </w:t>
      </w:r>
    </w:p>
    <w:p w:rsidR="00725D23" w:rsidRPr="009359AE" w:rsidRDefault="00725D23" w:rsidP="00725D23">
      <w:pPr>
        <w:spacing w:after="0" w:line="240" w:lineRule="auto"/>
        <w:ind w:firstLine="567"/>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Pr>
          <w:rFonts w:ascii="Times New Roman" w:hAnsi="Times New Roman"/>
          <w:sz w:val="24"/>
          <w:szCs w:val="24"/>
        </w:rPr>
        <w:t>Единой</w:t>
      </w:r>
      <w:r w:rsidRPr="009359AE">
        <w:rPr>
          <w:rFonts w:ascii="Times New Roman" w:hAnsi="Times New Roman"/>
          <w:sz w:val="24"/>
          <w:szCs w:val="24"/>
        </w:rPr>
        <w:t xml:space="preserve"> комиссией</w:t>
      </w:r>
      <w:r>
        <w:rPr>
          <w:rFonts w:ascii="Times New Roman" w:hAnsi="Times New Roman"/>
          <w:sz w:val="24"/>
          <w:szCs w:val="24"/>
        </w:rPr>
        <w:t xml:space="preserve"> по проведению конкурсов или аукционов на право заключения договоров аренды муниципального имущества (дале</w:t>
      </w:r>
      <w:proofErr w:type="gramStart"/>
      <w:r>
        <w:rPr>
          <w:rFonts w:ascii="Times New Roman" w:hAnsi="Times New Roman"/>
          <w:sz w:val="24"/>
          <w:szCs w:val="24"/>
        </w:rPr>
        <w:t>е-</w:t>
      </w:r>
      <w:proofErr w:type="gramEnd"/>
      <w:r>
        <w:rPr>
          <w:rFonts w:ascii="Times New Roman" w:hAnsi="Times New Roman"/>
          <w:sz w:val="24"/>
          <w:szCs w:val="24"/>
        </w:rPr>
        <w:t xml:space="preserve"> Комиссия)</w:t>
      </w:r>
      <w:r w:rsidRPr="009359AE">
        <w:rPr>
          <w:rFonts w:ascii="Times New Roman" w:hAnsi="Times New Roman"/>
          <w:sz w:val="24"/>
          <w:szCs w:val="24"/>
        </w:rPr>
        <w:t xml:space="preserve"> утвержденной постановлением Администрации ЗАТО г.</w:t>
      </w:r>
      <w:r>
        <w:rPr>
          <w:rFonts w:ascii="Times New Roman" w:hAnsi="Times New Roman"/>
          <w:sz w:val="24"/>
          <w:szCs w:val="24"/>
        </w:rPr>
        <w:t> </w:t>
      </w:r>
      <w:r w:rsidRPr="009359AE">
        <w:rPr>
          <w:rFonts w:ascii="Times New Roman" w:hAnsi="Times New Roman"/>
          <w:sz w:val="24"/>
          <w:szCs w:val="24"/>
        </w:rPr>
        <w:t xml:space="preserve">Железногорск от </w:t>
      </w:r>
      <w:r>
        <w:rPr>
          <w:rFonts w:ascii="Times New Roman" w:hAnsi="Times New Roman"/>
          <w:sz w:val="24"/>
          <w:szCs w:val="24"/>
        </w:rPr>
        <w:t>27</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.201</w:t>
      </w:r>
      <w:r>
        <w:rPr>
          <w:rFonts w:ascii="Times New Roman" w:hAnsi="Times New Roman"/>
          <w:sz w:val="24"/>
          <w:szCs w:val="24"/>
        </w:rPr>
        <w:t>2</w:t>
      </w:r>
      <w:r w:rsidRPr="009359AE">
        <w:rPr>
          <w:rFonts w:ascii="Times New Roman" w:hAnsi="Times New Roman"/>
          <w:sz w:val="24"/>
          <w:szCs w:val="24"/>
        </w:rPr>
        <w:t xml:space="preserve"> №</w:t>
      </w:r>
      <w:r>
        <w:rPr>
          <w:rFonts w:ascii="Times New Roman" w:hAnsi="Times New Roman"/>
          <w:sz w:val="24"/>
          <w:szCs w:val="24"/>
        </w:rPr>
        <w:t xml:space="preserve"> 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Pr>
          <w:rFonts w:ascii="Times New Roman" w:hAnsi="Times New Roman"/>
          <w:sz w:val="24"/>
          <w:szCs w:val="24"/>
        </w:rPr>
        <w:t>К</w:t>
      </w:r>
      <w:r w:rsidRPr="009359AE">
        <w:rPr>
          <w:rFonts w:ascii="Times New Roman" w:hAnsi="Times New Roman"/>
          <w:sz w:val="24"/>
          <w:szCs w:val="24"/>
        </w:rPr>
        <w:t xml:space="preserve">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Протокол ведется </w:t>
      </w:r>
      <w:r>
        <w:rPr>
          <w:rFonts w:ascii="Times New Roman" w:hAnsi="Times New Roman"/>
          <w:sz w:val="24"/>
          <w:szCs w:val="24"/>
        </w:rPr>
        <w:t>секретарем К</w:t>
      </w:r>
      <w:r w:rsidRPr="009359AE">
        <w:rPr>
          <w:rFonts w:ascii="Times New Roman" w:hAnsi="Times New Roman"/>
          <w:sz w:val="24"/>
          <w:szCs w:val="24"/>
        </w:rPr>
        <w:t>омисси</w:t>
      </w:r>
      <w:r>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725D23" w:rsidRDefault="00725D23" w:rsidP="00725D23">
      <w:pPr>
        <w:spacing w:after="0" w:line="240" w:lineRule="auto"/>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r>
        <w:rPr>
          <w:rFonts w:ascii="Times New Roman" w:hAnsi="Times New Roman"/>
          <w:sz w:val="24"/>
          <w:szCs w:val="24"/>
        </w:rPr>
        <w:t xml:space="preserve"> </w:t>
      </w:r>
    </w:p>
    <w:p w:rsidR="00725D23"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 xml:space="preserve">.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14.</w:t>
      </w:r>
      <w:r>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Pr>
          <w:rFonts w:ascii="Times New Roman" w:hAnsi="Times New Roman"/>
          <w:sz w:val="24"/>
          <w:szCs w:val="24"/>
        </w:rPr>
        <w:t xml:space="preserve">пунктом </w:t>
      </w:r>
      <w:r w:rsidRPr="009359AE">
        <w:rPr>
          <w:rFonts w:ascii="Times New Roman" w:hAnsi="Times New Roman"/>
          <w:sz w:val="24"/>
          <w:szCs w:val="24"/>
        </w:rPr>
        <w:t>8</w:t>
      </w:r>
      <w:r>
        <w:rPr>
          <w:rFonts w:ascii="Times New Roman" w:hAnsi="Times New Roman"/>
          <w:sz w:val="24"/>
          <w:szCs w:val="24"/>
        </w:rPr>
        <w:t>.2</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725D23" w:rsidRPr="009359AE" w:rsidRDefault="00725D23" w:rsidP="00725D23">
      <w:pPr>
        <w:spacing w:after="0" w:line="240" w:lineRule="auto"/>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 xml:space="preserve">ст. 8 Закона Российской Федерации от 14.07.1992 № 3297-1 «О закрытом административно-территориальном образовании» и </w:t>
      </w:r>
      <w:r w:rsidRPr="009359AE">
        <w:rPr>
          <w:rFonts w:ascii="Times New Roman" w:hAnsi="Times New Roman"/>
          <w:sz w:val="24"/>
          <w:szCs w:val="24"/>
        </w:rPr>
        <w:t>п.</w:t>
      </w:r>
      <w:r>
        <w:rPr>
          <w:rFonts w:ascii="Times New Roman" w:hAnsi="Times New Roman"/>
          <w:sz w:val="24"/>
          <w:szCs w:val="24"/>
        </w:rPr>
        <w:t xml:space="preserve"> </w:t>
      </w:r>
      <w:r w:rsidRPr="009359AE">
        <w:rPr>
          <w:rFonts w:ascii="Times New Roman" w:hAnsi="Times New Roman"/>
          <w:sz w:val="24"/>
          <w:szCs w:val="24"/>
        </w:rPr>
        <w:t xml:space="preserve">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w:t>
      </w:r>
      <w:r w:rsidRPr="009359AE">
        <w:rPr>
          <w:rFonts w:ascii="Times New Roman" w:hAnsi="Times New Roman"/>
          <w:sz w:val="24"/>
          <w:szCs w:val="24"/>
        </w:rPr>
        <w:lastRenderedPageBreak/>
        <w:t>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от 11.06.1996 №</w:t>
      </w:r>
      <w:r>
        <w:rPr>
          <w:rFonts w:ascii="Times New Roman" w:hAnsi="Times New Roman"/>
          <w:sz w:val="24"/>
          <w:szCs w:val="24"/>
        </w:rPr>
        <w:t xml:space="preserve"> </w:t>
      </w:r>
      <w:r w:rsidRPr="009359AE">
        <w:rPr>
          <w:rFonts w:ascii="Times New Roman" w:hAnsi="Times New Roman"/>
          <w:sz w:val="24"/>
          <w:szCs w:val="24"/>
        </w:rPr>
        <w:t>693;</w:t>
      </w:r>
      <w:proofErr w:type="gramEnd"/>
    </w:p>
    <w:p w:rsidR="00725D23" w:rsidRPr="00463606"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несоответствия заявки на участие в аукционе требованиям документации об аукционе;</w:t>
      </w:r>
    </w:p>
    <w:p w:rsidR="00725D23" w:rsidRPr="00463606"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25D23" w:rsidRPr="00463606"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725D23"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14.6. В случае установления</w:t>
      </w:r>
      <w:r>
        <w:rPr>
          <w:rFonts w:ascii="Times New Roman" w:hAnsi="Times New Roman"/>
          <w:sz w:val="24"/>
          <w:szCs w:val="24"/>
        </w:rPr>
        <w:t xml:space="preserve">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Комиссия обязана отстранить такого заявителя или участника аукциона от участия в аукционе на любом этапе их проведения.</w:t>
      </w:r>
    </w:p>
    <w:p w:rsidR="00725D23" w:rsidRPr="004C5405"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bookmarkStart w:id="0" w:name="_Ref167181799"/>
      <w:r w:rsidRPr="009359AE">
        <w:rPr>
          <w:rFonts w:ascii="Times New Roman" w:hAnsi="Times New Roman"/>
          <w:bCs/>
          <w:sz w:val="24"/>
          <w:szCs w:val="24"/>
        </w:rPr>
        <w:t xml:space="preserve">15.1. </w:t>
      </w:r>
      <w:bookmarkEnd w:id="0"/>
      <w:r>
        <w:rPr>
          <w:rFonts w:ascii="Times New Roman" w:hAnsi="Times New Roman"/>
          <w:sz w:val="24"/>
          <w:szCs w:val="24"/>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725D23" w:rsidRDefault="00725D23" w:rsidP="00725D23">
      <w:pPr>
        <w:pStyle w:val="3"/>
        <w:keepNext w:val="0"/>
        <w:widowControl w:val="0"/>
        <w:ind w:left="0" w:firstLine="567"/>
        <w:rPr>
          <w:rFonts w:ascii="Times New Roman" w:hAnsi="Times New Roman"/>
          <w:sz w:val="24"/>
          <w:szCs w:val="24"/>
        </w:rPr>
      </w:pPr>
      <w:r w:rsidRPr="000520D1">
        <w:rPr>
          <w:rFonts w:ascii="Times New Roman" w:hAnsi="Times New Roman"/>
          <w:sz w:val="24"/>
          <w:szCs w:val="24"/>
        </w:rPr>
        <w:t>15.2. Аукцион проводится Организатором аукциона в присутствии членов Комиссии и участников аукциона или их уполномоченных представителей.</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15.3. Аукцион проводится путем повышения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на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15.4.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w:t>
      </w:r>
      <w:proofErr w:type="gramStart"/>
      <w:r w:rsidRPr="009359AE">
        <w:rPr>
          <w:rFonts w:ascii="Times New Roman" w:hAnsi="Times New Roman"/>
          <w:sz w:val="24"/>
          <w:szCs w:val="24"/>
        </w:rPr>
        <w:t xml:space="preserve">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roofErr w:type="gramEnd"/>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Pr>
          <w:rFonts w:ascii="Times New Roman" w:hAnsi="Times New Roman"/>
          <w:sz w:val="24"/>
          <w:szCs w:val="24"/>
        </w:rPr>
        <w:t>К</w:t>
      </w:r>
      <w:r w:rsidRPr="009359AE">
        <w:rPr>
          <w:rFonts w:ascii="Times New Roman" w:hAnsi="Times New Roman"/>
          <w:sz w:val="24"/>
          <w:szCs w:val="24"/>
        </w:rPr>
        <w:t>омиссии путе</w:t>
      </w:r>
      <w:r>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Pr>
          <w:rFonts w:ascii="Times New Roman" w:hAnsi="Times New Roman"/>
          <w:sz w:val="24"/>
          <w:szCs w:val="24"/>
        </w:rPr>
        <w:t>«</w:t>
      </w:r>
      <w:r w:rsidRPr="009359AE">
        <w:rPr>
          <w:rFonts w:ascii="Times New Roman" w:hAnsi="Times New Roman"/>
          <w:sz w:val="24"/>
          <w:szCs w:val="24"/>
        </w:rPr>
        <w:t>шагом аукциона</w:t>
      </w:r>
      <w:r>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w:t>
      </w:r>
      <w:proofErr w:type="gramStart"/>
      <w:r w:rsidRPr="009359AE">
        <w:rPr>
          <w:rFonts w:ascii="Times New Roman" w:hAnsi="Times New Roman"/>
          <w:sz w:val="24"/>
          <w:szCs w:val="24"/>
        </w:rPr>
        <w:t>карточку</w:t>
      </w:r>
      <w:proofErr w:type="gramEnd"/>
      <w:r w:rsidRPr="009359AE">
        <w:rPr>
          <w:rFonts w:ascii="Times New Roman" w:hAnsi="Times New Roman"/>
          <w:sz w:val="24"/>
          <w:szCs w:val="24"/>
        </w:rPr>
        <w:t xml:space="preserve"> в случае если он согласен заключить договор по объявленной цене;</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w:t>
      </w:r>
      <w:r w:rsidRPr="009359AE">
        <w:rPr>
          <w:rFonts w:ascii="Times New Roman" w:hAnsi="Times New Roman"/>
          <w:sz w:val="24"/>
          <w:szCs w:val="24"/>
        </w:rPr>
        <w:lastRenderedPageBreak/>
        <w:t>договора, увеличенную в соответствии с «шагом аукциона» и «шаг аукциона» в соответствии с которым повышается цена;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w:t>
      </w:r>
      <w:r>
        <w:rPr>
          <w:rFonts w:ascii="Times New Roman" w:hAnsi="Times New Roman"/>
          <w:sz w:val="24"/>
          <w:szCs w:val="24"/>
        </w:rPr>
        <w:t>иона и ведет протокол аукциона</w:t>
      </w:r>
      <w:r w:rsidRPr="009359AE">
        <w:rPr>
          <w:rFonts w:ascii="Times New Roman" w:hAnsi="Times New Roman"/>
          <w:sz w:val="24"/>
          <w:szCs w:val="24"/>
        </w:rPr>
        <w:t>,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w:t>
      </w:r>
      <w:proofErr w:type="gramEnd"/>
      <w:r w:rsidRPr="009359AE">
        <w:rPr>
          <w:rFonts w:ascii="Times New Roman" w:hAnsi="Times New Roman"/>
          <w:sz w:val="24"/>
          <w:szCs w:val="24"/>
        </w:rPr>
        <w:t xml:space="preserve"> аукциона и участника, который сделал предпоследнее предложение о цене договора. 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15.10.</w:t>
      </w:r>
      <w:r w:rsidRPr="00BA0FF3">
        <w:rPr>
          <w:rFonts w:ascii="Times New Roman" w:hAnsi="Times New Roman"/>
          <w:sz w:val="24"/>
          <w:szCs w:val="24"/>
        </w:rPr>
        <w:t xml:space="preserve"> </w:t>
      </w:r>
      <w:r>
        <w:rPr>
          <w:rFonts w:ascii="Times New Roman" w:hAnsi="Times New Roman"/>
          <w:sz w:val="24"/>
          <w:szCs w:val="24"/>
        </w:rPr>
        <w:t>Любой участник аукциона вправе осуществлять ауди</w:t>
      </w:r>
      <w:proofErr w:type="gramStart"/>
      <w:r>
        <w:rPr>
          <w:rFonts w:ascii="Times New Roman" w:hAnsi="Times New Roman"/>
          <w:sz w:val="24"/>
          <w:szCs w:val="24"/>
        </w:rPr>
        <w:t>о-</w:t>
      </w:r>
      <w:proofErr w:type="gramEnd"/>
      <w:r>
        <w:rPr>
          <w:rFonts w:ascii="Times New Roman" w:hAnsi="Times New Roman"/>
          <w:sz w:val="24"/>
          <w:szCs w:val="24"/>
        </w:rPr>
        <w:t xml:space="preserve"> и/или видеозапись аукциона.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E2448F">
        <w:rPr>
          <w:rFonts w:ascii="Times New Roman" w:hAnsi="Times New Roman"/>
          <w:sz w:val="24"/>
          <w:szCs w:val="24"/>
        </w:rPr>
        <w:t>15.11. Протокол аукциона</w:t>
      </w:r>
      <w:r w:rsidRPr="009359AE">
        <w:rPr>
          <w:rFonts w:ascii="Times New Roman" w:hAnsi="Times New Roman"/>
          <w:sz w:val="24"/>
          <w:szCs w:val="24"/>
        </w:rPr>
        <w:t xml:space="preserve"> и проект договора аренды </w:t>
      </w:r>
      <w:r w:rsidRPr="004C6281">
        <w:rPr>
          <w:rFonts w:ascii="Times New Roman" w:hAnsi="Times New Roman"/>
          <w:i/>
          <w:sz w:val="24"/>
          <w:szCs w:val="24"/>
        </w:rPr>
        <w:t>(Приложени</w:t>
      </w:r>
      <w:r>
        <w:rPr>
          <w:rFonts w:ascii="Times New Roman" w:hAnsi="Times New Roman"/>
          <w:i/>
          <w:sz w:val="24"/>
          <w:szCs w:val="24"/>
        </w:rPr>
        <w:t>я</w:t>
      </w:r>
      <w:r w:rsidRPr="004C6281">
        <w:rPr>
          <w:rFonts w:ascii="Times New Roman" w:hAnsi="Times New Roman"/>
          <w:i/>
          <w:sz w:val="24"/>
          <w:szCs w:val="24"/>
        </w:rPr>
        <w:t xml:space="preserve"> № </w:t>
      </w:r>
      <w:r>
        <w:rPr>
          <w:rFonts w:ascii="Times New Roman" w:hAnsi="Times New Roman"/>
          <w:i/>
          <w:sz w:val="24"/>
          <w:szCs w:val="24"/>
        </w:rPr>
        <w:t>3</w:t>
      </w:r>
      <w:r w:rsidRPr="004C6281">
        <w:rPr>
          <w:rFonts w:ascii="Times New Roman" w:hAnsi="Times New Roman"/>
          <w:i/>
          <w:sz w:val="24"/>
          <w:szCs w:val="24"/>
        </w:rPr>
        <w:t>)</w:t>
      </w:r>
      <w:r>
        <w:rPr>
          <w:rFonts w:ascii="Times New Roman" w:hAnsi="Times New Roman"/>
          <w:sz w:val="24"/>
          <w:szCs w:val="24"/>
        </w:rPr>
        <w:t xml:space="preserve"> с </w:t>
      </w:r>
      <w:r w:rsidRPr="009359AE">
        <w:rPr>
          <w:rFonts w:ascii="Times New Roman" w:hAnsi="Times New Roman"/>
          <w:sz w:val="24"/>
          <w:szCs w:val="24"/>
        </w:rPr>
        <w:t xml:space="preserve">внесенными условиями о цене договора, предложенной победителем аукциона, </w:t>
      </w:r>
      <w:r>
        <w:rPr>
          <w:rFonts w:ascii="Times New Roman" w:hAnsi="Times New Roman"/>
          <w:sz w:val="24"/>
          <w:szCs w:val="24"/>
        </w:rPr>
        <w:t xml:space="preserve">передаются </w:t>
      </w:r>
      <w:r w:rsidRPr="009359AE">
        <w:rPr>
          <w:rFonts w:ascii="Times New Roman" w:hAnsi="Times New Roman"/>
          <w:sz w:val="24"/>
          <w:szCs w:val="24"/>
        </w:rPr>
        <w:t xml:space="preserve">организатором </w:t>
      </w:r>
      <w:r>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аукциона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Pr>
          <w:rFonts w:ascii="Times New Roman" w:hAnsi="Times New Roman"/>
          <w:sz w:val="24"/>
          <w:szCs w:val="24"/>
        </w:rPr>
        <w:t xml:space="preserve"> 2-05</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14.00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вторник, четверг с 9.00 до 12.00 часов</w:t>
      </w:r>
      <w:r w:rsidRPr="009359AE">
        <w:rPr>
          <w:rFonts w:ascii="Times New Roman" w:hAnsi="Times New Roman"/>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2</w:t>
      </w:r>
      <w:r w:rsidRPr="009359AE">
        <w:rPr>
          <w:rFonts w:ascii="Times New Roman" w:hAnsi="Times New Roman"/>
          <w:sz w:val="24"/>
          <w:szCs w:val="24"/>
        </w:rPr>
        <w:t xml:space="preserve">.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3</w:t>
      </w:r>
      <w:r w:rsidRPr="009359AE">
        <w:rPr>
          <w:rFonts w:ascii="Times New Roman" w:hAnsi="Times New Roman"/>
          <w:sz w:val="24"/>
          <w:szCs w:val="24"/>
        </w:rPr>
        <w:t xml:space="preserve">. </w:t>
      </w:r>
      <w:proofErr w:type="gramStart"/>
      <w:r w:rsidRPr="009359AE">
        <w:rPr>
          <w:rFonts w:ascii="Times New Roman" w:hAnsi="Times New Roman"/>
          <w:sz w:val="24"/>
          <w:szCs w:val="24"/>
        </w:rPr>
        <w:t xml:space="preserve">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w:t>
      </w:r>
      <w:proofErr w:type="gramEnd"/>
      <w:r w:rsidRPr="009359AE">
        <w:rPr>
          <w:rFonts w:ascii="Times New Roman" w:hAnsi="Times New Roman"/>
          <w:sz w:val="24"/>
          <w:szCs w:val="24"/>
        </w:rPr>
        <w:t xml:space="preserve"> </w:t>
      </w:r>
      <w:proofErr w:type="gramStart"/>
      <w:r w:rsidRPr="009359AE">
        <w:rPr>
          <w:rFonts w:ascii="Times New Roman" w:hAnsi="Times New Roman"/>
          <w:sz w:val="24"/>
          <w:szCs w:val="24"/>
        </w:rPr>
        <w:t>бы</w:t>
      </w:r>
      <w:proofErr w:type="gramEnd"/>
      <w:r w:rsidRPr="009359AE">
        <w:rPr>
          <w:rFonts w:ascii="Times New Roman" w:hAnsi="Times New Roman"/>
          <w:sz w:val="24"/>
          <w:szCs w:val="24"/>
        </w:rPr>
        <w:t xml:space="preserve"> более высокую цену договора,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725D23" w:rsidRPr="009359AE" w:rsidRDefault="00725D23" w:rsidP="00725D23">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r>
        <w:rPr>
          <w:rFonts w:ascii="Times New Roman" w:hAnsi="Times New Roman"/>
          <w:b/>
          <w:sz w:val="24"/>
          <w:szCs w:val="24"/>
        </w:rPr>
        <w:t>.</w:t>
      </w:r>
    </w:p>
    <w:p w:rsidR="00725D23" w:rsidRDefault="00725D23" w:rsidP="00725D23">
      <w:pPr>
        <w:autoSpaceDE w:val="0"/>
        <w:autoSpaceDN w:val="0"/>
        <w:adjustRightInd w:val="0"/>
        <w:spacing w:after="0" w:line="240" w:lineRule="auto"/>
        <w:ind w:firstLine="540"/>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Times New Roman" w:hAnsi="Times New Roman"/>
          <w:sz w:val="24"/>
          <w:szCs w:val="24"/>
        </w:rPr>
        <w:t xml:space="preserve"> по цене, которые предусмотрены заявкой </w:t>
      </w:r>
      <w:r>
        <w:rPr>
          <w:rFonts w:ascii="Times New Roman" w:hAnsi="Times New Roman"/>
          <w:sz w:val="24"/>
          <w:szCs w:val="24"/>
        </w:rPr>
        <w:lastRenderedPageBreak/>
        <w:t>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725D23" w:rsidRDefault="00725D23" w:rsidP="00725D23">
      <w:pPr>
        <w:autoSpaceDE w:val="0"/>
        <w:autoSpaceDN w:val="0"/>
        <w:adjustRightInd w:val="0"/>
        <w:spacing w:after="0" w:line="240" w:lineRule="auto"/>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Pr>
          <w:rFonts w:ascii="Times New Roman" w:hAnsi="Times New Roman"/>
          <w:b/>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на условиях, изложенных в документации об аукционе.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Pr>
          <w:rFonts w:ascii="Times New Roman" w:hAnsi="Times New Roman"/>
          <w:sz w:val="24"/>
          <w:szCs w:val="24"/>
        </w:rPr>
        <w:t>/</w:t>
      </w:r>
      <w:r w:rsidRPr="00AB7114">
        <w:rPr>
          <w:rFonts w:ascii="Times New Roman" w:hAnsi="Times New Roman"/>
          <w:sz w:val="24"/>
          <w:szCs w:val="24"/>
        </w:rPr>
        <w:t xml:space="preserve">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w:t>
      </w:r>
      <w:r>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w:t>
      </w:r>
      <w:proofErr w:type="gramEnd"/>
      <w:r w:rsidRPr="009359AE">
        <w:rPr>
          <w:rFonts w:ascii="Times New Roman" w:hAnsi="Times New Roman"/>
          <w:sz w:val="24"/>
          <w:szCs w:val="24"/>
        </w:rPr>
        <w:t xml:space="preserve"> времени его составления, о лице, с которым организатор </w:t>
      </w:r>
      <w:r>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.4. В случае</w:t>
      </w:r>
      <w:proofErr w:type="gramStart"/>
      <w:r>
        <w:rPr>
          <w:rFonts w:ascii="Times New Roman" w:hAnsi="Times New Roman"/>
          <w:sz w:val="24"/>
          <w:szCs w:val="24"/>
        </w:rPr>
        <w:t>,</w:t>
      </w:r>
      <w:proofErr w:type="gramEnd"/>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Pr>
          <w:rFonts w:ascii="Times New Roman" w:hAnsi="Times New Roman"/>
          <w:sz w:val="24"/>
          <w:szCs w:val="24"/>
        </w:rPr>
        <w:t xml:space="preserve">унктом </w:t>
      </w:r>
      <w:r w:rsidRPr="009359AE">
        <w:rPr>
          <w:rFonts w:ascii="Times New Roman" w:hAnsi="Times New Roman"/>
          <w:sz w:val="24"/>
          <w:szCs w:val="24"/>
        </w:rPr>
        <w:t>15.1</w:t>
      </w:r>
      <w:r>
        <w:rPr>
          <w:rFonts w:ascii="Times New Roman" w:hAnsi="Times New Roman"/>
          <w:sz w:val="24"/>
          <w:szCs w:val="24"/>
        </w:rPr>
        <w:t>1</w:t>
      </w:r>
      <w:r w:rsidRPr="009359AE">
        <w:rPr>
          <w:rFonts w:ascii="Times New Roman" w:hAnsi="Times New Roman"/>
          <w:sz w:val="24"/>
          <w:szCs w:val="24"/>
        </w:rPr>
        <w:t xml:space="preserve"> и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w:t>
      </w:r>
      <w:r w:rsidRPr="009359AE">
        <w:rPr>
          <w:rFonts w:ascii="Times New Roman" w:hAnsi="Times New Roman"/>
          <w:sz w:val="24"/>
          <w:szCs w:val="24"/>
        </w:rPr>
        <w:lastRenderedPageBreak/>
        <w:t xml:space="preserve">уклонения от заключения договора.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Pr>
          <w:rFonts w:ascii="Times New Roman" w:hAnsi="Times New Roman"/>
          <w:sz w:val="24"/>
          <w:szCs w:val="24"/>
        </w:rPr>
        <w:t>7</w:t>
      </w:r>
      <w:r w:rsidRPr="009359AE">
        <w:rPr>
          <w:rFonts w:ascii="Times New Roman" w:hAnsi="Times New Roman"/>
          <w:sz w:val="24"/>
          <w:szCs w:val="24"/>
        </w:rPr>
        <w:t>.6, 1</w:t>
      </w:r>
      <w:r>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725D23" w:rsidRPr="009359AE" w:rsidRDefault="00725D23" w:rsidP="009A7FE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w:t>
      </w:r>
      <w:r>
        <w:rPr>
          <w:rFonts w:ascii="Times New Roman" w:hAnsi="Times New Roman"/>
          <w:sz w:val="24"/>
          <w:szCs w:val="24"/>
        </w:rPr>
        <w:t xml:space="preserve">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725D23" w:rsidRPr="009359AE" w:rsidRDefault="00725D23" w:rsidP="009A7FE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.7.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об отказе от заключения договора аренды либо протокола об установлении факта уклонения от заключения договора, </w:t>
      </w:r>
      <w:r>
        <w:rPr>
          <w:rFonts w:ascii="Times New Roman" w:hAnsi="Times New Roman"/>
          <w:sz w:val="24"/>
          <w:szCs w:val="24"/>
        </w:rPr>
        <w:t xml:space="preserve">один экземпляр протокола и </w:t>
      </w:r>
      <w:r w:rsidRPr="009359AE">
        <w:rPr>
          <w:rFonts w:ascii="Times New Roman" w:hAnsi="Times New Roman"/>
          <w:sz w:val="24"/>
          <w:szCs w:val="24"/>
        </w:rPr>
        <w:t>проект договора аренды с включением предпоследнего предложения о цене договора, переда</w:t>
      </w:r>
      <w:r>
        <w:rPr>
          <w:rFonts w:ascii="Times New Roman" w:hAnsi="Times New Roman"/>
          <w:sz w:val="24"/>
          <w:szCs w:val="24"/>
        </w:rPr>
        <w:t>ю</w:t>
      </w:r>
      <w:r w:rsidRPr="009359AE">
        <w:rPr>
          <w:rFonts w:ascii="Times New Roman" w:hAnsi="Times New Roman"/>
          <w:sz w:val="24"/>
          <w:szCs w:val="24"/>
        </w:rPr>
        <w:t xml:space="preserve">тся участнику аукциона, сделавшему предпоследнее предложение по цене договора. </w:t>
      </w:r>
    </w:p>
    <w:p w:rsidR="00725D23" w:rsidRDefault="00725D23" w:rsidP="009A7FE7">
      <w:pPr>
        <w:spacing w:after="0" w:line="240" w:lineRule="auto"/>
        <w:ind w:firstLine="567"/>
        <w:jc w:val="both"/>
        <w:rPr>
          <w:rFonts w:ascii="Times New Roman" w:hAnsi="Times New Roman"/>
          <w:sz w:val="24"/>
          <w:szCs w:val="24"/>
        </w:rPr>
      </w:pPr>
      <w:r w:rsidRPr="00C43ECC">
        <w:rPr>
          <w:rFonts w:ascii="Times New Roman" w:hAnsi="Times New Roman"/>
          <w:sz w:val="24"/>
          <w:szCs w:val="24"/>
        </w:rPr>
        <w:t>Указанный проект договора аренды подписывается участником аукциона, сделавшим предпоследнее предложение по цене договора, в десятидневный срок со дня получения проекта договора аренды и представляется Организатору аукциона. При этом заключение договора аренды для участника аукциона, сделавшего предпоследнее предложение по цене договора, является обязательным.</w:t>
      </w:r>
    </w:p>
    <w:p w:rsidR="00725D23" w:rsidRPr="009359AE" w:rsidRDefault="00725D23" w:rsidP="009A7FE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725D23" w:rsidRPr="009359AE" w:rsidRDefault="00725D23" w:rsidP="009A7FE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D80D26" w:rsidRPr="009359AE" w:rsidRDefault="00D80D26" w:rsidP="009A7FE7">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тороннем порядке не допускается, кроме случаев, предусмотренных пунктами 17.12, 17.13, 17.14</w:t>
      </w:r>
      <w:r w:rsidR="00266AD8">
        <w:rPr>
          <w:rFonts w:ascii="Times New Roman" w:hAnsi="Times New Roman"/>
          <w:sz w:val="24"/>
          <w:szCs w:val="24"/>
        </w:rPr>
        <w:t>, 17.15</w:t>
      </w:r>
      <w:r>
        <w:rPr>
          <w:rFonts w:ascii="Times New Roman" w:hAnsi="Times New Roman"/>
          <w:sz w:val="24"/>
          <w:szCs w:val="24"/>
        </w:rPr>
        <w:t xml:space="preserve"> аукционной документации.</w:t>
      </w:r>
    </w:p>
    <w:p w:rsidR="00AA3C15" w:rsidRDefault="00AA3C15" w:rsidP="009A7FE7">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17.11.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E87A9D" w:rsidRPr="00255B85" w:rsidRDefault="00186DE6" w:rsidP="00E87A9D">
      <w:pPr>
        <w:autoSpaceDE w:val="0"/>
        <w:autoSpaceDN w:val="0"/>
        <w:adjustRightInd w:val="0"/>
        <w:spacing w:after="0" w:line="240" w:lineRule="auto"/>
        <w:ind w:firstLine="567"/>
        <w:jc w:val="both"/>
        <w:rPr>
          <w:rFonts w:ascii="Times New Roman" w:hAnsi="Times New Roman"/>
          <w:sz w:val="24"/>
          <w:szCs w:val="24"/>
        </w:rPr>
      </w:pPr>
      <w:r w:rsidRPr="00E87A9D">
        <w:rPr>
          <w:rFonts w:ascii="Times New Roman" w:hAnsi="Times New Roman"/>
          <w:sz w:val="24"/>
          <w:szCs w:val="24"/>
        </w:rPr>
        <w:t xml:space="preserve">17.12. </w:t>
      </w:r>
      <w:r w:rsidR="00E87A9D" w:rsidRPr="00255B85">
        <w:rPr>
          <w:rFonts w:ascii="Times New Roman" w:hAnsi="Times New Roman"/>
          <w:sz w:val="24"/>
          <w:szCs w:val="24"/>
        </w:rPr>
        <w:t>Арендатор в течение 30 дней после подписания договора аренды обязан заключить договоры на предоставление коммунальных услуг, эксплуатационное, техническое и аварийное обслуживание арендованного объекта.</w:t>
      </w:r>
    </w:p>
    <w:p w:rsidR="00186DE6" w:rsidRPr="003F4011" w:rsidRDefault="00186DE6" w:rsidP="009A7FE7">
      <w:pPr>
        <w:autoSpaceDE w:val="0"/>
        <w:autoSpaceDN w:val="0"/>
        <w:adjustRightInd w:val="0"/>
        <w:spacing w:after="0" w:line="240" w:lineRule="auto"/>
        <w:ind w:firstLine="567"/>
        <w:jc w:val="both"/>
        <w:rPr>
          <w:rFonts w:ascii="Times New Roman" w:hAnsi="Times New Roman"/>
          <w:sz w:val="24"/>
          <w:szCs w:val="24"/>
        </w:rPr>
      </w:pPr>
      <w:r w:rsidRPr="003E3953">
        <w:rPr>
          <w:rFonts w:ascii="Times New Roman" w:hAnsi="Times New Roman"/>
          <w:sz w:val="24"/>
          <w:szCs w:val="24"/>
        </w:rPr>
        <w:t>17.13. Возмещение Арендатором затрат Арендодателю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Арендодателя.</w:t>
      </w:r>
    </w:p>
    <w:p w:rsidR="00186DE6" w:rsidRPr="003F4011" w:rsidRDefault="00186DE6" w:rsidP="009A7FE7">
      <w:pPr>
        <w:spacing w:after="0" w:line="240" w:lineRule="auto"/>
        <w:ind w:firstLine="567"/>
        <w:jc w:val="both"/>
        <w:rPr>
          <w:rFonts w:ascii="Times New Roman" w:hAnsi="Times New Roman"/>
          <w:sz w:val="24"/>
          <w:szCs w:val="24"/>
        </w:rPr>
      </w:pPr>
      <w:r w:rsidRPr="003F4011">
        <w:rPr>
          <w:rFonts w:ascii="Times New Roman" w:hAnsi="Times New Roman"/>
          <w:sz w:val="24"/>
          <w:szCs w:val="24"/>
        </w:rPr>
        <w:t>17.14.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186DE6" w:rsidRPr="009359AE" w:rsidRDefault="00186DE6" w:rsidP="009A7FE7">
      <w:pPr>
        <w:spacing w:after="0" w:line="240" w:lineRule="auto"/>
        <w:ind w:firstLine="567"/>
        <w:jc w:val="both"/>
        <w:rPr>
          <w:rFonts w:ascii="Times New Roman" w:hAnsi="Times New Roman"/>
          <w:sz w:val="24"/>
          <w:szCs w:val="24"/>
        </w:rPr>
      </w:pPr>
      <w:r w:rsidRPr="003F4011">
        <w:rPr>
          <w:rFonts w:ascii="Times New Roman" w:hAnsi="Times New Roman"/>
          <w:sz w:val="24"/>
          <w:szCs w:val="24"/>
        </w:rPr>
        <w:lastRenderedPageBreak/>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186DE6" w:rsidRDefault="00186DE6" w:rsidP="009A7FE7">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266AD8" w:rsidRDefault="00266AD8" w:rsidP="009A7FE7">
      <w:pPr>
        <w:spacing w:after="0" w:line="240" w:lineRule="auto"/>
        <w:ind w:firstLine="567"/>
        <w:jc w:val="both"/>
        <w:rPr>
          <w:rFonts w:ascii="Times New Roman" w:hAnsi="Times New Roman"/>
          <w:sz w:val="24"/>
          <w:szCs w:val="24"/>
        </w:rPr>
      </w:pPr>
      <w:r>
        <w:rPr>
          <w:rFonts w:ascii="Times New Roman" w:hAnsi="Times New Roman"/>
          <w:sz w:val="24"/>
          <w:szCs w:val="24"/>
        </w:rPr>
        <w:t xml:space="preserve">17.15. </w:t>
      </w:r>
      <w:r w:rsidRPr="001B163E">
        <w:rPr>
          <w:rFonts w:ascii="Times New Roman" w:hAnsi="Times New Roman"/>
          <w:sz w:val="24"/>
          <w:szCs w:val="24"/>
        </w:rPr>
        <w:t>Плата за пользование земельным участком, на котором расположен арендуемый объект, вносится арендатором не позднее 20 числа последнего месяца текущего квартала, перечислением или наличными на расчетный счет, указанный в договоре аренды.</w:t>
      </w:r>
    </w:p>
    <w:p w:rsidR="00AA3C15" w:rsidRPr="006458D8" w:rsidRDefault="00AA3C15" w:rsidP="009A7FE7">
      <w:pPr>
        <w:spacing w:after="0" w:line="240" w:lineRule="auto"/>
        <w:ind w:firstLine="567"/>
        <w:jc w:val="both"/>
        <w:rPr>
          <w:rFonts w:ascii="Times New Roman" w:hAnsi="Times New Roman"/>
          <w:sz w:val="24"/>
          <w:szCs w:val="24"/>
        </w:rPr>
      </w:pPr>
      <w:r w:rsidRPr="00947A56">
        <w:rPr>
          <w:rFonts w:ascii="Times New Roman" w:hAnsi="Times New Roman"/>
          <w:sz w:val="24"/>
          <w:szCs w:val="24"/>
        </w:rPr>
        <w:t>17.1</w:t>
      </w:r>
      <w:r w:rsidR="00266AD8">
        <w:rPr>
          <w:rFonts w:ascii="Times New Roman" w:hAnsi="Times New Roman"/>
          <w:sz w:val="24"/>
          <w:szCs w:val="24"/>
        </w:rPr>
        <w:t>6</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сигнализация, </w:t>
      </w:r>
      <w:r>
        <w:rPr>
          <w:rFonts w:ascii="Times New Roman" w:hAnsi="Times New Roman"/>
          <w:sz w:val="24"/>
          <w:szCs w:val="24"/>
        </w:rPr>
        <w:t>оконные и д</w:t>
      </w:r>
      <w:r w:rsidRPr="006458D8">
        <w:rPr>
          <w:rFonts w:ascii="Times New Roman" w:hAnsi="Times New Roman"/>
          <w:sz w:val="24"/>
          <w:szCs w:val="24"/>
        </w:rPr>
        <w:t>верные конструкции должны быть в удовлетворительном техническом состоянии и быть исправны.</w:t>
      </w:r>
    </w:p>
    <w:p w:rsidR="00D80D26" w:rsidRDefault="00D80D26" w:rsidP="009A7FE7">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17.1</w:t>
      </w:r>
      <w:r w:rsidR="00266AD8">
        <w:rPr>
          <w:rFonts w:ascii="Times New Roman" w:hAnsi="Times New Roman"/>
          <w:sz w:val="24"/>
          <w:szCs w:val="24"/>
        </w:rPr>
        <w:t>7</w:t>
      </w:r>
      <w:r>
        <w:rPr>
          <w:rFonts w:ascii="Times New Roman" w:hAnsi="Times New Roman"/>
          <w:sz w:val="24"/>
          <w:szCs w:val="24"/>
        </w:rPr>
        <w:t>. С</w:t>
      </w:r>
      <w:r w:rsidRPr="004D2BF4">
        <w:rPr>
          <w:rFonts w:ascii="Times New Roman" w:hAnsi="Times New Roman"/>
          <w:sz w:val="24"/>
          <w:szCs w:val="24"/>
        </w:rPr>
        <w:t xml:space="preserve">огласование возможности осуществления заявленного Арендатором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Pr>
          <w:rFonts w:ascii="Times New Roman" w:hAnsi="Times New Roman"/>
          <w:sz w:val="24"/>
          <w:szCs w:val="24"/>
        </w:rPr>
        <w:t>А</w:t>
      </w:r>
      <w:r w:rsidRPr="004D2BF4">
        <w:rPr>
          <w:rFonts w:ascii="Times New Roman" w:hAnsi="Times New Roman"/>
          <w:sz w:val="24"/>
          <w:szCs w:val="24"/>
        </w:rPr>
        <w:t>рендатора.</w:t>
      </w:r>
    </w:p>
    <w:p w:rsidR="00D80D26" w:rsidRDefault="00D80D26" w:rsidP="009A7FE7">
      <w:pPr>
        <w:autoSpaceDE w:val="0"/>
        <w:autoSpaceDN w:val="0"/>
        <w:adjustRightInd w:val="0"/>
        <w:spacing w:after="0" w:line="240" w:lineRule="auto"/>
        <w:ind w:firstLine="708"/>
        <w:jc w:val="both"/>
        <w:rPr>
          <w:rFonts w:ascii="Times New Roman" w:hAnsi="Times New Roman"/>
          <w:sz w:val="24"/>
          <w:szCs w:val="24"/>
        </w:rPr>
      </w:pPr>
    </w:p>
    <w:p w:rsidR="00186DE6" w:rsidRPr="006458D8" w:rsidRDefault="00186DE6" w:rsidP="009A7FE7">
      <w:pPr>
        <w:autoSpaceDE w:val="0"/>
        <w:autoSpaceDN w:val="0"/>
        <w:adjustRightInd w:val="0"/>
        <w:spacing w:after="0" w:line="240" w:lineRule="auto"/>
        <w:ind w:firstLine="708"/>
        <w:jc w:val="both"/>
        <w:rPr>
          <w:rFonts w:ascii="Times New Roman" w:hAnsi="Times New Roman"/>
          <w:sz w:val="24"/>
          <w:szCs w:val="24"/>
        </w:rPr>
      </w:pPr>
    </w:p>
    <w:p w:rsidR="00AA3C15" w:rsidRPr="00DE55B1" w:rsidRDefault="00AA3C15" w:rsidP="009A7FE7">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AA3C15" w:rsidRPr="00DE55B1" w:rsidRDefault="00AA3C15" w:rsidP="009A7FE7">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sidR="007374FC">
        <w:rPr>
          <w:rFonts w:ascii="Times New Roman" w:hAnsi="Times New Roman"/>
          <w:sz w:val="24"/>
          <w:szCs w:val="24"/>
        </w:rPr>
        <w:t>2</w:t>
      </w:r>
      <w:r w:rsidRPr="00DE55B1">
        <w:rPr>
          <w:rFonts w:ascii="Times New Roman" w:hAnsi="Times New Roman"/>
          <w:sz w:val="24"/>
          <w:szCs w:val="24"/>
        </w:rPr>
        <w:t>;</w:t>
      </w:r>
    </w:p>
    <w:p w:rsidR="00AA3C15" w:rsidRPr="00DE55B1" w:rsidRDefault="00AA3C15" w:rsidP="009A7FE7">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sidR="003C528D">
        <w:rPr>
          <w:rFonts w:ascii="Times New Roman" w:hAnsi="Times New Roman"/>
          <w:sz w:val="24"/>
          <w:szCs w:val="24"/>
        </w:rPr>
        <w:t>1</w:t>
      </w:r>
      <w:r w:rsidR="00B739C1">
        <w:rPr>
          <w:rFonts w:ascii="Times New Roman" w:hAnsi="Times New Roman"/>
          <w:sz w:val="24"/>
          <w:szCs w:val="24"/>
        </w:rPr>
        <w:t>5</w:t>
      </w:r>
      <w:r w:rsidRPr="00DE55B1">
        <w:rPr>
          <w:rFonts w:ascii="Times New Roman" w:hAnsi="Times New Roman"/>
          <w:sz w:val="24"/>
          <w:szCs w:val="24"/>
        </w:rPr>
        <w:t>;</w:t>
      </w:r>
    </w:p>
    <w:p w:rsidR="00AA3C15" w:rsidRPr="000D08A7" w:rsidRDefault="00AA3C15" w:rsidP="009A7FE7">
      <w:pPr>
        <w:numPr>
          <w:ilvl w:val="0"/>
          <w:numId w:val="1"/>
        </w:numPr>
        <w:spacing w:after="0" w:line="240" w:lineRule="auto"/>
        <w:ind w:left="0" w:firstLine="567"/>
        <w:jc w:val="both"/>
        <w:rPr>
          <w:rFonts w:ascii="Times New Roman" w:hAnsi="Times New Roman"/>
          <w:sz w:val="24"/>
          <w:szCs w:val="24"/>
        </w:rPr>
      </w:pPr>
      <w:r w:rsidRPr="000D08A7">
        <w:rPr>
          <w:rFonts w:ascii="Times New Roman" w:hAnsi="Times New Roman"/>
          <w:sz w:val="24"/>
          <w:szCs w:val="24"/>
        </w:rPr>
        <w:t xml:space="preserve">Приложение № </w:t>
      </w:r>
      <w:r w:rsidR="00D10AC3">
        <w:rPr>
          <w:rFonts w:ascii="Times New Roman" w:hAnsi="Times New Roman"/>
          <w:sz w:val="24"/>
          <w:szCs w:val="24"/>
        </w:rPr>
        <w:t>3</w:t>
      </w:r>
      <w:r w:rsidRPr="000D08A7">
        <w:rPr>
          <w:rFonts w:ascii="Times New Roman" w:hAnsi="Times New Roman"/>
          <w:sz w:val="24"/>
          <w:szCs w:val="24"/>
        </w:rPr>
        <w:t>. Проект договора аренды по лоту № 1 – стр.</w:t>
      </w:r>
      <w:r w:rsidR="00B254E0">
        <w:rPr>
          <w:rFonts w:ascii="Times New Roman" w:hAnsi="Times New Roman"/>
          <w:sz w:val="24"/>
          <w:szCs w:val="24"/>
        </w:rPr>
        <w:t>2</w:t>
      </w:r>
      <w:r w:rsidR="00B739C1">
        <w:rPr>
          <w:rFonts w:ascii="Times New Roman" w:hAnsi="Times New Roman"/>
          <w:sz w:val="24"/>
          <w:szCs w:val="24"/>
        </w:rPr>
        <w:t>0</w:t>
      </w:r>
      <w:r w:rsidR="00F36B54">
        <w:rPr>
          <w:rFonts w:ascii="Times New Roman" w:hAnsi="Times New Roman"/>
          <w:sz w:val="24"/>
          <w:szCs w:val="24"/>
        </w:rPr>
        <w:t>.</w:t>
      </w:r>
    </w:p>
    <w:sectPr w:rsidR="00AA3C15" w:rsidRPr="000D08A7" w:rsidSect="00113072">
      <w:headerReference w:type="default" r:id="rId24"/>
      <w:footerReference w:type="even" r:id="rId25"/>
      <w:headerReference w:type="first" r:id="rId26"/>
      <w:pgSz w:w="11906" w:h="16838"/>
      <w:pgMar w:top="1276" w:right="567" w:bottom="1134" w:left="1701"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597A" w:rsidRDefault="0036597A">
      <w:pPr>
        <w:spacing w:after="0" w:line="240" w:lineRule="auto"/>
      </w:pPr>
      <w:r>
        <w:separator/>
      </w:r>
    </w:p>
  </w:endnote>
  <w:endnote w:type="continuationSeparator" w:id="0">
    <w:p w:rsidR="0036597A" w:rsidRDefault="003659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64F" w:rsidRDefault="006252F0">
    <w:pPr>
      <w:pStyle w:val="af3"/>
      <w:framePr w:wrap="around" w:vAnchor="text" w:hAnchor="margin" w:xAlign="center" w:y="1"/>
      <w:rPr>
        <w:rStyle w:val="af5"/>
      </w:rPr>
    </w:pPr>
    <w:r>
      <w:rPr>
        <w:rStyle w:val="af5"/>
      </w:rPr>
      <w:fldChar w:fldCharType="begin"/>
    </w:r>
    <w:r w:rsidR="0031464F">
      <w:rPr>
        <w:rStyle w:val="af5"/>
      </w:rPr>
      <w:instrText xml:space="preserve">PAGE  </w:instrText>
    </w:r>
    <w:r>
      <w:rPr>
        <w:rStyle w:val="af5"/>
      </w:rPr>
      <w:fldChar w:fldCharType="separate"/>
    </w:r>
    <w:r w:rsidR="0031464F">
      <w:rPr>
        <w:rStyle w:val="af5"/>
        <w:noProof/>
      </w:rPr>
      <w:t>1</w:t>
    </w:r>
    <w:r>
      <w:rPr>
        <w:rStyle w:val="af5"/>
      </w:rPr>
      <w:fldChar w:fldCharType="end"/>
    </w:r>
  </w:p>
  <w:p w:rsidR="0031464F" w:rsidRDefault="0031464F">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597A" w:rsidRDefault="0036597A">
      <w:pPr>
        <w:spacing w:after="0" w:line="240" w:lineRule="auto"/>
      </w:pPr>
      <w:r>
        <w:separator/>
      </w:r>
    </w:p>
  </w:footnote>
  <w:footnote w:type="continuationSeparator" w:id="0">
    <w:p w:rsidR="0036597A" w:rsidRDefault="0036597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64F" w:rsidRPr="009F16D3" w:rsidRDefault="006252F0">
    <w:pPr>
      <w:pStyle w:val="af9"/>
      <w:jc w:val="center"/>
      <w:rPr>
        <w:rFonts w:ascii="Times New Roman" w:hAnsi="Times New Roman"/>
      </w:rPr>
    </w:pPr>
    <w:r w:rsidRPr="009F16D3">
      <w:rPr>
        <w:rFonts w:ascii="Times New Roman" w:hAnsi="Times New Roman"/>
      </w:rPr>
      <w:fldChar w:fldCharType="begin"/>
    </w:r>
    <w:r w:rsidR="0031464F" w:rsidRPr="009F16D3">
      <w:rPr>
        <w:rFonts w:ascii="Times New Roman" w:hAnsi="Times New Roman"/>
      </w:rPr>
      <w:instrText xml:space="preserve"> PAGE   \* MERGEFORMAT </w:instrText>
    </w:r>
    <w:r w:rsidRPr="009F16D3">
      <w:rPr>
        <w:rFonts w:ascii="Times New Roman" w:hAnsi="Times New Roman"/>
      </w:rPr>
      <w:fldChar w:fldCharType="separate"/>
    </w:r>
    <w:r w:rsidR="00FA7D56">
      <w:rPr>
        <w:rFonts w:ascii="Times New Roman" w:hAnsi="Times New Roman"/>
        <w:noProof/>
      </w:rPr>
      <w:t>11</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64F" w:rsidRDefault="0031464F">
    <w:pPr>
      <w:pStyle w:val="af9"/>
      <w:jc w:val="center"/>
    </w:pPr>
  </w:p>
  <w:p w:rsidR="0031464F" w:rsidRDefault="0031464F">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1"/>
  </w:num>
  <w:num w:numId="2">
    <w:abstractNumId w:val="2"/>
  </w:num>
  <w:num w:numId="3">
    <w:abstractNumId w:val="0"/>
  </w:num>
  <w:num w:numId="4">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mirrorMargin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B4"/>
    <w:rsid w:val="0001185A"/>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18FB"/>
    <w:rsid w:val="00022316"/>
    <w:rsid w:val="0002239A"/>
    <w:rsid w:val="00022BC2"/>
    <w:rsid w:val="00022EF1"/>
    <w:rsid w:val="00023393"/>
    <w:rsid w:val="00025AF7"/>
    <w:rsid w:val="000264E6"/>
    <w:rsid w:val="00027F3C"/>
    <w:rsid w:val="00030F12"/>
    <w:rsid w:val="0003137B"/>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55B3"/>
    <w:rsid w:val="00046EAB"/>
    <w:rsid w:val="00047E33"/>
    <w:rsid w:val="000515FD"/>
    <w:rsid w:val="000516ED"/>
    <w:rsid w:val="00051840"/>
    <w:rsid w:val="00051EE3"/>
    <w:rsid w:val="000520D1"/>
    <w:rsid w:val="000539E8"/>
    <w:rsid w:val="000540E0"/>
    <w:rsid w:val="00054802"/>
    <w:rsid w:val="000554FD"/>
    <w:rsid w:val="000556BA"/>
    <w:rsid w:val="0005595C"/>
    <w:rsid w:val="000568F3"/>
    <w:rsid w:val="00057210"/>
    <w:rsid w:val="00057C8F"/>
    <w:rsid w:val="0006095A"/>
    <w:rsid w:val="00061875"/>
    <w:rsid w:val="000621F9"/>
    <w:rsid w:val="0006342B"/>
    <w:rsid w:val="000635A3"/>
    <w:rsid w:val="00063D4C"/>
    <w:rsid w:val="00064063"/>
    <w:rsid w:val="000645BB"/>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1DCC"/>
    <w:rsid w:val="00082058"/>
    <w:rsid w:val="0008276E"/>
    <w:rsid w:val="00083CE0"/>
    <w:rsid w:val="00084042"/>
    <w:rsid w:val="0008474E"/>
    <w:rsid w:val="00084E73"/>
    <w:rsid w:val="00086157"/>
    <w:rsid w:val="00086377"/>
    <w:rsid w:val="000867EB"/>
    <w:rsid w:val="00091458"/>
    <w:rsid w:val="00091987"/>
    <w:rsid w:val="000921CE"/>
    <w:rsid w:val="00092BBC"/>
    <w:rsid w:val="00092D1F"/>
    <w:rsid w:val="00092D9E"/>
    <w:rsid w:val="0009320D"/>
    <w:rsid w:val="00093AAE"/>
    <w:rsid w:val="00093CA8"/>
    <w:rsid w:val="00094DE7"/>
    <w:rsid w:val="000A0521"/>
    <w:rsid w:val="000A1FD4"/>
    <w:rsid w:val="000A2557"/>
    <w:rsid w:val="000A2BA4"/>
    <w:rsid w:val="000A3343"/>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C01C0"/>
    <w:rsid w:val="000C1C94"/>
    <w:rsid w:val="000C20FE"/>
    <w:rsid w:val="000C214C"/>
    <w:rsid w:val="000C2EA7"/>
    <w:rsid w:val="000C300D"/>
    <w:rsid w:val="000C32D8"/>
    <w:rsid w:val="000C3C11"/>
    <w:rsid w:val="000C3ECE"/>
    <w:rsid w:val="000C4107"/>
    <w:rsid w:val="000C5965"/>
    <w:rsid w:val="000C5D30"/>
    <w:rsid w:val="000D009D"/>
    <w:rsid w:val="000D08A7"/>
    <w:rsid w:val="000D0AA7"/>
    <w:rsid w:val="000D0E23"/>
    <w:rsid w:val="000D2157"/>
    <w:rsid w:val="000D2282"/>
    <w:rsid w:val="000D3318"/>
    <w:rsid w:val="000D3634"/>
    <w:rsid w:val="000D47BA"/>
    <w:rsid w:val="000D6227"/>
    <w:rsid w:val="000D6D13"/>
    <w:rsid w:val="000D75D9"/>
    <w:rsid w:val="000E11F5"/>
    <w:rsid w:val="000E1531"/>
    <w:rsid w:val="000E154C"/>
    <w:rsid w:val="000E158F"/>
    <w:rsid w:val="000E2520"/>
    <w:rsid w:val="000E3DBA"/>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4F47"/>
    <w:rsid w:val="000F576D"/>
    <w:rsid w:val="000F71F7"/>
    <w:rsid w:val="00100F9A"/>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ED7"/>
    <w:rsid w:val="00117BD4"/>
    <w:rsid w:val="00117C5D"/>
    <w:rsid w:val="001222A2"/>
    <w:rsid w:val="00122875"/>
    <w:rsid w:val="00122A1F"/>
    <w:rsid w:val="00122B7A"/>
    <w:rsid w:val="00122D34"/>
    <w:rsid w:val="00123F55"/>
    <w:rsid w:val="001250C0"/>
    <w:rsid w:val="0012535A"/>
    <w:rsid w:val="00127214"/>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1A88"/>
    <w:rsid w:val="00141CAB"/>
    <w:rsid w:val="0014260A"/>
    <w:rsid w:val="001436EB"/>
    <w:rsid w:val="001449D1"/>
    <w:rsid w:val="001458E5"/>
    <w:rsid w:val="00145D21"/>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65B7"/>
    <w:rsid w:val="001966C4"/>
    <w:rsid w:val="00196F08"/>
    <w:rsid w:val="00197615"/>
    <w:rsid w:val="00197CF0"/>
    <w:rsid w:val="001A034E"/>
    <w:rsid w:val="001A13AD"/>
    <w:rsid w:val="001A17EA"/>
    <w:rsid w:val="001A1A07"/>
    <w:rsid w:val="001A2600"/>
    <w:rsid w:val="001A2830"/>
    <w:rsid w:val="001A3F46"/>
    <w:rsid w:val="001A3F4F"/>
    <w:rsid w:val="001A40F2"/>
    <w:rsid w:val="001A4B6F"/>
    <w:rsid w:val="001A5A80"/>
    <w:rsid w:val="001A623D"/>
    <w:rsid w:val="001A7963"/>
    <w:rsid w:val="001A7B10"/>
    <w:rsid w:val="001B06CD"/>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22BD"/>
    <w:rsid w:val="001F2A09"/>
    <w:rsid w:val="001F3037"/>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E74"/>
    <w:rsid w:val="00216095"/>
    <w:rsid w:val="002161AB"/>
    <w:rsid w:val="002169A9"/>
    <w:rsid w:val="00217178"/>
    <w:rsid w:val="002203A0"/>
    <w:rsid w:val="0022062B"/>
    <w:rsid w:val="00220B7B"/>
    <w:rsid w:val="00221966"/>
    <w:rsid w:val="00221FF8"/>
    <w:rsid w:val="00222292"/>
    <w:rsid w:val="002225A9"/>
    <w:rsid w:val="00222EC6"/>
    <w:rsid w:val="002238CE"/>
    <w:rsid w:val="002247CF"/>
    <w:rsid w:val="00224BAC"/>
    <w:rsid w:val="0022556F"/>
    <w:rsid w:val="002255F6"/>
    <w:rsid w:val="00226225"/>
    <w:rsid w:val="0022666F"/>
    <w:rsid w:val="00226748"/>
    <w:rsid w:val="00226DD0"/>
    <w:rsid w:val="00226E74"/>
    <w:rsid w:val="0023107E"/>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17C2"/>
    <w:rsid w:val="00251849"/>
    <w:rsid w:val="00251CFD"/>
    <w:rsid w:val="00251E77"/>
    <w:rsid w:val="00251EAE"/>
    <w:rsid w:val="0025257A"/>
    <w:rsid w:val="00253394"/>
    <w:rsid w:val="0025343B"/>
    <w:rsid w:val="00253751"/>
    <w:rsid w:val="00254EDF"/>
    <w:rsid w:val="0025618C"/>
    <w:rsid w:val="002564C7"/>
    <w:rsid w:val="00256786"/>
    <w:rsid w:val="00257166"/>
    <w:rsid w:val="00257D67"/>
    <w:rsid w:val="002601DD"/>
    <w:rsid w:val="00260538"/>
    <w:rsid w:val="0026326F"/>
    <w:rsid w:val="002632AB"/>
    <w:rsid w:val="002637BB"/>
    <w:rsid w:val="002638A2"/>
    <w:rsid w:val="00264C3E"/>
    <w:rsid w:val="00265BE9"/>
    <w:rsid w:val="0026621D"/>
    <w:rsid w:val="00266AD8"/>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60F"/>
    <w:rsid w:val="00276985"/>
    <w:rsid w:val="00276E42"/>
    <w:rsid w:val="0027786E"/>
    <w:rsid w:val="002804C1"/>
    <w:rsid w:val="002806A6"/>
    <w:rsid w:val="002815E4"/>
    <w:rsid w:val="00282B2F"/>
    <w:rsid w:val="00283335"/>
    <w:rsid w:val="00283AF6"/>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F"/>
    <w:rsid w:val="002D0D19"/>
    <w:rsid w:val="002D1329"/>
    <w:rsid w:val="002D18F2"/>
    <w:rsid w:val="002D1F47"/>
    <w:rsid w:val="002D22C4"/>
    <w:rsid w:val="002D2904"/>
    <w:rsid w:val="002D3025"/>
    <w:rsid w:val="002D35DB"/>
    <w:rsid w:val="002D4653"/>
    <w:rsid w:val="002D4B9B"/>
    <w:rsid w:val="002D62B0"/>
    <w:rsid w:val="002D789A"/>
    <w:rsid w:val="002E030D"/>
    <w:rsid w:val="002E0DA8"/>
    <w:rsid w:val="002E103F"/>
    <w:rsid w:val="002E120F"/>
    <w:rsid w:val="002E1F46"/>
    <w:rsid w:val="002E21B4"/>
    <w:rsid w:val="002E2B5B"/>
    <w:rsid w:val="002E34C7"/>
    <w:rsid w:val="002E6432"/>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E65"/>
    <w:rsid w:val="00314F23"/>
    <w:rsid w:val="00320624"/>
    <w:rsid w:val="00321831"/>
    <w:rsid w:val="00321E7C"/>
    <w:rsid w:val="00321F07"/>
    <w:rsid w:val="00322002"/>
    <w:rsid w:val="0032287A"/>
    <w:rsid w:val="00322F20"/>
    <w:rsid w:val="00323A65"/>
    <w:rsid w:val="00324D38"/>
    <w:rsid w:val="003251F5"/>
    <w:rsid w:val="00325490"/>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ABA"/>
    <w:rsid w:val="003432CE"/>
    <w:rsid w:val="00343519"/>
    <w:rsid w:val="00343E37"/>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486"/>
    <w:rsid w:val="00355939"/>
    <w:rsid w:val="00355E0A"/>
    <w:rsid w:val="00356326"/>
    <w:rsid w:val="00356D4B"/>
    <w:rsid w:val="003610E0"/>
    <w:rsid w:val="003612A3"/>
    <w:rsid w:val="00361D7F"/>
    <w:rsid w:val="003631BD"/>
    <w:rsid w:val="003631C2"/>
    <w:rsid w:val="003633F1"/>
    <w:rsid w:val="003642B6"/>
    <w:rsid w:val="00364D97"/>
    <w:rsid w:val="00364EB4"/>
    <w:rsid w:val="0036597A"/>
    <w:rsid w:val="00365A21"/>
    <w:rsid w:val="003664D8"/>
    <w:rsid w:val="003665B7"/>
    <w:rsid w:val="00366A20"/>
    <w:rsid w:val="00366B14"/>
    <w:rsid w:val="00367125"/>
    <w:rsid w:val="00367AF6"/>
    <w:rsid w:val="00367C3C"/>
    <w:rsid w:val="00370120"/>
    <w:rsid w:val="00372043"/>
    <w:rsid w:val="0037312B"/>
    <w:rsid w:val="0037369E"/>
    <w:rsid w:val="00373C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C76"/>
    <w:rsid w:val="003A31F9"/>
    <w:rsid w:val="003A325A"/>
    <w:rsid w:val="003A3AF8"/>
    <w:rsid w:val="003A4BA1"/>
    <w:rsid w:val="003A4DA4"/>
    <w:rsid w:val="003A7608"/>
    <w:rsid w:val="003A76FA"/>
    <w:rsid w:val="003A7F87"/>
    <w:rsid w:val="003B03F2"/>
    <w:rsid w:val="003B0519"/>
    <w:rsid w:val="003B0918"/>
    <w:rsid w:val="003B1702"/>
    <w:rsid w:val="003B1C2F"/>
    <w:rsid w:val="003B2860"/>
    <w:rsid w:val="003B2BF5"/>
    <w:rsid w:val="003B2F4E"/>
    <w:rsid w:val="003B3096"/>
    <w:rsid w:val="003B3101"/>
    <w:rsid w:val="003B3A3B"/>
    <w:rsid w:val="003B3D6C"/>
    <w:rsid w:val="003B457D"/>
    <w:rsid w:val="003B5D48"/>
    <w:rsid w:val="003B60BA"/>
    <w:rsid w:val="003B7FEE"/>
    <w:rsid w:val="003C1A0E"/>
    <w:rsid w:val="003C2403"/>
    <w:rsid w:val="003C24B5"/>
    <w:rsid w:val="003C2C5B"/>
    <w:rsid w:val="003C37E7"/>
    <w:rsid w:val="003C4A06"/>
    <w:rsid w:val="003C528D"/>
    <w:rsid w:val="003C55F0"/>
    <w:rsid w:val="003C5907"/>
    <w:rsid w:val="003C63C1"/>
    <w:rsid w:val="003C6DC0"/>
    <w:rsid w:val="003C75A6"/>
    <w:rsid w:val="003C7D7E"/>
    <w:rsid w:val="003D17EB"/>
    <w:rsid w:val="003D2FC7"/>
    <w:rsid w:val="003D3302"/>
    <w:rsid w:val="003D3EA4"/>
    <w:rsid w:val="003D5621"/>
    <w:rsid w:val="003D6522"/>
    <w:rsid w:val="003E00F4"/>
    <w:rsid w:val="003E0BED"/>
    <w:rsid w:val="003E123A"/>
    <w:rsid w:val="003E25A7"/>
    <w:rsid w:val="003E28CB"/>
    <w:rsid w:val="003E2F9D"/>
    <w:rsid w:val="003E3953"/>
    <w:rsid w:val="003E4338"/>
    <w:rsid w:val="003E4468"/>
    <w:rsid w:val="003E46EB"/>
    <w:rsid w:val="003E4CD2"/>
    <w:rsid w:val="003E531D"/>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3AF"/>
    <w:rsid w:val="004355B4"/>
    <w:rsid w:val="004356D4"/>
    <w:rsid w:val="00435B40"/>
    <w:rsid w:val="00436791"/>
    <w:rsid w:val="00436B97"/>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2F2D"/>
    <w:rsid w:val="00453BCC"/>
    <w:rsid w:val="00453DC0"/>
    <w:rsid w:val="004549C5"/>
    <w:rsid w:val="004554EA"/>
    <w:rsid w:val="004568EB"/>
    <w:rsid w:val="004569BA"/>
    <w:rsid w:val="00456CDB"/>
    <w:rsid w:val="00456EE4"/>
    <w:rsid w:val="00457F26"/>
    <w:rsid w:val="00460D5A"/>
    <w:rsid w:val="004612C7"/>
    <w:rsid w:val="00461F59"/>
    <w:rsid w:val="00461F5D"/>
    <w:rsid w:val="00461F93"/>
    <w:rsid w:val="0046231D"/>
    <w:rsid w:val="00462790"/>
    <w:rsid w:val="0046311A"/>
    <w:rsid w:val="00463503"/>
    <w:rsid w:val="00463C38"/>
    <w:rsid w:val="004641D7"/>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E90"/>
    <w:rsid w:val="0049600C"/>
    <w:rsid w:val="00496B56"/>
    <w:rsid w:val="00497F7F"/>
    <w:rsid w:val="004A0972"/>
    <w:rsid w:val="004A2994"/>
    <w:rsid w:val="004A29ED"/>
    <w:rsid w:val="004A2F7D"/>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224B"/>
    <w:rsid w:val="004B3318"/>
    <w:rsid w:val="004B3505"/>
    <w:rsid w:val="004B35B7"/>
    <w:rsid w:val="004B3730"/>
    <w:rsid w:val="004B3842"/>
    <w:rsid w:val="004B3986"/>
    <w:rsid w:val="004B4EB2"/>
    <w:rsid w:val="004B542B"/>
    <w:rsid w:val="004B5973"/>
    <w:rsid w:val="004B5FC3"/>
    <w:rsid w:val="004B6AAC"/>
    <w:rsid w:val="004B7759"/>
    <w:rsid w:val="004B7A3C"/>
    <w:rsid w:val="004B7A46"/>
    <w:rsid w:val="004B7B37"/>
    <w:rsid w:val="004B7D26"/>
    <w:rsid w:val="004C0485"/>
    <w:rsid w:val="004C05B1"/>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94F"/>
    <w:rsid w:val="004E016B"/>
    <w:rsid w:val="004E0DA8"/>
    <w:rsid w:val="004E134C"/>
    <w:rsid w:val="004E1C22"/>
    <w:rsid w:val="004E2034"/>
    <w:rsid w:val="004E2C67"/>
    <w:rsid w:val="004E2E98"/>
    <w:rsid w:val="004E3170"/>
    <w:rsid w:val="004E38E5"/>
    <w:rsid w:val="004E5060"/>
    <w:rsid w:val="004E51EC"/>
    <w:rsid w:val="004E5FFF"/>
    <w:rsid w:val="004E64E7"/>
    <w:rsid w:val="004E7381"/>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B92"/>
    <w:rsid w:val="00501391"/>
    <w:rsid w:val="005013E5"/>
    <w:rsid w:val="00501912"/>
    <w:rsid w:val="00503026"/>
    <w:rsid w:val="005038E4"/>
    <w:rsid w:val="005039E9"/>
    <w:rsid w:val="00503C44"/>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2088B"/>
    <w:rsid w:val="0052118C"/>
    <w:rsid w:val="005215C3"/>
    <w:rsid w:val="00521C1B"/>
    <w:rsid w:val="00521D0E"/>
    <w:rsid w:val="00522886"/>
    <w:rsid w:val="005229F8"/>
    <w:rsid w:val="00522D26"/>
    <w:rsid w:val="005235D2"/>
    <w:rsid w:val="005237EE"/>
    <w:rsid w:val="005238E8"/>
    <w:rsid w:val="00524381"/>
    <w:rsid w:val="00524667"/>
    <w:rsid w:val="00525325"/>
    <w:rsid w:val="00527CFD"/>
    <w:rsid w:val="00531A10"/>
    <w:rsid w:val="00533A79"/>
    <w:rsid w:val="00534391"/>
    <w:rsid w:val="005347D3"/>
    <w:rsid w:val="00535646"/>
    <w:rsid w:val="00535AD9"/>
    <w:rsid w:val="00537930"/>
    <w:rsid w:val="00537A38"/>
    <w:rsid w:val="00537C52"/>
    <w:rsid w:val="0054057A"/>
    <w:rsid w:val="00540830"/>
    <w:rsid w:val="00540F6F"/>
    <w:rsid w:val="0054144D"/>
    <w:rsid w:val="005414B6"/>
    <w:rsid w:val="00541EB0"/>
    <w:rsid w:val="0054295C"/>
    <w:rsid w:val="00542A7A"/>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514E"/>
    <w:rsid w:val="00555C2B"/>
    <w:rsid w:val="00557EE7"/>
    <w:rsid w:val="0056047D"/>
    <w:rsid w:val="00560ABD"/>
    <w:rsid w:val="00560AEF"/>
    <w:rsid w:val="00560BF8"/>
    <w:rsid w:val="00560D33"/>
    <w:rsid w:val="00560DAE"/>
    <w:rsid w:val="00561000"/>
    <w:rsid w:val="00561A3E"/>
    <w:rsid w:val="00564022"/>
    <w:rsid w:val="005641B0"/>
    <w:rsid w:val="005643E8"/>
    <w:rsid w:val="00564615"/>
    <w:rsid w:val="00564C2D"/>
    <w:rsid w:val="00564D12"/>
    <w:rsid w:val="00564EE3"/>
    <w:rsid w:val="00565596"/>
    <w:rsid w:val="0056583D"/>
    <w:rsid w:val="00565DCE"/>
    <w:rsid w:val="00566660"/>
    <w:rsid w:val="00566A95"/>
    <w:rsid w:val="005670F4"/>
    <w:rsid w:val="0056796B"/>
    <w:rsid w:val="00567A45"/>
    <w:rsid w:val="00567ACE"/>
    <w:rsid w:val="005709C0"/>
    <w:rsid w:val="00570C1A"/>
    <w:rsid w:val="00572F38"/>
    <w:rsid w:val="00572F7F"/>
    <w:rsid w:val="00573277"/>
    <w:rsid w:val="00574634"/>
    <w:rsid w:val="00574940"/>
    <w:rsid w:val="00575DEF"/>
    <w:rsid w:val="00576129"/>
    <w:rsid w:val="00576404"/>
    <w:rsid w:val="005771E0"/>
    <w:rsid w:val="005772CB"/>
    <w:rsid w:val="00577662"/>
    <w:rsid w:val="005802C1"/>
    <w:rsid w:val="00580F53"/>
    <w:rsid w:val="00581292"/>
    <w:rsid w:val="00581444"/>
    <w:rsid w:val="00581E2B"/>
    <w:rsid w:val="005835DE"/>
    <w:rsid w:val="005837A8"/>
    <w:rsid w:val="00583AF2"/>
    <w:rsid w:val="00583B34"/>
    <w:rsid w:val="005857C4"/>
    <w:rsid w:val="00585AB1"/>
    <w:rsid w:val="00585B83"/>
    <w:rsid w:val="00586013"/>
    <w:rsid w:val="00586889"/>
    <w:rsid w:val="00586A16"/>
    <w:rsid w:val="0058714D"/>
    <w:rsid w:val="00587727"/>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36CE"/>
    <w:rsid w:val="005A4430"/>
    <w:rsid w:val="005A4BC9"/>
    <w:rsid w:val="005A5559"/>
    <w:rsid w:val="005A7313"/>
    <w:rsid w:val="005A76F9"/>
    <w:rsid w:val="005A7B28"/>
    <w:rsid w:val="005A7BEC"/>
    <w:rsid w:val="005A7D95"/>
    <w:rsid w:val="005B0D99"/>
    <w:rsid w:val="005B16BD"/>
    <w:rsid w:val="005B1BF9"/>
    <w:rsid w:val="005B2E15"/>
    <w:rsid w:val="005B3582"/>
    <w:rsid w:val="005B3721"/>
    <w:rsid w:val="005B3B0C"/>
    <w:rsid w:val="005B41E9"/>
    <w:rsid w:val="005B4A8D"/>
    <w:rsid w:val="005B5B14"/>
    <w:rsid w:val="005B5CD3"/>
    <w:rsid w:val="005B5FC0"/>
    <w:rsid w:val="005B62F1"/>
    <w:rsid w:val="005B728C"/>
    <w:rsid w:val="005C0305"/>
    <w:rsid w:val="005C0834"/>
    <w:rsid w:val="005C08A6"/>
    <w:rsid w:val="005C09A5"/>
    <w:rsid w:val="005C0F8B"/>
    <w:rsid w:val="005C18D8"/>
    <w:rsid w:val="005C20A7"/>
    <w:rsid w:val="005C23C9"/>
    <w:rsid w:val="005C28E1"/>
    <w:rsid w:val="005C482C"/>
    <w:rsid w:val="005C590B"/>
    <w:rsid w:val="005C6093"/>
    <w:rsid w:val="005C6708"/>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B68"/>
    <w:rsid w:val="005E7D45"/>
    <w:rsid w:val="005E7E56"/>
    <w:rsid w:val="005E7F9E"/>
    <w:rsid w:val="005F04E6"/>
    <w:rsid w:val="005F0B81"/>
    <w:rsid w:val="005F30C5"/>
    <w:rsid w:val="005F34C2"/>
    <w:rsid w:val="005F35CF"/>
    <w:rsid w:val="005F3F53"/>
    <w:rsid w:val="005F41AF"/>
    <w:rsid w:val="005F42B2"/>
    <w:rsid w:val="005F4B92"/>
    <w:rsid w:val="005F5A03"/>
    <w:rsid w:val="005F68DF"/>
    <w:rsid w:val="005F7017"/>
    <w:rsid w:val="005F7435"/>
    <w:rsid w:val="0060032C"/>
    <w:rsid w:val="006012C1"/>
    <w:rsid w:val="0060162E"/>
    <w:rsid w:val="00603107"/>
    <w:rsid w:val="0060333D"/>
    <w:rsid w:val="006038A8"/>
    <w:rsid w:val="00603D5D"/>
    <w:rsid w:val="00603DB4"/>
    <w:rsid w:val="00604229"/>
    <w:rsid w:val="00605A6A"/>
    <w:rsid w:val="00605AAE"/>
    <w:rsid w:val="00605C5F"/>
    <w:rsid w:val="00606864"/>
    <w:rsid w:val="00607D1D"/>
    <w:rsid w:val="006108AB"/>
    <w:rsid w:val="00610BCB"/>
    <w:rsid w:val="00611136"/>
    <w:rsid w:val="00611EBB"/>
    <w:rsid w:val="00611FD5"/>
    <w:rsid w:val="00612160"/>
    <w:rsid w:val="0061223D"/>
    <w:rsid w:val="00612857"/>
    <w:rsid w:val="00613968"/>
    <w:rsid w:val="006144CE"/>
    <w:rsid w:val="006149F4"/>
    <w:rsid w:val="00615C38"/>
    <w:rsid w:val="00615C45"/>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52F0"/>
    <w:rsid w:val="00626230"/>
    <w:rsid w:val="00626A25"/>
    <w:rsid w:val="006270EC"/>
    <w:rsid w:val="006275A1"/>
    <w:rsid w:val="006301B3"/>
    <w:rsid w:val="00630B8A"/>
    <w:rsid w:val="00630C0A"/>
    <w:rsid w:val="00630C0B"/>
    <w:rsid w:val="00630C84"/>
    <w:rsid w:val="00631E0E"/>
    <w:rsid w:val="00632B36"/>
    <w:rsid w:val="00632E2B"/>
    <w:rsid w:val="00632E79"/>
    <w:rsid w:val="0063351E"/>
    <w:rsid w:val="00633B03"/>
    <w:rsid w:val="00635CCC"/>
    <w:rsid w:val="00635EAA"/>
    <w:rsid w:val="0063669D"/>
    <w:rsid w:val="00640222"/>
    <w:rsid w:val="006403DE"/>
    <w:rsid w:val="00640C7B"/>
    <w:rsid w:val="00641B49"/>
    <w:rsid w:val="00641D5F"/>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DD4"/>
    <w:rsid w:val="006540BE"/>
    <w:rsid w:val="00656404"/>
    <w:rsid w:val="00657575"/>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F03"/>
    <w:rsid w:val="006744EE"/>
    <w:rsid w:val="0067579B"/>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3818"/>
    <w:rsid w:val="00694CC6"/>
    <w:rsid w:val="0069553D"/>
    <w:rsid w:val="00695A6E"/>
    <w:rsid w:val="006969BD"/>
    <w:rsid w:val="00697402"/>
    <w:rsid w:val="00697956"/>
    <w:rsid w:val="006A070F"/>
    <w:rsid w:val="006A0827"/>
    <w:rsid w:val="006A112D"/>
    <w:rsid w:val="006A1CFE"/>
    <w:rsid w:val="006A311A"/>
    <w:rsid w:val="006A31C5"/>
    <w:rsid w:val="006A3E10"/>
    <w:rsid w:val="006A469E"/>
    <w:rsid w:val="006A53C9"/>
    <w:rsid w:val="006A633D"/>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8E1"/>
    <w:rsid w:val="006C2D0F"/>
    <w:rsid w:val="006C32D1"/>
    <w:rsid w:val="006C33A3"/>
    <w:rsid w:val="006C353B"/>
    <w:rsid w:val="006C430D"/>
    <w:rsid w:val="006C45AC"/>
    <w:rsid w:val="006C45E1"/>
    <w:rsid w:val="006C6B50"/>
    <w:rsid w:val="006C73E4"/>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58C"/>
    <w:rsid w:val="00712491"/>
    <w:rsid w:val="00712B37"/>
    <w:rsid w:val="0071387F"/>
    <w:rsid w:val="00713A0A"/>
    <w:rsid w:val="00713A3A"/>
    <w:rsid w:val="007146CB"/>
    <w:rsid w:val="00715351"/>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71D1"/>
    <w:rsid w:val="0075798B"/>
    <w:rsid w:val="00757F78"/>
    <w:rsid w:val="0076071A"/>
    <w:rsid w:val="00760A64"/>
    <w:rsid w:val="007632A1"/>
    <w:rsid w:val="0076581B"/>
    <w:rsid w:val="00765AD0"/>
    <w:rsid w:val="00766E1D"/>
    <w:rsid w:val="00767123"/>
    <w:rsid w:val="007671A0"/>
    <w:rsid w:val="00767BE6"/>
    <w:rsid w:val="00767C7A"/>
    <w:rsid w:val="00770721"/>
    <w:rsid w:val="00770CC9"/>
    <w:rsid w:val="00770D01"/>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1A98"/>
    <w:rsid w:val="0079305F"/>
    <w:rsid w:val="007932ED"/>
    <w:rsid w:val="0079396C"/>
    <w:rsid w:val="00794AA5"/>
    <w:rsid w:val="00795822"/>
    <w:rsid w:val="00795E54"/>
    <w:rsid w:val="00796E4B"/>
    <w:rsid w:val="00797742"/>
    <w:rsid w:val="00797E76"/>
    <w:rsid w:val="007A024E"/>
    <w:rsid w:val="007A1076"/>
    <w:rsid w:val="007A1DB0"/>
    <w:rsid w:val="007A2DEA"/>
    <w:rsid w:val="007A2F85"/>
    <w:rsid w:val="007A35AA"/>
    <w:rsid w:val="007A46A6"/>
    <w:rsid w:val="007A46AA"/>
    <w:rsid w:val="007A5183"/>
    <w:rsid w:val="007A5313"/>
    <w:rsid w:val="007A59A0"/>
    <w:rsid w:val="007A60D4"/>
    <w:rsid w:val="007A62DC"/>
    <w:rsid w:val="007B0E26"/>
    <w:rsid w:val="007B1081"/>
    <w:rsid w:val="007B1A0F"/>
    <w:rsid w:val="007B2B03"/>
    <w:rsid w:val="007B3557"/>
    <w:rsid w:val="007B45A3"/>
    <w:rsid w:val="007B464C"/>
    <w:rsid w:val="007B48F0"/>
    <w:rsid w:val="007B4A0F"/>
    <w:rsid w:val="007B5351"/>
    <w:rsid w:val="007B57DD"/>
    <w:rsid w:val="007B60A2"/>
    <w:rsid w:val="007B6861"/>
    <w:rsid w:val="007B6EB4"/>
    <w:rsid w:val="007C1D21"/>
    <w:rsid w:val="007C1E97"/>
    <w:rsid w:val="007C27E9"/>
    <w:rsid w:val="007C2971"/>
    <w:rsid w:val="007C3BCC"/>
    <w:rsid w:val="007C3DBB"/>
    <w:rsid w:val="007C4848"/>
    <w:rsid w:val="007C52FF"/>
    <w:rsid w:val="007C56C0"/>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CB2"/>
    <w:rsid w:val="007D73ED"/>
    <w:rsid w:val="007E015D"/>
    <w:rsid w:val="007E03A1"/>
    <w:rsid w:val="007E0889"/>
    <w:rsid w:val="007E099E"/>
    <w:rsid w:val="007E09B7"/>
    <w:rsid w:val="007E2E53"/>
    <w:rsid w:val="007E3CA5"/>
    <w:rsid w:val="007E3F24"/>
    <w:rsid w:val="007E427C"/>
    <w:rsid w:val="007E436F"/>
    <w:rsid w:val="007E53DF"/>
    <w:rsid w:val="007E6961"/>
    <w:rsid w:val="007E787D"/>
    <w:rsid w:val="007E7D53"/>
    <w:rsid w:val="007F0100"/>
    <w:rsid w:val="007F0983"/>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5D68"/>
    <w:rsid w:val="008261D3"/>
    <w:rsid w:val="00826410"/>
    <w:rsid w:val="0082780E"/>
    <w:rsid w:val="00830274"/>
    <w:rsid w:val="00832032"/>
    <w:rsid w:val="0083232A"/>
    <w:rsid w:val="00832BFE"/>
    <w:rsid w:val="00832D91"/>
    <w:rsid w:val="00832FB5"/>
    <w:rsid w:val="008332AF"/>
    <w:rsid w:val="008338C9"/>
    <w:rsid w:val="00833E4B"/>
    <w:rsid w:val="00834CA8"/>
    <w:rsid w:val="00834E02"/>
    <w:rsid w:val="008365D3"/>
    <w:rsid w:val="00836716"/>
    <w:rsid w:val="008371A3"/>
    <w:rsid w:val="00837C77"/>
    <w:rsid w:val="00837CF8"/>
    <w:rsid w:val="00840809"/>
    <w:rsid w:val="00840A4F"/>
    <w:rsid w:val="00841B00"/>
    <w:rsid w:val="00843062"/>
    <w:rsid w:val="0084323E"/>
    <w:rsid w:val="00843FCB"/>
    <w:rsid w:val="008441E6"/>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9EC"/>
    <w:rsid w:val="00860DD4"/>
    <w:rsid w:val="008626C8"/>
    <w:rsid w:val="00862C0E"/>
    <w:rsid w:val="008641E3"/>
    <w:rsid w:val="00866416"/>
    <w:rsid w:val="008664A2"/>
    <w:rsid w:val="008665CB"/>
    <w:rsid w:val="00867A07"/>
    <w:rsid w:val="00871002"/>
    <w:rsid w:val="0087205C"/>
    <w:rsid w:val="008720EA"/>
    <w:rsid w:val="008727A9"/>
    <w:rsid w:val="008737C1"/>
    <w:rsid w:val="00873A6A"/>
    <w:rsid w:val="00873B56"/>
    <w:rsid w:val="00874139"/>
    <w:rsid w:val="008755A0"/>
    <w:rsid w:val="00875989"/>
    <w:rsid w:val="00875F64"/>
    <w:rsid w:val="00876EBF"/>
    <w:rsid w:val="00876FCD"/>
    <w:rsid w:val="00877E9F"/>
    <w:rsid w:val="00880692"/>
    <w:rsid w:val="00880CFF"/>
    <w:rsid w:val="00880D3F"/>
    <w:rsid w:val="00881385"/>
    <w:rsid w:val="00881C8F"/>
    <w:rsid w:val="008830E0"/>
    <w:rsid w:val="00883877"/>
    <w:rsid w:val="00883DB5"/>
    <w:rsid w:val="00884CB6"/>
    <w:rsid w:val="008862B4"/>
    <w:rsid w:val="00886308"/>
    <w:rsid w:val="00886E22"/>
    <w:rsid w:val="00887983"/>
    <w:rsid w:val="00887D5D"/>
    <w:rsid w:val="008911B9"/>
    <w:rsid w:val="008918FB"/>
    <w:rsid w:val="00891F0B"/>
    <w:rsid w:val="00892ED3"/>
    <w:rsid w:val="00893C80"/>
    <w:rsid w:val="008940F5"/>
    <w:rsid w:val="00894160"/>
    <w:rsid w:val="008945CB"/>
    <w:rsid w:val="00894D0B"/>
    <w:rsid w:val="00894E83"/>
    <w:rsid w:val="00895808"/>
    <w:rsid w:val="00895CE1"/>
    <w:rsid w:val="00895D73"/>
    <w:rsid w:val="00897589"/>
    <w:rsid w:val="0089786F"/>
    <w:rsid w:val="008978F8"/>
    <w:rsid w:val="00897BF5"/>
    <w:rsid w:val="008A00E5"/>
    <w:rsid w:val="008A0701"/>
    <w:rsid w:val="008A1743"/>
    <w:rsid w:val="008A1A8B"/>
    <w:rsid w:val="008A48DB"/>
    <w:rsid w:val="008A4A3B"/>
    <w:rsid w:val="008A4B17"/>
    <w:rsid w:val="008A4F0E"/>
    <w:rsid w:val="008A5CD6"/>
    <w:rsid w:val="008A5D7C"/>
    <w:rsid w:val="008A6118"/>
    <w:rsid w:val="008A625A"/>
    <w:rsid w:val="008A781E"/>
    <w:rsid w:val="008A7987"/>
    <w:rsid w:val="008B2125"/>
    <w:rsid w:val="008B21D1"/>
    <w:rsid w:val="008B26B8"/>
    <w:rsid w:val="008B2D14"/>
    <w:rsid w:val="008B35D4"/>
    <w:rsid w:val="008B40BC"/>
    <w:rsid w:val="008B4517"/>
    <w:rsid w:val="008B46BD"/>
    <w:rsid w:val="008B47E5"/>
    <w:rsid w:val="008B4B17"/>
    <w:rsid w:val="008B4E9D"/>
    <w:rsid w:val="008B620D"/>
    <w:rsid w:val="008B62FF"/>
    <w:rsid w:val="008B70F2"/>
    <w:rsid w:val="008C02FC"/>
    <w:rsid w:val="008C0399"/>
    <w:rsid w:val="008C0525"/>
    <w:rsid w:val="008C0925"/>
    <w:rsid w:val="008C1B18"/>
    <w:rsid w:val="008C1BA3"/>
    <w:rsid w:val="008C202E"/>
    <w:rsid w:val="008C20B2"/>
    <w:rsid w:val="008C2646"/>
    <w:rsid w:val="008C3102"/>
    <w:rsid w:val="008C32EF"/>
    <w:rsid w:val="008C32FA"/>
    <w:rsid w:val="008C334E"/>
    <w:rsid w:val="008C3529"/>
    <w:rsid w:val="008C3833"/>
    <w:rsid w:val="008C4077"/>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922"/>
    <w:rsid w:val="008D2A1E"/>
    <w:rsid w:val="008D3385"/>
    <w:rsid w:val="008D400A"/>
    <w:rsid w:val="008D4796"/>
    <w:rsid w:val="008D5303"/>
    <w:rsid w:val="008D5A4E"/>
    <w:rsid w:val="008D6329"/>
    <w:rsid w:val="008D6555"/>
    <w:rsid w:val="008D6CFC"/>
    <w:rsid w:val="008E0055"/>
    <w:rsid w:val="008E07AD"/>
    <w:rsid w:val="008E153F"/>
    <w:rsid w:val="008E1684"/>
    <w:rsid w:val="008E1DAC"/>
    <w:rsid w:val="008E21CA"/>
    <w:rsid w:val="008E2767"/>
    <w:rsid w:val="008E2C43"/>
    <w:rsid w:val="008E3495"/>
    <w:rsid w:val="008E4300"/>
    <w:rsid w:val="008E43C5"/>
    <w:rsid w:val="008E455F"/>
    <w:rsid w:val="008E46A5"/>
    <w:rsid w:val="008E5341"/>
    <w:rsid w:val="008E5C3A"/>
    <w:rsid w:val="008E6FF2"/>
    <w:rsid w:val="008E7B5A"/>
    <w:rsid w:val="008E7CE9"/>
    <w:rsid w:val="008F000F"/>
    <w:rsid w:val="008F09C4"/>
    <w:rsid w:val="008F0E62"/>
    <w:rsid w:val="008F0F69"/>
    <w:rsid w:val="008F32EE"/>
    <w:rsid w:val="008F3635"/>
    <w:rsid w:val="008F3CA9"/>
    <w:rsid w:val="008F3FE7"/>
    <w:rsid w:val="008F482F"/>
    <w:rsid w:val="008F4BD2"/>
    <w:rsid w:val="008F5016"/>
    <w:rsid w:val="00903F16"/>
    <w:rsid w:val="00904669"/>
    <w:rsid w:val="00905E41"/>
    <w:rsid w:val="00906A3D"/>
    <w:rsid w:val="00906A61"/>
    <w:rsid w:val="00906C82"/>
    <w:rsid w:val="0090712C"/>
    <w:rsid w:val="00907542"/>
    <w:rsid w:val="00907ECD"/>
    <w:rsid w:val="00910C27"/>
    <w:rsid w:val="00911549"/>
    <w:rsid w:val="00911886"/>
    <w:rsid w:val="0091199A"/>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FB"/>
    <w:rsid w:val="009256CF"/>
    <w:rsid w:val="00925CB9"/>
    <w:rsid w:val="00926154"/>
    <w:rsid w:val="0092681B"/>
    <w:rsid w:val="00926C54"/>
    <w:rsid w:val="00926E88"/>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514"/>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27E0"/>
    <w:rsid w:val="009A3E24"/>
    <w:rsid w:val="009A6090"/>
    <w:rsid w:val="009A745E"/>
    <w:rsid w:val="009A7870"/>
    <w:rsid w:val="009A7FE7"/>
    <w:rsid w:val="009B0529"/>
    <w:rsid w:val="009B0802"/>
    <w:rsid w:val="009B1578"/>
    <w:rsid w:val="009B2C63"/>
    <w:rsid w:val="009B3236"/>
    <w:rsid w:val="009B404C"/>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CA9"/>
    <w:rsid w:val="00A01979"/>
    <w:rsid w:val="00A01B7A"/>
    <w:rsid w:val="00A01F9D"/>
    <w:rsid w:val="00A02927"/>
    <w:rsid w:val="00A02BD6"/>
    <w:rsid w:val="00A02FCF"/>
    <w:rsid w:val="00A03226"/>
    <w:rsid w:val="00A035C8"/>
    <w:rsid w:val="00A03A05"/>
    <w:rsid w:val="00A03E16"/>
    <w:rsid w:val="00A03ED6"/>
    <w:rsid w:val="00A06EE7"/>
    <w:rsid w:val="00A1220C"/>
    <w:rsid w:val="00A128E8"/>
    <w:rsid w:val="00A13089"/>
    <w:rsid w:val="00A13614"/>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6ACF"/>
    <w:rsid w:val="00A26E3F"/>
    <w:rsid w:val="00A271A6"/>
    <w:rsid w:val="00A27441"/>
    <w:rsid w:val="00A27AA0"/>
    <w:rsid w:val="00A308F7"/>
    <w:rsid w:val="00A309E3"/>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17BC"/>
    <w:rsid w:val="00A5215F"/>
    <w:rsid w:val="00A52261"/>
    <w:rsid w:val="00A52541"/>
    <w:rsid w:val="00A52571"/>
    <w:rsid w:val="00A52811"/>
    <w:rsid w:val="00A531B7"/>
    <w:rsid w:val="00A539D7"/>
    <w:rsid w:val="00A53E99"/>
    <w:rsid w:val="00A5481C"/>
    <w:rsid w:val="00A557F7"/>
    <w:rsid w:val="00A575EE"/>
    <w:rsid w:val="00A57E79"/>
    <w:rsid w:val="00A604B5"/>
    <w:rsid w:val="00A61842"/>
    <w:rsid w:val="00A61D64"/>
    <w:rsid w:val="00A6251F"/>
    <w:rsid w:val="00A63B99"/>
    <w:rsid w:val="00A64B11"/>
    <w:rsid w:val="00A65404"/>
    <w:rsid w:val="00A65B5D"/>
    <w:rsid w:val="00A668DF"/>
    <w:rsid w:val="00A66E49"/>
    <w:rsid w:val="00A70F55"/>
    <w:rsid w:val="00A71364"/>
    <w:rsid w:val="00A71916"/>
    <w:rsid w:val="00A73279"/>
    <w:rsid w:val="00A73A3D"/>
    <w:rsid w:val="00A740EF"/>
    <w:rsid w:val="00A74C25"/>
    <w:rsid w:val="00A74C75"/>
    <w:rsid w:val="00A75FE9"/>
    <w:rsid w:val="00A7610A"/>
    <w:rsid w:val="00A7718E"/>
    <w:rsid w:val="00A80A0C"/>
    <w:rsid w:val="00A811D9"/>
    <w:rsid w:val="00A8154F"/>
    <w:rsid w:val="00A81A1C"/>
    <w:rsid w:val="00A81D91"/>
    <w:rsid w:val="00A81E2A"/>
    <w:rsid w:val="00A82301"/>
    <w:rsid w:val="00A8257C"/>
    <w:rsid w:val="00A838C5"/>
    <w:rsid w:val="00A83FEA"/>
    <w:rsid w:val="00A84440"/>
    <w:rsid w:val="00A85A05"/>
    <w:rsid w:val="00A85F8B"/>
    <w:rsid w:val="00A85F91"/>
    <w:rsid w:val="00A85FA5"/>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9A5"/>
    <w:rsid w:val="00A96AA4"/>
    <w:rsid w:val="00A96AD8"/>
    <w:rsid w:val="00A96B32"/>
    <w:rsid w:val="00A978B3"/>
    <w:rsid w:val="00A97ADA"/>
    <w:rsid w:val="00AA0E96"/>
    <w:rsid w:val="00AA1272"/>
    <w:rsid w:val="00AA15F1"/>
    <w:rsid w:val="00AA1FAE"/>
    <w:rsid w:val="00AA1FD3"/>
    <w:rsid w:val="00AA2A56"/>
    <w:rsid w:val="00AA3391"/>
    <w:rsid w:val="00AA3C15"/>
    <w:rsid w:val="00AA6384"/>
    <w:rsid w:val="00AA63BD"/>
    <w:rsid w:val="00AA6992"/>
    <w:rsid w:val="00AA7553"/>
    <w:rsid w:val="00AB0CA8"/>
    <w:rsid w:val="00AB0E23"/>
    <w:rsid w:val="00AB2299"/>
    <w:rsid w:val="00AB26E3"/>
    <w:rsid w:val="00AB3742"/>
    <w:rsid w:val="00AB4C9D"/>
    <w:rsid w:val="00AB530A"/>
    <w:rsid w:val="00AB6186"/>
    <w:rsid w:val="00AB679B"/>
    <w:rsid w:val="00AB67C0"/>
    <w:rsid w:val="00AB6E0A"/>
    <w:rsid w:val="00AB7114"/>
    <w:rsid w:val="00AB73F3"/>
    <w:rsid w:val="00AB7C5D"/>
    <w:rsid w:val="00AB7F88"/>
    <w:rsid w:val="00AC0002"/>
    <w:rsid w:val="00AC0D88"/>
    <w:rsid w:val="00AC10E0"/>
    <w:rsid w:val="00AC15AD"/>
    <w:rsid w:val="00AC2459"/>
    <w:rsid w:val="00AC2D2A"/>
    <w:rsid w:val="00AC2FB9"/>
    <w:rsid w:val="00AC33EF"/>
    <w:rsid w:val="00AC4845"/>
    <w:rsid w:val="00AC58B2"/>
    <w:rsid w:val="00AC602E"/>
    <w:rsid w:val="00AC637F"/>
    <w:rsid w:val="00AC65D2"/>
    <w:rsid w:val="00AC747F"/>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86F"/>
    <w:rsid w:val="00AD6934"/>
    <w:rsid w:val="00AD699F"/>
    <w:rsid w:val="00AD6F1B"/>
    <w:rsid w:val="00AD7A7C"/>
    <w:rsid w:val="00AD7FBF"/>
    <w:rsid w:val="00AE0EA8"/>
    <w:rsid w:val="00AE1A5A"/>
    <w:rsid w:val="00AE1CCF"/>
    <w:rsid w:val="00AE1D14"/>
    <w:rsid w:val="00AE1F3C"/>
    <w:rsid w:val="00AE312E"/>
    <w:rsid w:val="00AE374A"/>
    <w:rsid w:val="00AE4115"/>
    <w:rsid w:val="00AE557C"/>
    <w:rsid w:val="00AE5E53"/>
    <w:rsid w:val="00AE5FAF"/>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A41"/>
    <w:rsid w:val="00B04A87"/>
    <w:rsid w:val="00B058E8"/>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D69"/>
    <w:rsid w:val="00B22072"/>
    <w:rsid w:val="00B220FE"/>
    <w:rsid w:val="00B22726"/>
    <w:rsid w:val="00B22D9D"/>
    <w:rsid w:val="00B22DB9"/>
    <w:rsid w:val="00B22DD8"/>
    <w:rsid w:val="00B22EDA"/>
    <w:rsid w:val="00B23116"/>
    <w:rsid w:val="00B23500"/>
    <w:rsid w:val="00B24AFA"/>
    <w:rsid w:val="00B25110"/>
    <w:rsid w:val="00B251BB"/>
    <w:rsid w:val="00B254E0"/>
    <w:rsid w:val="00B2615A"/>
    <w:rsid w:val="00B26ED4"/>
    <w:rsid w:val="00B276DA"/>
    <w:rsid w:val="00B277F2"/>
    <w:rsid w:val="00B27D26"/>
    <w:rsid w:val="00B27EA2"/>
    <w:rsid w:val="00B301B8"/>
    <w:rsid w:val="00B3190C"/>
    <w:rsid w:val="00B31B33"/>
    <w:rsid w:val="00B31D2B"/>
    <w:rsid w:val="00B32012"/>
    <w:rsid w:val="00B327AA"/>
    <w:rsid w:val="00B3330B"/>
    <w:rsid w:val="00B3604F"/>
    <w:rsid w:val="00B362C4"/>
    <w:rsid w:val="00B36A01"/>
    <w:rsid w:val="00B40D13"/>
    <w:rsid w:val="00B419BC"/>
    <w:rsid w:val="00B42A32"/>
    <w:rsid w:val="00B42B1B"/>
    <w:rsid w:val="00B42F7B"/>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61"/>
    <w:rsid w:val="00B53CE0"/>
    <w:rsid w:val="00B5403B"/>
    <w:rsid w:val="00B5629F"/>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39C1"/>
    <w:rsid w:val="00B751F8"/>
    <w:rsid w:val="00B754A6"/>
    <w:rsid w:val="00B75750"/>
    <w:rsid w:val="00B75DA6"/>
    <w:rsid w:val="00B770D8"/>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7740"/>
    <w:rsid w:val="00B97BFD"/>
    <w:rsid w:val="00BA13A6"/>
    <w:rsid w:val="00BA24C9"/>
    <w:rsid w:val="00BA2504"/>
    <w:rsid w:val="00BA2D96"/>
    <w:rsid w:val="00BA2EED"/>
    <w:rsid w:val="00BA473A"/>
    <w:rsid w:val="00BA6B76"/>
    <w:rsid w:val="00BA6CBD"/>
    <w:rsid w:val="00BA6E60"/>
    <w:rsid w:val="00BA7356"/>
    <w:rsid w:val="00BA79F4"/>
    <w:rsid w:val="00BB0253"/>
    <w:rsid w:val="00BB0385"/>
    <w:rsid w:val="00BB0D7F"/>
    <w:rsid w:val="00BB0F12"/>
    <w:rsid w:val="00BB1278"/>
    <w:rsid w:val="00BB1A22"/>
    <w:rsid w:val="00BB1A23"/>
    <w:rsid w:val="00BB1C59"/>
    <w:rsid w:val="00BB397F"/>
    <w:rsid w:val="00BB3DC5"/>
    <w:rsid w:val="00BB587C"/>
    <w:rsid w:val="00BB58D7"/>
    <w:rsid w:val="00BB5A50"/>
    <w:rsid w:val="00BB5ED6"/>
    <w:rsid w:val="00BB5F1C"/>
    <w:rsid w:val="00BB6E65"/>
    <w:rsid w:val="00BB6E9C"/>
    <w:rsid w:val="00BB731D"/>
    <w:rsid w:val="00BB746A"/>
    <w:rsid w:val="00BB7E47"/>
    <w:rsid w:val="00BC011C"/>
    <w:rsid w:val="00BC0FEA"/>
    <w:rsid w:val="00BC1E74"/>
    <w:rsid w:val="00BC2569"/>
    <w:rsid w:val="00BC2738"/>
    <w:rsid w:val="00BC36B3"/>
    <w:rsid w:val="00BC4B84"/>
    <w:rsid w:val="00BC522B"/>
    <w:rsid w:val="00BC5A71"/>
    <w:rsid w:val="00BC5C2B"/>
    <w:rsid w:val="00BC5DA1"/>
    <w:rsid w:val="00BC63BE"/>
    <w:rsid w:val="00BC6C24"/>
    <w:rsid w:val="00BD1AB3"/>
    <w:rsid w:val="00BD2C0F"/>
    <w:rsid w:val="00BD2EDD"/>
    <w:rsid w:val="00BD332A"/>
    <w:rsid w:val="00BD3780"/>
    <w:rsid w:val="00BD4148"/>
    <w:rsid w:val="00BD5802"/>
    <w:rsid w:val="00BD76A6"/>
    <w:rsid w:val="00BD7AF9"/>
    <w:rsid w:val="00BD7F16"/>
    <w:rsid w:val="00BE0F6F"/>
    <w:rsid w:val="00BE13CC"/>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2862"/>
    <w:rsid w:val="00BF31CB"/>
    <w:rsid w:val="00BF680E"/>
    <w:rsid w:val="00BF6CE8"/>
    <w:rsid w:val="00BF7AF4"/>
    <w:rsid w:val="00BF7DFF"/>
    <w:rsid w:val="00C00F04"/>
    <w:rsid w:val="00C01801"/>
    <w:rsid w:val="00C01CB1"/>
    <w:rsid w:val="00C02F71"/>
    <w:rsid w:val="00C03C2F"/>
    <w:rsid w:val="00C05EFF"/>
    <w:rsid w:val="00C068EB"/>
    <w:rsid w:val="00C06F0A"/>
    <w:rsid w:val="00C070F1"/>
    <w:rsid w:val="00C07C71"/>
    <w:rsid w:val="00C113B1"/>
    <w:rsid w:val="00C11DDF"/>
    <w:rsid w:val="00C12377"/>
    <w:rsid w:val="00C12CB5"/>
    <w:rsid w:val="00C13886"/>
    <w:rsid w:val="00C1390B"/>
    <w:rsid w:val="00C14CD5"/>
    <w:rsid w:val="00C15F0A"/>
    <w:rsid w:val="00C16A73"/>
    <w:rsid w:val="00C2047E"/>
    <w:rsid w:val="00C212C3"/>
    <w:rsid w:val="00C212F3"/>
    <w:rsid w:val="00C2187B"/>
    <w:rsid w:val="00C219F8"/>
    <w:rsid w:val="00C22CB2"/>
    <w:rsid w:val="00C240B8"/>
    <w:rsid w:val="00C24927"/>
    <w:rsid w:val="00C25050"/>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AD2"/>
    <w:rsid w:val="00C3644F"/>
    <w:rsid w:val="00C3707B"/>
    <w:rsid w:val="00C3764D"/>
    <w:rsid w:val="00C408F3"/>
    <w:rsid w:val="00C40BA8"/>
    <w:rsid w:val="00C421A9"/>
    <w:rsid w:val="00C42218"/>
    <w:rsid w:val="00C42AC7"/>
    <w:rsid w:val="00C42EB3"/>
    <w:rsid w:val="00C448BD"/>
    <w:rsid w:val="00C44BC6"/>
    <w:rsid w:val="00C4501F"/>
    <w:rsid w:val="00C4546D"/>
    <w:rsid w:val="00C454F6"/>
    <w:rsid w:val="00C459D4"/>
    <w:rsid w:val="00C45D37"/>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66F9"/>
    <w:rsid w:val="00C676FF"/>
    <w:rsid w:val="00C700FB"/>
    <w:rsid w:val="00C702EE"/>
    <w:rsid w:val="00C70ADC"/>
    <w:rsid w:val="00C70C76"/>
    <w:rsid w:val="00C716B5"/>
    <w:rsid w:val="00C71809"/>
    <w:rsid w:val="00C7279B"/>
    <w:rsid w:val="00C730D0"/>
    <w:rsid w:val="00C738FC"/>
    <w:rsid w:val="00C73DF2"/>
    <w:rsid w:val="00C742B3"/>
    <w:rsid w:val="00C748DD"/>
    <w:rsid w:val="00C74D15"/>
    <w:rsid w:val="00C7646F"/>
    <w:rsid w:val="00C80585"/>
    <w:rsid w:val="00C83154"/>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7037"/>
    <w:rsid w:val="00C9749E"/>
    <w:rsid w:val="00C9796C"/>
    <w:rsid w:val="00C97FEC"/>
    <w:rsid w:val="00CA0592"/>
    <w:rsid w:val="00CA1B66"/>
    <w:rsid w:val="00CA3765"/>
    <w:rsid w:val="00CA582C"/>
    <w:rsid w:val="00CA7035"/>
    <w:rsid w:val="00CA7A7A"/>
    <w:rsid w:val="00CB0893"/>
    <w:rsid w:val="00CB0D6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4459"/>
    <w:rsid w:val="00CC457F"/>
    <w:rsid w:val="00CC4ABD"/>
    <w:rsid w:val="00CC4D5B"/>
    <w:rsid w:val="00CC528B"/>
    <w:rsid w:val="00CC690A"/>
    <w:rsid w:val="00CC7D24"/>
    <w:rsid w:val="00CD07AC"/>
    <w:rsid w:val="00CD0CF4"/>
    <w:rsid w:val="00CD1E96"/>
    <w:rsid w:val="00CD39C6"/>
    <w:rsid w:val="00CD519E"/>
    <w:rsid w:val="00CD5C17"/>
    <w:rsid w:val="00CD6AF2"/>
    <w:rsid w:val="00CD6FF7"/>
    <w:rsid w:val="00CD726F"/>
    <w:rsid w:val="00CE1D9D"/>
    <w:rsid w:val="00CE212D"/>
    <w:rsid w:val="00CE2CA6"/>
    <w:rsid w:val="00CE38C3"/>
    <w:rsid w:val="00CE5A53"/>
    <w:rsid w:val="00CE6923"/>
    <w:rsid w:val="00CE7326"/>
    <w:rsid w:val="00CF048D"/>
    <w:rsid w:val="00CF11BC"/>
    <w:rsid w:val="00CF268B"/>
    <w:rsid w:val="00CF28A9"/>
    <w:rsid w:val="00CF4038"/>
    <w:rsid w:val="00CF43C8"/>
    <w:rsid w:val="00CF4748"/>
    <w:rsid w:val="00CF4C73"/>
    <w:rsid w:val="00CF57E6"/>
    <w:rsid w:val="00CF5D6B"/>
    <w:rsid w:val="00CF642C"/>
    <w:rsid w:val="00CF7558"/>
    <w:rsid w:val="00CF7848"/>
    <w:rsid w:val="00CF7C05"/>
    <w:rsid w:val="00CF7F00"/>
    <w:rsid w:val="00D00555"/>
    <w:rsid w:val="00D02C9F"/>
    <w:rsid w:val="00D03322"/>
    <w:rsid w:val="00D04A6F"/>
    <w:rsid w:val="00D04C55"/>
    <w:rsid w:val="00D05054"/>
    <w:rsid w:val="00D0543C"/>
    <w:rsid w:val="00D05A4D"/>
    <w:rsid w:val="00D05EB7"/>
    <w:rsid w:val="00D0746A"/>
    <w:rsid w:val="00D07FEB"/>
    <w:rsid w:val="00D1026C"/>
    <w:rsid w:val="00D10AC3"/>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E66"/>
    <w:rsid w:val="00D343C3"/>
    <w:rsid w:val="00D34AEF"/>
    <w:rsid w:val="00D35445"/>
    <w:rsid w:val="00D35FF4"/>
    <w:rsid w:val="00D361D1"/>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2756"/>
    <w:rsid w:val="00D52C26"/>
    <w:rsid w:val="00D536B3"/>
    <w:rsid w:val="00D5417E"/>
    <w:rsid w:val="00D5485B"/>
    <w:rsid w:val="00D54D8D"/>
    <w:rsid w:val="00D5773F"/>
    <w:rsid w:val="00D57A37"/>
    <w:rsid w:val="00D57DAC"/>
    <w:rsid w:val="00D6032D"/>
    <w:rsid w:val="00D630E5"/>
    <w:rsid w:val="00D64B20"/>
    <w:rsid w:val="00D64BE5"/>
    <w:rsid w:val="00D662F1"/>
    <w:rsid w:val="00D673FC"/>
    <w:rsid w:val="00D679B8"/>
    <w:rsid w:val="00D67C46"/>
    <w:rsid w:val="00D70500"/>
    <w:rsid w:val="00D710E0"/>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97429"/>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542"/>
    <w:rsid w:val="00DB5E90"/>
    <w:rsid w:val="00DB6B48"/>
    <w:rsid w:val="00DC0C5B"/>
    <w:rsid w:val="00DC1824"/>
    <w:rsid w:val="00DC1911"/>
    <w:rsid w:val="00DC1985"/>
    <w:rsid w:val="00DC1B38"/>
    <w:rsid w:val="00DC265D"/>
    <w:rsid w:val="00DC2A75"/>
    <w:rsid w:val="00DC41DC"/>
    <w:rsid w:val="00DC5A73"/>
    <w:rsid w:val="00DC6472"/>
    <w:rsid w:val="00DC6D76"/>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284D"/>
    <w:rsid w:val="00E12B5D"/>
    <w:rsid w:val="00E1344C"/>
    <w:rsid w:val="00E13818"/>
    <w:rsid w:val="00E143AC"/>
    <w:rsid w:val="00E14692"/>
    <w:rsid w:val="00E147C4"/>
    <w:rsid w:val="00E15FCE"/>
    <w:rsid w:val="00E170A7"/>
    <w:rsid w:val="00E21227"/>
    <w:rsid w:val="00E22D67"/>
    <w:rsid w:val="00E23DE5"/>
    <w:rsid w:val="00E2448F"/>
    <w:rsid w:val="00E24FE6"/>
    <w:rsid w:val="00E256B1"/>
    <w:rsid w:val="00E25C07"/>
    <w:rsid w:val="00E2610B"/>
    <w:rsid w:val="00E269C1"/>
    <w:rsid w:val="00E276FD"/>
    <w:rsid w:val="00E27A5A"/>
    <w:rsid w:val="00E309CA"/>
    <w:rsid w:val="00E31606"/>
    <w:rsid w:val="00E3263E"/>
    <w:rsid w:val="00E32898"/>
    <w:rsid w:val="00E3307F"/>
    <w:rsid w:val="00E34AA9"/>
    <w:rsid w:val="00E34D25"/>
    <w:rsid w:val="00E34D88"/>
    <w:rsid w:val="00E359BF"/>
    <w:rsid w:val="00E3776C"/>
    <w:rsid w:val="00E37871"/>
    <w:rsid w:val="00E37E94"/>
    <w:rsid w:val="00E40393"/>
    <w:rsid w:val="00E40873"/>
    <w:rsid w:val="00E41C1E"/>
    <w:rsid w:val="00E41E38"/>
    <w:rsid w:val="00E423CE"/>
    <w:rsid w:val="00E42B1F"/>
    <w:rsid w:val="00E42FBD"/>
    <w:rsid w:val="00E4467A"/>
    <w:rsid w:val="00E44F18"/>
    <w:rsid w:val="00E44F52"/>
    <w:rsid w:val="00E45370"/>
    <w:rsid w:val="00E458CD"/>
    <w:rsid w:val="00E46052"/>
    <w:rsid w:val="00E4654D"/>
    <w:rsid w:val="00E467B3"/>
    <w:rsid w:val="00E47065"/>
    <w:rsid w:val="00E474F3"/>
    <w:rsid w:val="00E5015D"/>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F90"/>
    <w:rsid w:val="00E80B54"/>
    <w:rsid w:val="00E80D72"/>
    <w:rsid w:val="00E82133"/>
    <w:rsid w:val="00E83637"/>
    <w:rsid w:val="00E83D24"/>
    <w:rsid w:val="00E84660"/>
    <w:rsid w:val="00E8508A"/>
    <w:rsid w:val="00E85365"/>
    <w:rsid w:val="00E86589"/>
    <w:rsid w:val="00E86CB8"/>
    <w:rsid w:val="00E8780E"/>
    <w:rsid w:val="00E87A9D"/>
    <w:rsid w:val="00E87C44"/>
    <w:rsid w:val="00E87DA0"/>
    <w:rsid w:val="00E91540"/>
    <w:rsid w:val="00E9163C"/>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4334"/>
    <w:rsid w:val="00EA44C0"/>
    <w:rsid w:val="00EA578A"/>
    <w:rsid w:val="00EA6255"/>
    <w:rsid w:val="00EA6AE4"/>
    <w:rsid w:val="00EA79B1"/>
    <w:rsid w:val="00EB0FCF"/>
    <w:rsid w:val="00EB10C0"/>
    <w:rsid w:val="00EB1E46"/>
    <w:rsid w:val="00EB26C1"/>
    <w:rsid w:val="00EB2C0F"/>
    <w:rsid w:val="00EB3239"/>
    <w:rsid w:val="00EB3C46"/>
    <w:rsid w:val="00EB3D09"/>
    <w:rsid w:val="00EB3E19"/>
    <w:rsid w:val="00EB44D3"/>
    <w:rsid w:val="00EB474A"/>
    <w:rsid w:val="00EB4B53"/>
    <w:rsid w:val="00EB5B31"/>
    <w:rsid w:val="00EB6B50"/>
    <w:rsid w:val="00EB742B"/>
    <w:rsid w:val="00EB76D8"/>
    <w:rsid w:val="00EC08D5"/>
    <w:rsid w:val="00EC2352"/>
    <w:rsid w:val="00EC23B6"/>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9A5"/>
    <w:rsid w:val="00ED40E4"/>
    <w:rsid w:val="00ED5132"/>
    <w:rsid w:val="00ED797A"/>
    <w:rsid w:val="00EE028A"/>
    <w:rsid w:val="00EE0759"/>
    <w:rsid w:val="00EE0BB0"/>
    <w:rsid w:val="00EE3E7E"/>
    <w:rsid w:val="00EE3FE5"/>
    <w:rsid w:val="00EE46D9"/>
    <w:rsid w:val="00EE6183"/>
    <w:rsid w:val="00EE76C6"/>
    <w:rsid w:val="00EF084D"/>
    <w:rsid w:val="00EF1B2B"/>
    <w:rsid w:val="00EF1FC9"/>
    <w:rsid w:val="00EF233A"/>
    <w:rsid w:val="00EF25F6"/>
    <w:rsid w:val="00EF30BF"/>
    <w:rsid w:val="00EF3177"/>
    <w:rsid w:val="00EF34D5"/>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EEF"/>
    <w:rsid w:val="00F124F8"/>
    <w:rsid w:val="00F12AC1"/>
    <w:rsid w:val="00F12E56"/>
    <w:rsid w:val="00F132F2"/>
    <w:rsid w:val="00F13B1E"/>
    <w:rsid w:val="00F14042"/>
    <w:rsid w:val="00F14247"/>
    <w:rsid w:val="00F14CCD"/>
    <w:rsid w:val="00F15727"/>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476"/>
    <w:rsid w:val="00F31A5B"/>
    <w:rsid w:val="00F31C2F"/>
    <w:rsid w:val="00F334E6"/>
    <w:rsid w:val="00F34754"/>
    <w:rsid w:val="00F357B8"/>
    <w:rsid w:val="00F35A0D"/>
    <w:rsid w:val="00F36A1D"/>
    <w:rsid w:val="00F36B54"/>
    <w:rsid w:val="00F378FE"/>
    <w:rsid w:val="00F429B8"/>
    <w:rsid w:val="00F43732"/>
    <w:rsid w:val="00F4496D"/>
    <w:rsid w:val="00F4500E"/>
    <w:rsid w:val="00F4583A"/>
    <w:rsid w:val="00F4593B"/>
    <w:rsid w:val="00F45AB6"/>
    <w:rsid w:val="00F45F2F"/>
    <w:rsid w:val="00F46B9F"/>
    <w:rsid w:val="00F47238"/>
    <w:rsid w:val="00F47BCB"/>
    <w:rsid w:val="00F5066E"/>
    <w:rsid w:val="00F50737"/>
    <w:rsid w:val="00F50917"/>
    <w:rsid w:val="00F518DF"/>
    <w:rsid w:val="00F51F59"/>
    <w:rsid w:val="00F52649"/>
    <w:rsid w:val="00F52C07"/>
    <w:rsid w:val="00F53613"/>
    <w:rsid w:val="00F53CD8"/>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A10"/>
    <w:rsid w:val="00F62C98"/>
    <w:rsid w:val="00F639E8"/>
    <w:rsid w:val="00F63B3F"/>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7A14"/>
    <w:rsid w:val="00F8044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2BB"/>
    <w:rsid w:val="00F9308E"/>
    <w:rsid w:val="00F949F6"/>
    <w:rsid w:val="00F950E1"/>
    <w:rsid w:val="00F958F8"/>
    <w:rsid w:val="00F9599F"/>
    <w:rsid w:val="00F959B6"/>
    <w:rsid w:val="00F96549"/>
    <w:rsid w:val="00F96557"/>
    <w:rsid w:val="00F96ECE"/>
    <w:rsid w:val="00F97185"/>
    <w:rsid w:val="00FA11B5"/>
    <w:rsid w:val="00FA29E7"/>
    <w:rsid w:val="00FA2D4D"/>
    <w:rsid w:val="00FA303E"/>
    <w:rsid w:val="00FA36CB"/>
    <w:rsid w:val="00FA3A53"/>
    <w:rsid w:val="00FA3AE5"/>
    <w:rsid w:val="00FA3EA6"/>
    <w:rsid w:val="00FA4AC9"/>
    <w:rsid w:val="00FA4C17"/>
    <w:rsid w:val="00FA5B1E"/>
    <w:rsid w:val="00FA6644"/>
    <w:rsid w:val="00FA6A22"/>
    <w:rsid w:val="00FA6ADA"/>
    <w:rsid w:val="00FA6B02"/>
    <w:rsid w:val="00FA7B43"/>
    <w:rsid w:val="00FA7C49"/>
    <w:rsid w:val="00FA7D56"/>
    <w:rsid w:val="00FA7E10"/>
    <w:rsid w:val="00FB0109"/>
    <w:rsid w:val="00FB035A"/>
    <w:rsid w:val="00FB0431"/>
    <w:rsid w:val="00FB0BD7"/>
    <w:rsid w:val="00FB17B0"/>
    <w:rsid w:val="00FB18ED"/>
    <w:rsid w:val="00FB1DD1"/>
    <w:rsid w:val="00FB215B"/>
    <w:rsid w:val="00FB2B32"/>
    <w:rsid w:val="00FB3F69"/>
    <w:rsid w:val="00FB45BC"/>
    <w:rsid w:val="00FB46B6"/>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760E"/>
    <w:rsid w:val="00FC7942"/>
    <w:rsid w:val="00FC7EF9"/>
    <w:rsid w:val="00FD0677"/>
    <w:rsid w:val="00FD136E"/>
    <w:rsid w:val="00FD16D8"/>
    <w:rsid w:val="00FD19CD"/>
    <w:rsid w:val="00FD21FE"/>
    <w:rsid w:val="00FD3FB8"/>
    <w:rsid w:val="00FD3FB9"/>
    <w:rsid w:val="00FD53E5"/>
    <w:rsid w:val="00FD5835"/>
    <w:rsid w:val="00FD6415"/>
    <w:rsid w:val="00FD68E4"/>
    <w:rsid w:val="00FD6D25"/>
    <w:rsid w:val="00FD77B9"/>
    <w:rsid w:val="00FD7AB8"/>
    <w:rsid w:val="00FE03F2"/>
    <w:rsid w:val="00FE0866"/>
    <w:rsid w:val="00FE16CC"/>
    <w:rsid w:val="00FE1B3A"/>
    <w:rsid w:val="00FE40D5"/>
    <w:rsid w:val="00FE437A"/>
    <w:rsid w:val="00FE46F0"/>
    <w:rsid w:val="00FE47A2"/>
    <w:rsid w:val="00FE67B8"/>
    <w:rsid w:val="00FE6B0A"/>
    <w:rsid w:val="00FE6FC8"/>
    <w:rsid w:val="00FE7793"/>
    <w:rsid w:val="00FF06C1"/>
    <w:rsid w:val="00FF0CC8"/>
    <w:rsid w:val="00FF158A"/>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E6"/>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8">
      <o:colormenu v:ext="edit" strokecolor="#c0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uiPriority w:val="34"/>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theme" Target="theme/theme1.xm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info@zem.k26.ru" TargetMode="External"/><Relationship Id="rId22" Type="http://schemas.openxmlformats.org/officeDocument/2006/relationships/hyperlink" Target="http://www.torg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E6EC6-B38D-4460-A7AD-A600A942F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11</Pages>
  <Words>5432</Words>
  <Characters>30964</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36324</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23</cp:revision>
  <cp:lastPrinted>2023-02-13T10:30:00Z</cp:lastPrinted>
  <dcterms:created xsi:type="dcterms:W3CDTF">2023-01-25T08:29:00Z</dcterms:created>
  <dcterms:modified xsi:type="dcterms:W3CDTF">2023-07-26T06:58:00Z</dcterms:modified>
</cp:coreProperties>
</file>