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0E" w:rsidRPr="00AA0C53" w:rsidRDefault="0081562F" w:rsidP="00AA0C5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Приложение</w:t>
      </w:r>
    </w:p>
    <w:p w:rsidR="0081562F" w:rsidRPr="00AA0C53" w:rsidRDefault="00010A1B" w:rsidP="00AA0C5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УТВЕРЖДЕН</w:t>
      </w:r>
      <w:r w:rsidR="00424D87">
        <w:rPr>
          <w:rFonts w:ascii="Times New Roman" w:hAnsi="Times New Roman" w:cs="Times New Roman"/>
          <w:sz w:val="28"/>
          <w:szCs w:val="28"/>
        </w:rPr>
        <w:t>Ы</w:t>
      </w:r>
    </w:p>
    <w:p w:rsidR="0081562F" w:rsidRPr="00AA0C53" w:rsidRDefault="00AA0C53" w:rsidP="00AA0C5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п</w:t>
      </w:r>
      <w:r w:rsidR="0081562F" w:rsidRPr="00AA0C5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81562F" w:rsidRPr="00AA0C53" w:rsidRDefault="0081562F" w:rsidP="00AA0C5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AA0C5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A0C53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81562F" w:rsidRPr="00AA0C53" w:rsidRDefault="008C3B86" w:rsidP="00AA0C5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о</w:t>
      </w:r>
      <w:r w:rsidR="0081562F" w:rsidRPr="00AA0C53">
        <w:rPr>
          <w:rFonts w:ascii="Times New Roman" w:hAnsi="Times New Roman" w:cs="Times New Roman"/>
          <w:sz w:val="28"/>
          <w:szCs w:val="28"/>
        </w:rPr>
        <w:t xml:space="preserve">т </w:t>
      </w:r>
      <w:r w:rsidR="00A60702">
        <w:rPr>
          <w:rFonts w:ascii="Times New Roman" w:hAnsi="Times New Roman" w:cs="Times New Roman"/>
          <w:sz w:val="28"/>
          <w:szCs w:val="28"/>
        </w:rPr>
        <w:t>14.12.20</w:t>
      </w:r>
      <w:r w:rsidR="00651204" w:rsidRPr="00AA0C53">
        <w:rPr>
          <w:rFonts w:ascii="Times New Roman" w:hAnsi="Times New Roman" w:cs="Times New Roman"/>
          <w:sz w:val="28"/>
          <w:szCs w:val="28"/>
        </w:rPr>
        <w:t>20</w:t>
      </w:r>
      <w:r w:rsidR="00A60702">
        <w:rPr>
          <w:rFonts w:ascii="Times New Roman" w:hAnsi="Times New Roman" w:cs="Times New Roman"/>
          <w:sz w:val="28"/>
          <w:szCs w:val="28"/>
        </w:rPr>
        <w:t xml:space="preserve"> №2352</w:t>
      </w:r>
    </w:p>
    <w:p w:rsidR="008C3B86" w:rsidRPr="00AA0C53" w:rsidRDefault="008C3B86" w:rsidP="008C3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B86" w:rsidRPr="00AA0C53" w:rsidRDefault="008C3B86" w:rsidP="008C3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B86" w:rsidRPr="00AA0C53" w:rsidRDefault="008C3B86" w:rsidP="008C3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B86" w:rsidRPr="00AA0C53" w:rsidRDefault="008C3B86" w:rsidP="008C3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010A1B" w:rsidP="008C3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ИЗМЕНЕНИЯ №</w:t>
      </w:r>
      <w:r w:rsidR="00D80ADB" w:rsidRPr="00AA0C53">
        <w:rPr>
          <w:rFonts w:ascii="Times New Roman" w:hAnsi="Times New Roman" w:cs="Times New Roman"/>
          <w:sz w:val="28"/>
          <w:szCs w:val="28"/>
        </w:rPr>
        <w:t>5</w:t>
      </w:r>
    </w:p>
    <w:p w:rsidR="0081562F" w:rsidRPr="00AA0C53" w:rsidRDefault="0081562F" w:rsidP="008C3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в УСТАВ</w:t>
      </w:r>
    </w:p>
    <w:p w:rsidR="0081562F" w:rsidRPr="00AA0C53" w:rsidRDefault="008C3B86" w:rsidP="008C3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М</w:t>
      </w:r>
      <w:r w:rsidR="0081562F" w:rsidRPr="00AA0C53">
        <w:rPr>
          <w:rFonts w:ascii="Times New Roman" w:hAnsi="Times New Roman" w:cs="Times New Roman"/>
          <w:sz w:val="28"/>
          <w:szCs w:val="28"/>
        </w:rPr>
        <w:t>униципального бюджетного дошкольного образовательного учреждения</w:t>
      </w:r>
      <w:r w:rsidRPr="00AA0C53">
        <w:rPr>
          <w:rFonts w:ascii="Times New Roman" w:hAnsi="Times New Roman" w:cs="Times New Roman"/>
          <w:sz w:val="28"/>
          <w:szCs w:val="28"/>
        </w:rPr>
        <w:t xml:space="preserve"> «</w:t>
      </w:r>
      <w:r w:rsidR="0081562F" w:rsidRPr="00AA0C53">
        <w:rPr>
          <w:rFonts w:ascii="Times New Roman" w:hAnsi="Times New Roman" w:cs="Times New Roman"/>
          <w:sz w:val="28"/>
          <w:szCs w:val="28"/>
        </w:rPr>
        <w:t>Детский сад №59 «Солнечный»»</w:t>
      </w:r>
      <w:r w:rsidRPr="00AA0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0C53" w:rsidRDefault="00AA0C53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0C53" w:rsidRPr="00AA0C53" w:rsidRDefault="00AA0C53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815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62F" w:rsidRPr="00AA0C53" w:rsidRDefault="0081562F" w:rsidP="00AA0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1562F" w:rsidRPr="00AA0C53" w:rsidRDefault="0081562F" w:rsidP="00AA0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ЗАТО Железногорск,</w:t>
      </w:r>
    </w:p>
    <w:p w:rsidR="008C3B86" w:rsidRPr="00AA0C53" w:rsidRDefault="008C3B86" w:rsidP="00AA0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AA0C53" w:rsidRDefault="00010A1B" w:rsidP="00AA0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20</w:t>
      </w:r>
      <w:r w:rsidR="00651204" w:rsidRPr="00AA0C53">
        <w:rPr>
          <w:rFonts w:ascii="Times New Roman" w:hAnsi="Times New Roman" w:cs="Times New Roman"/>
          <w:sz w:val="28"/>
          <w:szCs w:val="28"/>
        </w:rPr>
        <w:t>20</w:t>
      </w:r>
      <w:r w:rsidR="0081562F" w:rsidRPr="00AA0C53">
        <w:rPr>
          <w:rFonts w:ascii="Times New Roman" w:hAnsi="Times New Roman" w:cs="Times New Roman"/>
          <w:sz w:val="28"/>
          <w:szCs w:val="28"/>
        </w:rPr>
        <w:t xml:space="preserve"> год</w:t>
      </w:r>
      <w:r w:rsidR="00AA0C53">
        <w:rPr>
          <w:rFonts w:ascii="Times New Roman" w:hAnsi="Times New Roman" w:cs="Times New Roman"/>
          <w:sz w:val="28"/>
          <w:szCs w:val="28"/>
        </w:rPr>
        <w:br w:type="page"/>
      </w:r>
    </w:p>
    <w:p w:rsidR="00AA0C53" w:rsidRPr="00AA0C53" w:rsidRDefault="00AA0C53" w:rsidP="00AA0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963" w:rsidRPr="00AA0C53" w:rsidRDefault="00472963" w:rsidP="008C3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Пункт 2.5. Устава изложить в новой редакции:</w:t>
      </w:r>
    </w:p>
    <w:p w:rsidR="00472963" w:rsidRPr="00AA0C53" w:rsidRDefault="00472963" w:rsidP="00472963">
      <w:pPr>
        <w:jc w:val="both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 xml:space="preserve">«2.5. </w:t>
      </w:r>
      <w:r w:rsidR="00E25B3E" w:rsidRPr="00AA0C53">
        <w:rPr>
          <w:rFonts w:ascii="Times New Roman" w:hAnsi="Times New Roman" w:cs="Times New Roman"/>
          <w:sz w:val="28"/>
          <w:szCs w:val="28"/>
        </w:rPr>
        <w:t>В Детском саду функционируют группы общеразвивающей и компенсирующей направленности</w:t>
      </w:r>
      <w:proofErr w:type="gramStart"/>
      <w:r w:rsidR="00E25B3E" w:rsidRPr="00AA0C53">
        <w:rPr>
          <w:rFonts w:ascii="Times New Roman" w:hAnsi="Times New Roman" w:cs="Times New Roman"/>
          <w:sz w:val="28"/>
          <w:szCs w:val="28"/>
        </w:rPr>
        <w:t>.»</w:t>
      </w:r>
      <w:r w:rsidR="00AA0C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2963" w:rsidRPr="00AA0C53" w:rsidRDefault="00472963" w:rsidP="004729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Пункт 3.3. Устава изложить в новой редакции:</w:t>
      </w:r>
    </w:p>
    <w:p w:rsidR="001A4881" w:rsidRPr="00AA0C53" w:rsidRDefault="008C3B86" w:rsidP="00651204">
      <w:pPr>
        <w:jc w:val="both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«</w:t>
      </w:r>
      <w:r w:rsidR="00651204" w:rsidRPr="00AA0C53">
        <w:rPr>
          <w:rFonts w:ascii="Times New Roman" w:hAnsi="Times New Roman" w:cs="Times New Roman"/>
          <w:sz w:val="28"/>
          <w:szCs w:val="28"/>
        </w:rPr>
        <w:t>3.3 Основным вид</w:t>
      </w:r>
      <w:r w:rsidR="00050590" w:rsidRPr="00AA0C53">
        <w:rPr>
          <w:rFonts w:ascii="Times New Roman" w:hAnsi="Times New Roman" w:cs="Times New Roman"/>
          <w:sz w:val="28"/>
          <w:szCs w:val="28"/>
        </w:rPr>
        <w:t>ом</w:t>
      </w:r>
      <w:r w:rsidR="00651204" w:rsidRPr="00AA0C53">
        <w:rPr>
          <w:rFonts w:ascii="Times New Roman" w:hAnsi="Times New Roman" w:cs="Times New Roman"/>
          <w:sz w:val="28"/>
          <w:szCs w:val="28"/>
        </w:rPr>
        <w:t xml:space="preserve"> дея</w:t>
      </w:r>
      <w:r w:rsidR="00050590" w:rsidRPr="00AA0C53">
        <w:rPr>
          <w:rFonts w:ascii="Times New Roman" w:hAnsi="Times New Roman" w:cs="Times New Roman"/>
          <w:sz w:val="28"/>
          <w:szCs w:val="28"/>
        </w:rPr>
        <w:t>тельности Детского сада является</w:t>
      </w:r>
      <w:r w:rsidR="00651204" w:rsidRPr="00AA0C53">
        <w:rPr>
          <w:rFonts w:ascii="Times New Roman" w:hAnsi="Times New Roman" w:cs="Times New Roman"/>
          <w:sz w:val="28"/>
          <w:szCs w:val="28"/>
        </w:rPr>
        <w:t>:</w:t>
      </w:r>
    </w:p>
    <w:p w:rsidR="00651204" w:rsidRPr="00AA0C53" w:rsidRDefault="00651204" w:rsidP="00651204">
      <w:pPr>
        <w:jc w:val="both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-</w:t>
      </w:r>
      <w:r w:rsidR="007F228B">
        <w:rPr>
          <w:rFonts w:ascii="Times New Roman" w:hAnsi="Times New Roman" w:cs="Times New Roman"/>
          <w:sz w:val="28"/>
          <w:szCs w:val="28"/>
        </w:rPr>
        <w:t xml:space="preserve"> </w:t>
      </w:r>
      <w:r w:rsidRPr="00AA0C53">
        <w:rPr>
          <w:rFonts w:ascii="Times New Roman" w:hAnsi="Times New Roman" w:cs="Times New Roman"/>
          <w:sz w:val="28"/>
          <w:szCs w:val="28"/>
        </w:rPr>
        <w:t>дошкольное образование (предшествующее начальному общему образованию), осуществляющееся посредством реализации образовательных программ дошкольного образования, в том числе адаптированны</w:t>
      </w:r>
      <w:r w:rsidR="0047585D">
        <w:rPr>
          <w:rFonts w:ascii="Times New Roman" w:hAnsi="Times New Roman" w:cs="Times New Roman"/>
          <w:sz w:val="28"/>
          <w:szCs w:val="28"/>
        </w:rPr>
        <w:t>х</w:t>
      </w:r>
      <w:r w:rsidR="00E25B3E" w:rsidRPr="00AA0C53">
        <w:rPr>
          <w:rFonts w:ascii="Times New Roman" w:hAnsi="Times New Roman" w:cs="Times New Roman"/>
          <w:sz w:val="28"/>
          <w:szCs w:val="28"/>
        </w:rPr>
        <w:t xml:space="preserve">, </w:t>
      </w:r>
      <w:r w:rsidR="00022845" w:rsidRPr="00AA0C53">
        <w:rPr>
          <w:rFonts w:ascii="Times New Roman" w:hAnsi="Times New Roman" w:cs="Times New Roman"/>
          <w:sz w:val="28"/>
          <w:szCs w:val="28"/>
        </w:rPr>
        <w:t xml:space="preserve"> </w:t>
      </w:r>
      <w:r w:rsidRPr="00AA0C53">
        <w:rPr>
          <w:rFonts w:ascii="Times New Roman" w:hAnsi="Times New Roman" w:cs="Times New Roman"/>
          <w:sz w:val="28"/>
          <w:szCs w:val="28"/>
        </w:rPr>
        <w:t xml:space="preserve">в группах общеразвивающей </w:t>
      </w:r>
      <w:r w:rsidR="0047585D">
        <w:rPr>
          <w:rFonts w:ascii="Times New Roman" w:hAnsi="Times New Roman" w:cs="Times New Roman"/>
          <w:sz w:val="28"/>
          <w:szCs w:val="28"/>
        </w:rPr>
        <w:t>и</w:t>
      </w:r>
      <w:r w:rsidRPr="00AA0C53">
        <w:rPr>
          <w:rFonts w:ascii="Times New Roman" w:hAnsi="Times New Roman" w:cs="Times New Roman"/>
          <w:sz w:val="28"/>
          <w:szCs w:val="28"/>
        </w:rPr>
        <w:t xml:space="preserve"> компенсирующ</w:t>
      </w:r>
      <w:r w:rsidR="00E25B3E" w:rsidRPr="00AA0C53">
        <w:rPr>
          <w:rFonts w:ascii="Times New Roman" w:hAnsi="Times New Roman" w:cs="Times New Roman"/>
          <w:sz w:val="28"/>
          <w:szCs w:val="28"/>
        </w:rPr>
        <w:t>ей направленности</w:t>
      </w:r>
      <w:r w:rsidR="00846C96" w:rsidRPr="00AA0C53">
        <w:rPr>
          <w:rFonts w:ascii="Times New Roman" w:hAnsi="Times New Roman" w:cs="Times New Roman"/>
          <w:sz w:val="28"/>
          <w:szCs w:val="28"/>
        </w:rPr>
        <w:t>.</w:t>
      </w:r>
    </w:p>
    <w:p w:rsidR="00846C96" w:rsidRPr="00AA0C53" w:rsidRDefault="00846C96" w:rsidP="00651204">
      <w:pPr>
        <w:jc w:val="both"/>
        <w:rPr>
          <w:rFonts w:ascii="Times New Roman" w:hAnsi="Times New Roman" w:cs="Times New Roman"/>
          <w:sz w:val="28"/>
          <w:szCs w:val="28"/>
        </w:rPr>
      </w:pPr>
      <w:r w:rsidRPr="00AA0C53">
        <w:rPr>
          <w:rFonts w:ascii="Times New Roman" w:hAnsi="Times New Roman" w:cs="Times New Roman"/>
          <w:sz w:val="28"/>
          <w:szCs w:val="28"/>
        </w:rPr>
        <w:t>-</w:t>
      </w:r>
      <w:r w:rsidR="007F228B">
        <w:rPr>
          <w:rFonts w:ascii="Times New Roman" w:hAnsi="Times New Roman" w:cs="Times New Roman"/>
          <w:sz w:val="28"/>
          <w:szCs w:val="28"/>
        </w:rPr>
        <w:t xml:space="preserve"> </w:t>
      </w:r>
      <w:r w:rsidRPr="00AA0C53">
        <w:rPr>
          <w:rFonts w:ascii="Times New Roman" w:hAnsi="Times New Roman" w:cs="Times New Roman"/>
          <w:sz w:val="28"/>
          <w:szCs w:val="28"/>
        </w:rPr>
        <w:t xml:space="preserve">предоставление услуг </w:t>
      </w:r>
      <w:r w:rsidR="0047585D">
        <w:rPr>
          <w:rFonts w:ascii="Times New Roman" w:hAnsi="Times New Roman" w:cs="Times New Roman"/>
          <w:sz w:val="28"/>
          <w:szCs w:val="28"/>
        </w:rPr>
        <w:t>по дневному уходу за детьми,</w:t>
      </w:r>
      <w:r w:rsidRPr="00AA0C53">
        <w:rPr>
          <w:rFonts w:ascii="Times New Roman" w:hAnsi="Times New Roman" w:cs="Times New Roman"/>
          <w:sz w:val="28"/>
          <w:szCs w:val="28"/>
        </w:rPr>
        <w:t xml:space="preserve"> осуществляющееся посредствам реализации присмотра и ухода</w:t>
      </w:r>
      <w:proofErr w:type="gramStart"/>
      <w:r w:rsidRPr="00AA0C53">
        <w:rPr>
          <w:rFonts w:ascii="Times New Roman" w:hAnsi="Times New Roman" w:cs="Times New Roman"/>
          <w:sz w:val="28"/>
          <w:szCs w:val="28"/>
        </w:rPr>
        <w:t>.».</w:t>
      </w:r>
      <w:bookmarkStart w:id="0" w:name="_GoBack"/>
      <w:bookmarkEnd w:id="0"/>
      <w:proofErr w:type="gramEnd"/>
    </w:p>
    <w:p w:rsidR="00651204" w:rsidRDefault="00651204" w:rsidP="006512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204" w:rsidRDefault="00651204" w:rsidP="006512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1204" w:rsidSect="00AA0C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C03C4"/>
    <w:multiLevelType w:val="hybridMultilevel"/>
    <w:tmpl w:val="0E48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050590"/>
    <w:rsid w:val="00010A1B"/>
    <w:rsid w:val="00022845"/>
    <w:rsid w:val="00050590"/>
    <w:rsid w:val="0008796C"/>
    <w:rsid w:val="001513C9"/>
    <w:rsid w:val="001A4881"/>
    <w:rsid w:val="00227F12"/>
    <w:rsid w:val="0029560E"/>
    <w:rsid w:val="002F788B"/>
    <w:rsid w:val="00424D87"/>
    <w:rsid w:val="00472963"/>
    <w:rsid w:val="0047585D"/>
    <w:rsid w:val="00651204"/>
    <w:rsid w:val="006F1444"/>
    <w:rsid w:val="007F228B"/>
    <w:rsid w:val="0081562F"/>
    <w:rsid w:val="00846C96"/>
    <w:rsid w:val="0088567F"/>
    <w:rsid w:val="008C3B86"/>
    <w:rsid w:val="00A60702"/>
    <w:rsid w:val="00A91972"/>
    <w:rsid w:val="00AA0C53"/>
    <w:rsid w:val="00AE22EE"/>
    <w:rsid w:val="00D80ADB"/>
    <w:rsid w:val="00E2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0\&#1080;&#1079;&#1084;&#1077;&#1085;&#1077;&#1085;&#1080;&#1077;%20&#1074;%20&#1091;&#1089;&#1090;&#1072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изменение в устав</Template>
  <TotalTime>18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Сумина</cp:lastModifiedBy>
  <cp:revision>7</cp:revision>
  <cp:lastPrinted>2020-12-07T09:33:00Z</cp:lastPrinted>
  <dcterms:created xsi:type="dcterms:W3CDTF">2020-12-07T05:24:00Z</dcterms:created>
  <dcterms:modified xsi:type="dcterms:W3CDTF">2020-12-15T10:20:00Z</dcterms:modified>
</cp:coreProperties>
</file>