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62C" w:rsidRDefault="00C8562C" w:rsidP="00C856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C8562C" w:rsidRDefault="00C8562C" w:rsidP="00C856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C8562C" w:rsidRDefault="00C8562C" w:rsidP="00C856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8562C" w:rsidRDefault="00C8562C" w:rsidP="00C856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C8562C" w:rsidRDefault="00C8562C" w:rsidP="00C856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113FE">
        <w:rPr>
          <w:rFonts w:ascii="Times New Roman" w:hAnsi="Times New Roman" w:cs="Times New Roman"/>
          <w:sz w:val="24"/>
          <w:szCs w:val="24"/>
        </w:rPr>
        <w:t>17.12.</w:t>
      </w:r>
      <w:r>
        <w:rPr>
          <w:rFonts w:ascii="Times New Roman" w:hAnsi="Times New Roman" w:cs="Times New Roman"/>
          <w:sz w:val="24"/>
          <w:szCs w:val="24"/>
        </w:rPr>
        <w:t xml:space="preserve">2021 № </w:t>
      </w:r>
      <w:r w:rsidR="00A113FE">
        <w:rPr>
          <w:rFonts w:ascii="Times New Roman" w:hAnsi="Times New Roman" w:cs="Times New Roman"/>
          <w:sz w:val="24"/>
          <w:szCs w:val="24"/>
        </w:rPr>
        <w:t>2462</w:t>
      </w:r>
    </w:p>
    <w:p w:rsidR="00C8562C" w:rsidRDefault="00C8562C" w:rsidP="00C8562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562C" w:rsidRDefault="00C8562C" w:rsidP="00C8562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562C" w:rsidRDefault="00C8562C" w:rsidP="00C8562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562C" w:rsidRDefault="00C8562C" w:rsidP="00C8562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562C" w:rsidRPr="00D415F6" w:rsidRDefault="00C8562C" w:rsidP="00C8562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562C" w:rsidRPr="00FC62B5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C62B5">
        <w:rPr>
          <w:rFonts w:ascii="Times New Roman" w:hAnsi="Times New Roman" w:cs="Times New Roman"/>
          <w:b/>
          <w:sz w:val="36"/>
          <w:szCs w:val="28"/>
        </w:rPr>
        <w:t xml:space="preserve">Изменения № </w:t>
      </w:r>
      <w:r w:rsidR="00ED4583" w:rsidRPr="00FC62B5">
        <w:rPr>
          <w:rFonts w:ascii="Times New Roman" w:hAnsi="Times New Roman" w:cs="Times New Roman"/>
          <w:b/>
          <w:sz w:val="36"/>
          <w:szCs w:val="28"/>
        </w:rPr>
        <w:t>3</w:t>
      </w:r>
    </w:p>
    <w:p w:rsidR="00C8562C" w:rsidRPr="00FC62B5" w:rsidRDefault="00BF363D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C62B5">
        <w:rPr>
          <w:rFonts w:ascii="Times New Roman" w:hAnsi="Times New Roman" w:cs="Times New Roman"/>
          <w:b/>
          <w:sz w:val="36"/>
          <w:szCs w:val="28"/>
        </w:rPr>
        <w:t>в УСТАВ</w:t>
      </w:r>
    </w:p>
    <w:p w:rsidR="00BF363D" w:rsidRPr="003C5E7C" w:rsidRDefault="00BF363D" w:rsidP="00C8562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</w:p>
    <w:p w:rsidR="003C5E7C" w:rsidRPr="00FC62B5" w:rsidRDefault="00ED4583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C62B5">
        <w:rPr>
          <w:rFonts w:ascii="Times New Roman" w:hAnsi="Times New Roman" w:cs="Times New Roman"/>
          <w:b/>
          <w:sz w:val="36"/>
          <w:szCs w:val="28"/>
        </w:rPr>
        <w:t>м</w:t>
      </w:r>
      <w:r w:rsidR="00C8562C" w:rsidRPr="00FC62B5">
        <w:rPr>
          <w:rFonts w:ascii="Times New Roman" w:hAnsi="Times New Roman" w:cs="Times New Roman"/>
          <w:b/>
          <w:sz w:val="36"/>
          <w:szCs w:val="28"/>
        </w:rPr>
        <w:t xml:space="preserve">униципального бюджетного  </w:t>
      </w:r>
    </w:p>
    <w:p w:rsidR="00C8562C" w:rsidRPr="00FC62B5" w:rsidRDefault="00ED4583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C62B5">
        <w:rPr>
          <w:rFonts w:ascii="Times New Roman" w:hAnsi="Times New Roman" w:cs="Times New Roman"/>
          <w:b/>
          <w:sz w:val="36"/>
          <w:szCs w:val="28"/>
        </w:rPr>
        <w:t>у</w:t>
      </w:r>
      <w:r w:rsidR="00C8562C" w:rsidRPr="00FC62B5">
        <w:rPr>
          <w:rFonts w:ascii="Times New Roman" w:hAnsi="Times New Roman" w:cs="Times New Roman"/>
          <w:b/>
          <w:sz w:val="36"/>
          <w:szCs w:val="28"/>
        </w:rPr>
        <w:t>чреждения</w:t>
      </w:r>
      <w:r w:rsidRPr="00FC62B5">
        <w:rPr>
          <w:rFonts w:ascii="Times New Roman" w:hAnsi="Times New Roman" w:cs="Times New Roman"/>
          <w:b/>
          <w:sz w:val="36"/>
          <w:szCs w:val="28"/>
        </w:rPr>
        <w:t xml:space="preserve"> культуры</w:t>
      </w:r>
    </w:p>
    <w:p w:rsidR="00C8562C" w:rsidRPr="00FC62B5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C62B5">
        <w:rPr>
          <w:rFonts w:ascii="Times New Roman" w:hAnsi="Times New Roman" w:cs="Times New Roman"/>
          <w:b/>
          <w:sz w:val="36"/>
          <w:szCs w:val="28"/>
        </w:rPr>
        <w:t xml:space="preserve"> «</w:t>
      </w:r>
      <w:r w:rsidR="00ED4583" w:rsidRPr="00FC62B5">
        <w:rPr>
          <w:rFonts w:ascii="Times New Roman" w:hAnsi="Times New Roman" w:cs="Times New Roman"/>
          <w:b/>
          <w:sz w:val="36"/>
          <w:szCs w:val="28"/>
        </w:rPr>
        <w:t>Музейно-выставочный центр»</w:t>
      </w:r>
    </w:p>
    <w:p w:rsidR="00C8562C" w:rsidRPr="00D415F6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62C" w:rsidRPr="00D415F6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E7C" w:rsidRDefault="003C5E7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E7C" w:rsidRDefault="003C5E7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E7C" w:rsidRDefault="003C5E7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E7C" w:rsidRDefault="003C5E7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Pr="007D72F3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407" w:rsidRPr="007D72F3" w:rsidRDefault="00186407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62C" w:rsidRP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562C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C8562C" w:rsidRP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562C">
        <w:rPr>
          <w:rFonts w:ascii="Times New Roman" w:hAnsi="Times New Roman" w:cs="Times New Roman"/>
          <w:sz w:val="28"/>
          <w:szCs w:val="28"/>
        </w:rPr>
        <w:t>ЗАТО Железногорск,</w:t>
      </w:r>
    </w:p>
    <w:p w:rsidR="00C8562C" w:rsidRPr="00C8562C" w:rsidRDefault="00C8562C" w:rsidP="00C85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562C"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3C5E7C" w:rsidRDefault="00C8562C" w:rsidP="003C5E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562C">
        <w:rPr>
          <w:rFonts w:ascii="Times New Roman" w:hAnsi="Times New Roman" w:cs="Times New Roman"/>
          <w:sz w:val="28"/>
          <w:szCs w:val="28"/>
        </w:rPr>
        <w:t>2021</w:t>
      </w:r>
      <w:r w:rsidR="003C5E7C">
        <w:rPr>
          <w:rFonts w:ascii="Times New Roman" w:hAnsi="Times New Roman" w:cs="Times New Roman"/>
          <w:sz w:val="24"/>
          <w:szCs w:val="24"/>
        </w:rPr>
        <w:br w:type="page"/>
      </w:r>
    </w:p>
    <w:p w:rsidR="00930F17" w:rsidRPr="001D7C86" w:rsidRDefault="00ED4583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C86">
        <w:rPr>
          <w:rFonts w:ascii="Times New Roman" w:hAnsi="Times New Roman" w:cs="Times New Roman"/>
          <w:b/>
          <w:sz w:val="28"/>
          <w:szCs w:val="28"/>
        </w:rPr>
        <w:lastRenderedPageBreak/>
        <w:t>1. Абзац 3 пункта 1.4 исключить.</w:t>
      </w:r>
    </w:p>
    <w:p w:rsidR="002C0697" w:rsidRDefault="002C0697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583" w:rsidRPr="001D7C86" w:rsidRDefault="00ED4583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C86">
        <w:rPr>
          <w:rFonts w:ascii="Times New Roman" w:hAnsi="Times New Roman" w:cs="Times New Roman"/>
          <w:b/>
          <w:sz w:val="28"/>
          <w:szCs w:val="28"/>
        </w:rPr>
        <w:t>2. Добавить пункт 5.2.24 следующего содержания:</w:t>
      </w:r>
    </w:p>
    <w:p w:rsidR="00F06DDE" w:rsidRPr="001D7C86" w:rsidRDefault="001D7C86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C86">
        <w:rPr>
          <w:rFonts w:ascii="Times New Roman" w:hAnsi="Times New Roman" w:cs="Times New Roman"/>
          <w:sz w:val="28"/>
          <w:szCs w:val="28"/>
        </w:rPr>
        <w:t>«Предварительное согласование организационной структуры, предельной штатной численности и штатного расписания Учреждения до его утверждения директором Учреждения»</w:t>
      </w:r>
    </w:p>
    <w:p w:rsidR="002C0697" w:rsidRDefault="002C0697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86" w:rsidRPr="001D7C86" w:rsidRDefault="001D7C86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C86">
        <w:rPr>
          <w:rFonts w:ascii="Times New Roman" w:hAnsi="Times New Roman" w:cs="Times New Roman"/>
          <w:b/>
          <w:sz w:val="28"/>
          <w:szCs w:val="28"/>
        </w:rPr>
        <w:t>3.Пункт 5.8.8. изложить в новой редакции:</w:t>
      </w:r>
    </w:p>
    <w:p w:rsidR="001D7C86" w:rsidRPr="001D7C86" w:rsidRDefault="001D7C86" w:rsidP="00ED45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C86">
        <w:rPr>
          <w:rFonts w:ascii="Times New Roman" w:hAnsi="Times New Roman" w:cs="Times New Roman"/>
          <w:sz w:val="28"/>
          <w:szCs w:val="28"/>
        </w:rPr>
        <w:t xml:space="preserve">«Утверждает структуру предельную штатную численность и штатное расписание Учреждения после предварительного согласования с Учредителем». </w:t>
      </w:r>
    </w:p>
    <w:p w:rsidR="00ED4583" w:rsidRPr="00ED4583" w:rsidRDefault="00ED4583" w:rsidP="00ED4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3B4" w:rsidRPr="00C0219F" w:rsidRDefault="000E53B4" w:rsidP="005D4FC1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</w:p>
    <w:sectPr w:rsidR="000E53B4" w:rsidRPr="00C0219F" w:rsidSect="001D7C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55" w:rsidRDefault="00767D55" w:rsidP="001D7C86">
      <w:pPr>
        <w:spacing w:after="0" w:line="240" w:lineRule="auto"/>
      </w:pPr>
      <w:r>
        <w:separator/>
      </w:r>
    </w:p>
  </w:endnote>
  <w:endnote w:type="continuationSeparator" w:id="0">
    <w:p w:rsidR="00767D55" w:rsidRDefault="00767D55" w:rsidP="001D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86" w:rsidRDefault="001D7C8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86" w:rsidRDefault="001D7C8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86" w:rsidRDefault="001D7C8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55" w:rsidRDefault="00767D55" w:rsidP="001D7C86">
      <w:pPr>
        <w:spacing w:after="0" w:line="240" w:lineRule="auto"/>
      </w:pPr>
      <w:r>
        <w:separator/>
      </w:r>
    </w:p>
  </w:footnote>
  <w:footnote w:type="continuationSeparator" w:id="0">
    <w:p w:rsidR="00767D55" w:rsidRDefault="00767D55" w:rsidP="001D7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86" w:rsidRDefault="001D7C8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4602952"/>
      <w:docPartObj>
        <w:docPartGallery w:val="Page Numbers (Top of Page)"/>
        <w:docPartUnique/>
      </w:docPartObj>
    </w:sdtPr>
    <w:sdtContent>
      <w:p w:rsidR="001D7C86" w:rsidRDefault="001E651E">
        <w:pPr>
          <w:pStyle w:val="a4"/>
          <w:jc w:val="center"/>
        </w:pPr>
        <w:fldSimple w:instr=" PAGE   \* MERGEFORMAT ">
          <w:r w:rsidR="00A113FE">
            <w:rPr>
              <w:noProof/>
            </w:rPr>
            <w:t>2</w:t>
          </w:r>
        </w:fldSimple>
      </w:p>
    </w:sdtContent>
  </w:sdt>
  <w:p w:rsidR="001D7C86" w:rsidRDefault="001D7C8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86" w:rsidRDefault="001D7C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1AE3"/>
    <w:multiLevelType w:val="hybridMultilevel"/>
    <w:tmpl w:val="724C6D32"/>
    <w:lvl w:ilvl="0" w:tplc="9D287B26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CAC6876">
      <w:start w:val="1"/>
      <w:numFmt w:val="bullet"/>
      <w:lvlText w:val="-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7BE1412">
      <w:start w:val="1"/>
      <w:numFmt w:val="bullet"/>
      <w:lvlText w:val="▪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C82BC46">
      <w:start w:val="1"/>
      <w:numFmt w:val="bullet"/>
      <w:lvlText w:val="•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9C0B34">
      <w:start w:val="1"/>
      <w:numFmt w:val="bullet"/>
      <w:lvlText w:val="o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CBA0B00">
      <w:start w:val="1"/>
      <w:numFmt w:val="bullet"/>
      <w:lvlText w:val="▪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689912">
      <w:start w:val="1"/>
      <w:numFmt w:val="bullet"/>
      <w:lvlText w:val="•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49EA1A2">
      <w:start w:val="1"/>
      <w:numFmt w:val="bullet"/>
      <w:lvlText w:val="o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A526C58">
      <w:start w:val="1"/>
      <w:numFmt w:val="bullet"/>
      <w:lvlText w:val="▪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DB3CAD"/>
    <w:multiLevelType w:val="hybridMultilevel"/>
    <w:tmpl w:val="14B02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2533C"/>
    <w:multiLevelType w:val="hybridMultilevel"/>
    <w:tmpl w:val="A66E77F8"/>
    <w:lvl w:ilvl="0" w:tplc="DE3E8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525C9A"/>
    <w:multiLevelType w:val="hybridMultilevel"/>
    <w:tmpl w:val="B02E7E0A"/>
    <w:lvl w:ilvl="0" w:tplc="CC9CF11E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A15"/>
    <w:rsid w:val="000653AA"/>
    <w:rsid w:val="000E3C91"/>
    <w:rsid w:val="000E53B4"/>
    <w:rsid w:val="00125547"/>
    <w:rsid w:val="00133214"/>
    <w:rsid w:val="00186407"/>
    <w:rsid w:val="00195A46"/>
    <w:rsid w:val="001C7B6C"/>
    <w:rsid w:val="001D7C86"/>
    <w:rsid w:val="001E1B31"/>
    <w:rsid w:val="001E651E"/>
    <w:rsid w:val="00275A15"/>
    <w:rsid w:val="002C0697"/>
    <w:rsid w:val="002D2683"/>
    <w:rsid w:val="00327E2A"/>
    <w:rsid w:val="00330308"/>
    <w:rsid w:val="003377C5"/>
    <w:rsid w:val="00390A6E"/>
    <w:rsid w:val="003C56A4"/>
    <w:rsid w:val="003C5E7C"/>
    <w:rsid w:val="0041226B"/>
    <w:rsid w:val="004603D7"/>
    <w:rsid w:val="004D7462"/>
    <w:rsid w:val="005A1777"/>
    <w:rsid w:val="005B5734"/>
    <w:rsid w:val="005D4FC1"/>
    <w:rsid w:val="00662A9C"/>
    <w:rsid w:val="006A5530"/>
    <w:rsid w:val="006D2A63"/>
    <w:rsid w:val="0073014A"/>
    <w:rsid w:val="00767D55"/>
    <w:rsid w:val="007851AE"/>
    <w:rsid w:val="007A4453"/>
    <w:rsid w:val="007B4BB7"/>
    <w:rsid w:val="007D70A7"/>
    <w:rsid w:val="007D72F3"/>
    <w:rsid w:val="008436DF"/>
    <w:rsid w:val="00845DC3"/>
    <w:rsid w:val="008E081F"/>
    <w:rsid w:val="00920928"/>
    <w:rsid w:val="00930F17"/>
    <w:rsid w:val="00936E90"/>
    <w:rsid w:val="0094054C"/>
    <w:rsid w:val="009C31D8"/>
    <w:rsid w:val="00A113FE"/>
    <w:rsid w:val="00A3195F"/>
    <w:rsid w:val="00A62C14"/>
    <w:rsid w:val="00AE5770"/>
    <w:rsid w:val="00B57488"/>
    <w:rsid w:val="00BE0765"/>
    <w:rsid w:val="00BF363D"/>
    <w:rsid w:val="00C0219F"/>
    <w:rsid w:val="00C073DA"/>
    <w:rsid w:val="00C53055"/>
    <w:rsid w:val="00C8562C"/>
    <w:rsid w:val="00D215CB"/>
    <w:rsid w:val="00D415F6"/>
    <w:rsid w:val="00DB58DE"/>
    <w:rsid w:val="00DE748A"/>
    <w:rsid w:val="00ED4583"/>
    <w:rsid w:val="00F06DDE"/>
    <w:rsid w:val="00F11782"/>
    <w:rsid w:val="00F8672B"/>
    <w:rsid w:val="00F96EA2"/>
    <w:rsid w:val="00FA4909"/>
    <w:rsid w:val="00FC62B5"/>
    <w:rsid w:val="00FD6116"/>
    <w:rsid w:val="00FE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3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7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C86"/>
  </w:style>
  <w:style w:type="paragraph" w:styleId="a6">
    <w:name w:val="footer"/>
    <w:basedOn w:val="a"/>
    <w:link w:val="a7"/>
    <w:uiPriority w:val="99"/>
    <w:semiHidden/>
    <w:unhideWhenUsed/>
    <w:rsid w:val="001D7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7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3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Директор</dc:creator>
  <cp:lastModifiedBy>Сумина</cp:lastModifiedBy>
  <cp:revision>21</cp:revision>
  <cp:lastPrinted>2021-06-01T02:56:00Z</cp:lastPrinted>
  <dcterms:created xsi:type="dcterms:W3CDTF">2021-05-25T06:32:00Z</dcterms:created>
  <dcterms:modified xsi:type="dcterms:W3CDTF">2022-01-11T07:21:00Z</dcterms:modified>
</cp:coreProperties>
</file>